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6421" w:rsidRDefault="00786421" w:rsidP="0078642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421" w:rsidRDefault="00786421" w:rsidP="007864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86421" w:rsidRDefault="00786421" w:rsidP="007864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86421" w:rsidRDefault="00786421" w:rsidP="007864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6421" w:rsidRDefault="00786421" w:rsidP="007864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6421" w:rsidRDefault="00786421" w:rsidP="007864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6421" w:rsidRDefault="00786421" w:rsidP="007864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6421" w:rsidRDefault="00786421" w:rsidP="007864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86421" w:rsidRDefault="00786421" w:rsidP="0078642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86421" w:rsidRDefault="00786421" w:rsidP="007864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86421" w:rsidRDefault="00786421" w:rsidP="007864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86421" w:rsidRDefault="00786421" w:rsidP="007864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6421" w:rsidRDefault="00786421" w:rsidP="007864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86421" w:rsidRDefault="00786421" w:rsidP="007864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6421" w:rsidRDefault="00786421" w:rsidP="007864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86421" w:rsidRDefault="00786421" w:rsidP="0078642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86421" w:rsidRPr="00A56207" w:rsidRDefault="00786421" w:rsidP="0078642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№40</w:t>
      </w:r>
    </w:p>
    <w:p w:rsidR="00786421" w:rsidRDefault="00786421" w:rsidP="00786421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786421" w:rsidRPr="00C92EA5" w:rsidRDefault="00786421" w:rsidP="00786421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786421" w:rsidRPr="00C92EA5" w:rsidRDefault="00786421" w:rsidP="007864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786421" w:rsidRPr="00C92EA5" w:rsidRDefault="00786421" w:rsidP="007864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786421" w:rsidRPr="0040408C" w:rsidRDefault="00786421" w:rsidP="007864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Бершеді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Н.В.</w:t>
      </w:r>
    </w:p>
    <w:p w:rsidR="00786421" w:rsidRPr="00C92EA5" w:rsidRDefault="00786421" w:rsidP="007864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86421" w:rsidRPr="00C92EA5" w:rsidRDefault="00786421" w:rsidP="007864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</w:t>
      </w:r>
      <w:r>
        <w:rPr>
          <w:rFonts w:ascii="Times New Roman" w:eastAsia="Calibri" w:hAnsi="Times New Roman" w:cs="Times New Roman"/>
          <w:sz w:val="24"/>
        </w:rPr>
        <w:t xml:space="preserve">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Бершеди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Н.В.,  </w:t>
      </w:r>
      <w:r w:rsidRPr="00C92EA5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786421" w:rsidRPr="00FD4054" w:rsidRDefault="00786421" w:rsidP="007864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786421" w:rsidRDefault="00786421" w:rsidP="0078642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 w:rsidRPr="002B46B1">
        <w:rPr>
          <w:rFonts w:ascii="Times New Roman" w:eastAsia="Calibri" w:hAnsi="Times New Roman" w:cs="Times New Roman"/>
          <w:color w:val="FF0000"/>
          <w:sz w:val="24"/>
        </w:rPr>
        <w:t xml:space="preserve">. </w:t>
      </w:r>
      <w:r w:rsidRPr="002B46B1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Бершеді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Наталії Володимирівні,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733706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власність,</w:t>
      </w:r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 xml:space="preserve">0,1000 </w:t>
      </w:r>
      <w:r w:rsidRPr="00C92EA5">
        <w:rPr>
          <w:rFonts w:ascii="Times New Roman" w:eastAsia="Calibri" w:hAnsi="Times New Roman" w:cs="Times New Roman"/>
          <w:sz w:val="24"/>
        </w:rPr>
        <w:t xml:space="preserve">га,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 xml:space="preserve">, яка розташована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Шепетівський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район,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території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сільської ради, в с. Крупець.</w:t>
      </w:r>
    </w:p>
    <w:p w:rsidR="00786421" w:rsidRPr="00C92EA5" w:rsidRDefault="00786421" w:rsidP="007864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Бершеді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Н.В.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786421" w:rsidRPr="00C92EA5" w:rsidRDefault="00786421" w:rsidP="0078642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786421" w:rsidRPr="00C92EA5" w:rsidRDefault="00786421" w:rsidP="0078642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86421" w:rsidRPr="00C92EA5" w:rsidRDefault="00786421" w:rsidP="007864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86421" w:rsidRDefault="00786421" w:rsidP="007864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86421" w:rsidRDefault="00786421" w:rsidP="007864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86421" w:rsidRPr="00C92EA5" w:rsidRDefault="00786421" w:rsidP="007864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86421" w:rsidRDefault="00786421" w:rsidP="0078642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</w:t>
      </w:r>
      <w:r w:rsidRPr="00C92EA5">
        <w:rPr>
          <w:rFonts w:ascii="Times New Roman" w:eastAsia="Arial Unicode MS" w:hAnsi="Times New Roman" w:cs="Times New Roman"/>
          <w:sz w:val="24"/>
          <w:szCs w:val="24"/>
        </w:rPr>
        <w:t xml:space="preserve"> Валерій   МИХАЛЮК</w:t>
      </w:r>
    </w:p>
    <w:p w:rsidR="00623F03" w:rsidRDefault="00623F03"/>
    <w:sectPr w:rsidR="00623F0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421"/>
    <w:rsid w:val="00171A2E"/>
    <w:rsid w:val="00304C90"/>
    <w:rsid w:val="00505B6D"/>
    <w:rsid w:val="00623F03"/>
    <w:rsid w:val="006D3977"/>
    <w:rsid w:val="00733706"/>
    <w:rsid w:val="00786421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92A8A"/>
  <w15:docId w15:val="{2C2AABBF-B03F-48BB-93CA-61F60CB7B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421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78642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8642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78642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246</Words>
  <Characters>1404</Characters>
  <Application>Microsoft Office Word</Application>
  <DocSecurity>0</DocSecurity>
  <Lines>11</Lines>
  <Paragraphs>3</Paragraphs>
  <ScaleCrop>false</ScaleCrop>
  <Company>Microsoft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2021-04-28T11:41:00Z</dcterms:created>
  <dcterms:modified xsi:type="dcterms:W3CDTF">2021-04-28T12:59:00Z</dcterms:modified>
</cp:coreProperties>
</file>