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F9" w:rsidRDefault="00682CF9" w:rsidP="00682CF9">
      <w:pPr>
        <w:suppressAutoHyphens/>
        <w:spacing w:after="0" w:line="240" w:lineRule="auto"/>
        <w:ind w:right="-370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682CF9" w:rsidRPr="000209E7" w:rsidRDefault="00682CF9" w:rsidP="00682CF9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0209E7">
        <w:rPr>
          <w:rFonts w:ascii="Times New Roman" w:eastAsia="Calibri" w:hAnsi="Times New Roman" w:cs="Times New Roman"/>
          <w:color w:val="FF0000"/>
        </w:rPr>
        <w:t>ПРОЕКТ</w:t>
      </w:r>
    </w:p>
    <w:p w:rsidR="00682CF9" w:rsidRPr="000209E7" w:rsidRDefault="00682CF9" w:rsidP="00682CF9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682CF9" w:rsidRPr="000209E7" w:rsidRDefault="003D5E88" w:rsidP="00682CF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3D5E88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enXMAA&#10;AADdAAAADwAAAGRycy9kb3ducmV2LnhtbESPzQrCMBCE74LvEFbwpqkWVKpRRFQ8COLffWnWtths&#10;ShO1vr0RBI/DzHzDzBaNKcWTaldYVjDoRyCIU6sLzhRczpveBITzyBpLy6TgTQ4W83Zrhom2Lz7S&#10;8+QzESDsElSQe18lUro0J4Oubyvi4N1sbdAHWWdS1/gKcFPKYRSNpMGCw0KOFa1ySu+nh1Fg4+1u&#10;f82Gx3jNY8/Lw+R2bfZKdTvNcgrCU+P/4V97pxXE0SCG75vwBOT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senXM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j7JskA&#10;AADdAAAADwAAAGRycy9kb3ducmV2LnhtbESPT2sCMRTE74V+h/AKvYhmtUXt1igibFt7EPwDvT42&#10;r5ttNy9Lkurqp2+EQo/DzPyGmS0624gj+VA7VjAcZCCIS6drrhQc9kV/CiJEZI2NY1JwpgCL+e3N&#10;DHPtTryl4y5WIkE45KjAxNjmUobSkMUwcC1x8j6dtxiT9JXUHk8Jbhs5yrKxtFhzWjDY0spQ+b37&#10;sQq+io35WE0uL773tKVLr3h/bdZjpe7vuuUziEhd/A//td+0gods+AjXN+kJyP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zj7J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w8wsMA&#10;AADdAAAADwAAAGRycy9kb3ducmV2LnhtbESP3YrCMBCF74V9hzDC3siauqIs3UaRRUW8EXUfYGim&#10;TbGZlCba+vZGELw8nJ+Pky17W4sbtb5yrGAyTkAQ505XXCr4P2++fkD4gKyxdkwK7uRhufgYZJhq&#10;1/GRbqdQijjCPkUFJoQmldLnhiz6sWuIo1e41mKIsi2lbrGL47aW30kylxYrjgSDDf0Zyi+nq42Q&#10;wxQP+6I7b7Y9drjeGx6tjkp9DvvVL4hAfXiHX+2dVjBNJjN4volP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w8w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V3FcYA&#10;AADdAAAADwAAAGRycy9kb3ducmV2LnhtbESPQUsDMRSE74L/ITzBW5tt1VW2TYtUBRE8WAvF22Pz&#10;urt08xKSZ3f990YoeBxm5htmuR5dr04UU+fZwGxagCKuve24MbD7fJk8gEqCbLH3TAZ+KMF6dXmx&#10;xMr6gT/otJVGZQinCg20IqHSOtUtOUxTH4izd/DRoWQZG20jDhnuej0vilI77DgvtBho01J93H47&#10;A+/Dc3i7L+8O4SveznV6srLfiDHXV+PjApTQKP/hc/vVGrgpZiX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MV3F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IHLsMA&#10;AADdAAAADwAAAGRycy9kb3ducmV2LnhtbESP3YrCMBCF74V9hzDC3siauoIu3UaRRUW8EXUfYGim&#10;TbGZlCba+vZGELw8nJ+Pky17W4sbtb5yrGAyTkAQ505XXCr4P2++fkD4gKyxdkwK7uRhufgYZJhq&#10;1/GRbqdQijjCPkUFJoQmldLnhiz6sWuIo1e41mKIsi2lbrGL47aW30kykxYrjgSDDf0Zyi+nq42Q&#10;wxQP+6I7b7Y9drjeGx6tjkp9DvvVL4hAfXiHX+2dVjBNJnN4volP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jIHL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ZG/MMA&#10;AADdAAAADwAAAGRycy9kb3ducmV2LnhtbERPTWsCMRC9F/ofwhS81ay2VdkapViFUvBQK0hvw2bc&#10;XbqZhGR0t/++ORR6fLzv5XpwnbpSTK1nA5NxAYq48rbl2sDxc3e/AJUE2WLnmQz8UIL16vZmiaX1&#10;PX/Q9SC1yiGcSjTQiIRS61Q15DCNfSDO3NlHh5JhrLWN2Odw1+lpUcy0w5ZzQ4OBNg1V34eLM7Dv&#10;t+F9Pns6h6/4ONXp1cppI8aM7oaXZ1BCg/yL/9xv1sBDMclz85v8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ZG/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DGccA&#10;AADdAAAADwAAAGRycy9kb3ducmV2LnhtbESP3WoCMRSE7wu+QzhCb0rNWqm0q1FUCAotFH+gt4fN&#10;cXdxc7Ik0d2+fSMUejnMzDfMfNnbRtzIh9qxgvEoA0FcOFNzqeB01M9vIEJENtg4JgU/FGC5GDzM&#10;MTeu4z3dDrEUCcIhRwVVjG0uZSgqshhGriVO3tl5izFJX0rjsUtw28iXLJtKizWnhQpb2lRUXA5X&#10;q2D91ZUT/1Sse/dx3n6/am30p1bqcdivZiAi9fE//NfeGQWTbPwO9zfpCc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aQx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R6fMAA&#10;AADdAAAADwAAAGRycy9kb3ducmV2LnhtbERP3WrCMBS+H/gO4QjezdS6iVSjiFKQsZupD3Bojk21&#10;OSlJrPXtl4vBLj++//V2sK3oyYfGsYLZNANBXDndcK3gci7flyBCRNbYOiYFLwqw3Yze1lho9+Qf&#10;6k+xFimEQ4EKTIxdIWWoDFkMU9cRJ+7qvMWYoK+l9vhM4baVeZYtpMWGU4PBjvaGqvvpYRWUX/l3&#10;f39oX7rd8GHp09yWB6PUZDzsViAiDfFf/Oc+agXzLE/705v0BO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R6fM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CFosYA&#10;AADdAAAADwAAAGRycy9kb3ducmV2LnhtbESPQWsCMRSE74X+h/AKXqRmVSxlaxQVgoKFUit4fWye&#10;u0s3L0sS3fXfG6HQ4zAz3zDzZW8bcSUfascKxqMMBHHhTM2lguOPfn0HESKywcYxKbhRgOXi+WmO&#10;uXEdf9P1EEuRIBxyVFDF2OZShqIii2HkWuLknZ23GJP0pTQeuwS3jZxk2Zu0WHNaqLClTUXF7+Fi&#10;Fay/unLqh8W6d/vz9jTT2uhPrdTgpV99gIjUx//wX3tnFEyzyRgeb9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8CFo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pBkMQA&#10;AADdAAAADwAAAGRycy9kb3ducmV2LnhtbESPUWvCMBSF3wf+h3AHvs10nROpRhFHQcSX6X7Apblr&#10;qs1NSWKt/94MBj4ezjnf4SzXg21FTz40jhW8TzIQxJXTDdcKfk7l2xxEiMgaW8ek4E4B1qvRyxIL&#10;7W78Tf0x1iJBOBSowMTYFVKGypDFMHEdcfJ+nbcYk/S11B5vCW5bmWfZTFpsOC0Y7GhrqLocr1ZB&#10;uc8P/eWqfek2w9TSpznPv4xS49dhswARaYjP8H97pxV8ZHkOf2/S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qQZ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P+LcMA&#10;AADdAAAADwAAAGRycy9kb3ducmV2LnhtbESPUWvCMBSF3wf+h3AHvs1EO0U6o4xBx3xc9QdcmmtT&#10;bG5qk7X135vBYI+Hc853OLvD5FoxUB8azxqWCwWCuPKm4VrD+VS8bEGEiGyw9Uwa7hTgsJ897TA3&#10;fuRvGspYiwThkKMGG2OXSxkqSw7DwnfEybv43mFMsq+l6XFMcNfKlVIb6bDhtGCxow9L1bX8cRpe&#10;7+PnrVxfVWEcLY9Zd+RYrbWeP0/vbyAiTfE//Nf+Mhoytcrg9016An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P+L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h/RcUA&#10;AADdAAAADwAAAGRycy9kb3ducmV2LnhtbESPT2vCQBTE7wW/w/KE3urGWMRGNyJKSumpRuv5kX35&#10;g9m3IbvG+O27hUKPw8z8htlsR9OKgXrXWFYwn0UgiAurG64UnE/ZywqE88gaW8uk4EEOtunkaYOJ&#10;tnc+0pD7SgQIuwQV1N53iZSuqMmgm9mOOHil7Q36IPtK6h7vAW5aGUfRUhpsOCzU2NG+puKa34yC&#10;2/ISn7n81F/54fH+dsh2Tn5XSj1Px90ahKfR/4f/2h9awSKKX+H3TXgC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2H9F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el2cgA&#10;AADdAAAADwAAAGRycy9kb3ducmV2LnhtbESPT2vCQBTE7wW/w/KE3uqm/gk2dRUtFNSDQa0Hb6/Z&#10;1yRt9m2aXTX99l1B8DjMzG+Yyaw1lThT40rLCp57EQjizOqScwUf+/enMQjnkTVWlknBHzmYTTsP&#10;E0y0vfCWzjufiwBhl6CCwvs6kdJlBRl0PVsTB+/LNgZ9kE0udYOXADeV7EdRLA2WHBYKrOmtoOxn&#10;dzIKDuk4fkkXq+H3evOJA6N/j7qMlXrstvNXEJ5afw/f2kutYBD1R3B9E56AnP4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N6X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35XcYA&#10;AADdAAAADwAAAGRycy9kb3ducmV2LnhtbESPT2vCQBTE7wW/w/KE3ppNYwkhZpX+obZ4slHw+sg+&#10;k2D2bchuNfrp3YLQ4zAzv2GK5Wg6caLBtZYVPEcxCOLK6pZrBbvt51MGwnlkjZ1lUnAhB8vF5KHA&#10;XNsz/9Cp9LUIEHY5Kmi873MpXdWQQRfZnjh4BzsY9EEOtdQDngPcdDKJ41QabDksNNjTe0PVsfw1&#10;Cq7pHjfuK3n7mGlPl5dsZdeblVKP0/F1DsLT6P/D9/a3VjCLkxT+3oQ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35X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kPfsUA&#10;AADdAAAADwAAAGRycy9kb3ducmV2LnhtbESPwW7CMBBE75X4B2uReisOKaVtwCCEQOJWCP2AVbw4&#10;EfE6xAYCX4+RKvU4mpk3mum8s7W4UOsrxwqGgwQEceF0xUbB73799gXCB2SNtWNScCMP81nvZYqZ&#10;dlfe0SUPRkQI+wwVlCE0mZS+KMmiH7iGOHoH11oMUbZG6havEW5rmSbJWFqsOC6U2NCypOKYn62C&#10;k0s/dJev8Oe4+t5WxoxO991Iqdd+t5iACNSF//Bfe6MVvCfpJzzfx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CQ9+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cRZMEA&#10;AADdAAAADwAAAGRycy9kb3ducmV2LnhtbERPuY7CMBDtkfgHa5DoFgcQx2YxCJCQaDmKLWftIQnE&#10;4xAbCHw9LlaifHr3bNHYUtyp9oVjBf1eAoJYO1NwpuB42HxNQfiAbLB0TAqe5GExb7dmmBr34B3d&#10;9yETMYR9igryEKpUSq9zsuh7riKO3MnVFkOEdSZNjY8Ybks5SJKxtFhwbMixonVO+rK/WQXb4o9G&#10;Y336ttOV3v2+rmE4ORulup1m+QMiUBM+4n/31igYJoM4N76JT0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m3EWT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JHC8IA&#10;AADdAAAADwAAAGRycy9kb3ducmV2LnhtbERPXWvCMBR9H+w/hCvsbSZ2MLQaZQ4Gk6kwFfd6ae6a&#10;suamNLHWf28EYY/nmzNb9K4WHbWh8qxhNFQgiAtvKi41HPYfz2MQISIbrD2ThgsFWMwfH2aYG3/m&#10;b+p2sRSphEOOGmyMTS5lKCw5DEPfECft17cOY4JtKU2L51Tuapkp9SodVpwWLDb0bqn4252chg63&#10;F/Vjl5vJqloX2XZ5/DKJ10+D/m0KIlIf/8339KfR8KKyCdzepCcg5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8kcL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rGK8IA&#10;AADdAAAADwAAAGRycy9kb3ducmV2LnhtbERPTUvDQBC9C/6HZQRvdmMKRdJuSylUPGrag8cxO82m&#10;zc6E3bWJ/nr3UPD4eN+rzeR7daUQO2EDz7MCFHEjtuPWwPGwf3oBFROyxV6YDPxQhM36/m6FlZWR&#10;P+hap1blEI4VGnApDZXWsXHkMc5kIM7cSYLHlGFotQ045nDf67IoFtpjx7nB4UA7R82l/vYGxtfm&#10;61yePq37DYPs63c5l70Y8/gwbZegEk3pX3xzv1kD82Ke9+c3+Qn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KsYr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0lF8YA&#10;AADdAAAADwAAAGRycy9kb3ducmV2LnhtbESPQWsCMRSE74L/ITyhN82qYGVrFKsVRFpE296fm+fu&#10;avKybFJd/70RCh6HmfmGmcwaa8SFal86VtDvJSCIM6dLzhX8fK+6YxA+IGs0jknBjTzMpu3WBFPt&#10;rryjyz7kIkLYp6igCKFKpfRZQRZ9z1XE0Tu62mKIss6lrvEa4dbIQZKMpMWS40KBFS0Kys77P6tg&#10;tV2a0+BrN/+VYfHxejDjzfvyU6mXTjN/AxGoCc/wf3utFQyTYR8eb+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0lF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h22cUA&#10;AADdAAAADwAAAGRycy9kb3ducmV2LnhtbESPQYvCMBSE7wv+h/AEL6LpWlakGkUWRAUXdlXw+mye&#10;bbF5KU2s9d8bQdjjMDPfMLNFa0rRUO0Kywo+hxEI4tTqgjMFx8NqMAHhPLLG0jIpeJCDxbzzMcNE&#10;2zv/UbP3mQgQdgkqyL2vEildmpNBN7QVcfAutjbog6wzqWu8B7gp5SiKxtJgwWEhx4q+c0qv+5tR&#10;0PzuztmmcdX2Oum7r/i8Xv/ok1K9brucgvDU+v/wu73RCuIoHsHrTX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eHbZ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Wvi8gA&#10;AADdAAAADwAAAGRycy9kb3ducmV2LnhtbESPQUsDMRSE70L/Q3iCN5vYrdKum5ZWELwItnpob283&#10;z92lm5c1ie3WX28KgsdhZr5hiuVgO3EkH1rHGu7GCgRx5UzLtYaP9+fbGYgQkQ12jknDmQIsF6Or&#10;AnPjTryh4zbWIkE45KihibHPpQxVQxbD2PXEyft03mJM0tfSeDwluO3kRKkHabHltNBgT08NVYft&#10;t9Wwns/WX29Tfv3ZlHva78rD/cQrrW+uh9UjiEhD/A//tV+MhkxlGVzepCc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la+LyAAAAN0AAAAPAAAAAAAAAAAAAAAAAJgCAABk&#10;cnMvZG93bnJldi54bWxQSwUGAAAAAAQABAD1AAAAjQMAAAAA&#10;" fillcolor="black" stroked="f"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X08cgA&#10;AADdAAAADwAAAGRycy9kb3ducmV2LnhtbESPT2sCMRTE7wW/Q3iCt5pVW5HVKLW2IFQP/jl4fG6e&#10;u2E3L8sm1bWfvhEKPQ4z8xtmtmhtJa7UeONYwaCfgCDOnDacKzgePp8nIHxA1lg5JgV38rCYd55m&#10;mGp34x1d9yEXEcI+RQVFCHUqpc8Ksuj7riaO3sU1FkOUTS51g7cIt5UcJslYWjQcFwqs6b2grNx/&#10;WwWnr7GZ7AwNz5uf5YfevJbL7apUqtdt36YgArXhP/zXXmsFo2T0Ao838Qn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VfTx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xv38YA&#10;AADdAAAADwAAAGRycy9kb3ducmV2LnhtbESPT2sCMRTE74V+h/AKvdXESousRpGW0l568B9eH5vn&#10;Zt3NyzaJuvrpTaHQ4zAzv2Gm89614kQh1p41DAcKBHHpTc2Vhs3642kMIiZkg61n0nChCPPZ/d0U&#10;C+PPvKTTKlUiQzgWqMGm1BVSxtKSwzjwHXH29j44TFmGSpqA5wx3rXxW6lU6rDkvWOzozVLZrI5O&#10;Q1js3psrH7eNun5f4ueh/xmj1frxoV9MQCTq03/4r/1lNIzU6AV+3+Qn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xv3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pUGsYA&#10;AADdAAAADwAAAGRycy9kb3ducmV2LnhtbESPUUsDMRCE3wv+h7CCL8UmbaHq2bRIQRAsQs/+gPWy&#10;3h0mm+Oytld/fVMQ+jjMzDfMcj0Erw7UpzayhenEgCKuomu5trD/fL1/BJUE2aGPTBZOlGC9uhkt&#10;sXDxyDs6lFKrDOFUoIVGpCu0TlVDAdMkdsTZ+459QMmyr7Xr8ZjhweuZMQsdsOW80GBHm4aqn/I3&#10;WPCzL//0/pC2ctrrrfkLsht/OGvvboeXZ1BCg1zD/+03Z2Fu5gu4vMlPQK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pUG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r+xcYA&#10;AADdAAAADwAAAGRycy9kb3ducmV2LnhtbESPQWsCMRSE74L/ITyhN81WQcvWKFUR9uKh2y1en5vX&#10;zdLkZdmkuu2vbwoFj8PMfMOst4Oz4kp9aD0reJxlIIhrr1tuFFRvx+kTiBCRNVrPpOCbAmw349Ea&#10;c+1v/ErXMjYiQTjkqMDE2OVShtqQwzDzHXHyPnzvMCbZN1L3eEtwZ+U8y5bSYctpwWBHe0P1Z/nl&#10;FBzKzs6rwuzC+f10udji50jng1IPk+HlGUSkId7D/+1CK1hkixX8vU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r+x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IlBsAA&#10;AADdAAAADwAAAGRycy9kb3ducmV2LnhtbERPTYvCMBC9C/sfwgh700QFla5RZFEQ9qTWw96GZGyr&#10;zaQ0Wdv99+YgeHy879Wmd7V4UBsqzxomYwWC2HhbcaEhP+9HSxAhIlusPZOGfwqwWX8MVphZ3/GR&#10;HqdYiBTCIUMNZYxNJmUwJTkMY98QJ+7qW4cxwbaQtsUuhbtaTpWaS4cVp4YSG/ouydxPf07DbS9/&#10;vFFoLvmlO9jF725OtdL6c9hvv0BE6uNb/HIfrIaZmqW56U16An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rIlBs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cis8UA&#10;AADdAAAADwAAAGRycy9kb3ducmV2LnhtbESPQWvCQBSE74L/YXlCb7rRgNjoKioUSouHqojHZ/aZ&#10;hGTfht1V03/vCoUeh5n5hlmsOtOIOzlfWVYwHiUgiHOrKy4UHA8fwxkIH5A1NpZJwS95WC37vQVm&#10;2j74h+77UIgIYZ+hgjKENpPS5yUZ9CPbEkfvap3BEKUrpHb4iHDTyEmSTKXBiuNCiS1tS8rr/c0o&#10;ON+++bpLv9ZuE062O/h6cpnVSr0NuvUcRKAu/If/2p9aQZqk7/B6E5+AX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5yKz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FCgcQA&#10;AADdAAAADwAAAGRycy9kb3ducmV2LnhtbERPTWsCMRC9F/wPYYTeuonWFl2NUguFXoRqe6i3cTPu&#10;Lm4m2yTV1V9vDoLHx/ueLTrbiCP5UDvWMMgUCOLCmZpLDT/fH09jECEiG2wck4YzBVjMew8zzI07&#10;8ZqOm1iKFMIhRw1VjG0uZSgqshgy1xInbu+8xZigL6XxeErhtpFDpV6lxZpTQ4UtvVdUHDb/VsNy&#10;Ml7+fY14dVnvtrT93R1ehl5p/djv3qYgInXxLr65P42GZzVK+9Ob9ATk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BQoHEAAAA3QAAAA8AAAAAAAAAAAAAAAAAmAIAAGRycy9k&#10;b3ducmV2LnhtbFBLBQYAAAAABAAEAPUAAACJAwAAAAA=&#10;" fillcolor="black" stroked="f"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EdG8UA&#10;AADdAAAADwAAAGRycy9kb3ducmV2LnhtbESPUUvDMBSF3wX/Q7iCby6dkyF1aSkDUfbUTcXXu+ba&#10;FJubksSs+/dGEPZ4OOd8h7OpZzuKRD4MjhUsFwUI4s7pgXsF72/Pd48gQkTWODomBWcKUFfXVxss&#10;tTvxntIh9iJDOJSowMQ4lVKGzpDFsHATcfa+nLcYs/S91B5PGW5HeV8Ua2lx4LxgcKKtoe778GMV&#10;pOO2bVbpM5n9zje9d+3Lx7FV6vZmbp5ARJrjJfzfftUKVsXDEv7e5Ccg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cR0b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RjnscA&#10;AADdAAAADwAAAGRycy9kb3ducmV2LnhtbESPT2vCQBTE70K/w/IK3nTjH6RNXUVERXuxTQvt8ZF9&#10;zQazb0N2jbGfvlsQPA4z8xtmvuxsJVpqfOlYwWiYgCDOnS65UPD5sR08gfABWWPlmBRcycNy8dCb&#10;Y6rdhd+pzUIhIoR9igpMCHUqpc8NWfRDVxNH78c1FkOUTSF1g5cIt5UcJ8lMWiw5LhisaW0oP2Vn&#10;q8CP1puvV/v73H7vDB+zg5m9FUap/mO3egERqAv38K291womyXQM/2/i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kY57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82CF9" w:rsidRPr="000209E7" w:rsidRDefault="00682CF9" w:rsidP="00682CF9">
      <w:pPr>
        <w:tabs>
          <w:tab w:val="left" w:pos="216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82CF9" w:rsidRPr="000209E7" w:rsidRDefault="00682CF9" w:rsidP="00682CF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682CF9" w:rsidRPr="000209E7" w:rsidRDefault="00682CF9" w:rsidP="00682CF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682CF9" w:rsidRPr="000209E7" w:rsidRDefault="00682CF9" w:rsidP="00682C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82CF9" w:rsidRPr="000209E7" w:rsidRDefault="00682CF9" w:rsidP="00682C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УКРАЇНА</w:t>
      </w:r>
    </w:p>
    <w:p w:rsidR="00682CF9" w:rsidRPr="000209E7" w:rsidRDefault="00682CF9" w:rsidP="00682CF9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КРУПЕЦЬКА СІЛЬСЬКА РАДА</w:t>
      </w:r>
    </w:p>
    <w:p w:rsidR="00682CF9" w:rsidRPr="000209E7" w:rsidRDefault="00682CF9" w:rsidP="00682C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СЛАВУТСЬКОГО РАЙОНУ</w:t>
      </w:r>
    </w:p>
    <w:p w:rsidR="00682CF9" w:rsidRPr="000209E7" w:rsidRDefault="00682CF9" w:rsidP="00682C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ХМЕЛЬНИЦЬКОЇ ОБЛАСТІ</w:t>
      </w:r>
    </w:p>
    <w:p w:rsidR="00682CF9" w:rsidRPr="000209E7" w:rsidRDefault="00682CF9" w:rsidP="00682CF9">
      <w:pPr>
        <w:spacing w:after="0" w:line="240" w:lineRule="auto"/>
        <w:rPr>
          <w:rFonts w:ascii="Times New Roman" w:eastAsia="Calibri" w:hAnsi="Times New Roman" w:cs="Times New Roman"/>
        </w:rPr>
      </w:pPr>
      <w:r w:rsidRPr="000209E7">
        <w:rPr>
          <w:rFonts w:ascii="Times New Roman" w:eastAsia="Calibri" w:hAnsi="Times New Roman" w:cs="Times New Roman"/>
        </w:rPr>
        <w:t xml:space="preserve"> </w:t>
      </w:r>
      <w:r w:rsidR="003D5E88" w:rsidRPr="003D5E88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0QNcIA&#10;AADdAAAADwAAAGRycy9kb3ducmV2LnhtbESPzarCMBSE94LvEI7gTlOtqFSjiKi4EMS//aE5tsXm&#10;pDRR69vfXBBcDjPzDTNfNqYUL6pdYVnBoB+BIE6tLjhTcL1se1MQziNrLC2Tgg85WC7arTkm2r75&#10;RK+zz0SAsEtQQe59lUjp0pwMur6tiIN3t7VBH2SdSV3jO8BNKYdRNJYGCw4LOVa0zil9nJ9GgY13&#10;+8MtG57iDU88r47T+605KNXtNKsZCE+N/4W/7b1WEEejEfy/CU9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RA1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dxoMkA&#10;AADdAAAADwAAAGRycy9kb3ducmV2LnhtbESPW2sCMRSE3wv9D+EUfBHN9qK2W6MUYVv1QfACfT1s&#10;Tjfbbk6WJOrWX98UCn0cZuYbZjrvbCNO5EPtWMHtMANBXDpdc6XgsC8GjyBCRNbYOCYF3xRgPru+&#10;mmKu3Zm3dNrFSiQIhxwVmBjbXMpQGrIYhq4lTt6H8xZjkr6S2uM5wW0j77JsLC3WnBYMtrQwVH7t&#10;jlbBZ7Ex74vJ5dX3n7Z06Rfrt2Y1Vqp30708g4jUxf/wX3upFdxnDyP4fZOegJz9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8dxo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2NqMIA&#10;AADdAAAADwAAAGRycy9kb3ducmV2LnhtbESP24rCMBRF3wf8h3AEXwZNvSBSjSKiMvgiXj7g0Byb&#10;YnNSmmjr308EwcfNviz2YtXaUjyp9oVjBcNBAoI4c7rgXMH1suvPQPiArLF0TApe5GG17PwsMNWu&#10;4RM9zyEXcYR9igpMCFUqpc8MWfQDVxFH7+ZqiyHKOpe6xiaO21KOkmQqLRYcCQYr2hjK7ueHjZDj&#10;GI+HW3PZ7VtscHsw/Ls+KdXrtus5iEBt+IY/7T+tYJxMpvB+E5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zY2o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r9k8YA&#10;AADdAAAADwAAAGRycy9kb3ducmV2LnhtbESPQUsDMRSE74L/ITzBm81aa1vWpkWqQhF6aCtIb4/N&#10;6+7i5iUkz+76701B8DjMzDfMYjW4Tp0pptazgftRAYq48rbl2sDH4e1uDioJssXOMxn4oQSr5fXV&#10;Akvre97ReS+1yhBOJRpoREKpdaoacphGPhBn7+SjQ8ky1tpG7DPcdXpcFFPtsOW80GCgdUPV1/7b&#10;Gdj2r+F9Nn08hWOcjHV6sfK5FmNub4bnJ1BCg/yH/9oba+ChmMzg8iY/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r9k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68QcEA&#10;AADdAAAADwAAAGRycy9kb3ducmV2LnhtbERPzWrCQBC+C77DMoVepG6qRSR1FREV8SL+PMCQHbOh&#10;2dmQ3Zr07Z2D0OPH979Y9b5WD2pjFdjA5zgDRVwEW3Fp4HbdfcxBxYRssQ5MBv4owmo5HCwwt6Hj&#10;Mz0uqVQSwjFHAy6lJtc6Fo48xnFoiIW7h9ZjEtiW2rbYSbiv9STLZtpjxdLgsKGNo+Ln8uul5DTF&#10;0/HeXXf7HjvcHh2P1mdj3t/69TeoRH36F7/cB2tgmn3JXHkjT0Av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evEH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nMesYA&#10;AADdAAAADwAAAGRycy9kb3ducmV2LnhtbESPQUsDMRSE70L/Q3gFbzZrrVXXpqVUBSl4sC2It8fm&#10;dXfp5iUkz+76740geBxm5htmsRpcp84UU+vZwPWkAEVcedtybeCwf7m6B5UE2WLnmQx8U4LVcnSx&#10;wNL6nt/pvJNaZQinEg00IqHUOlUNOUwTH4izd/TRoWQZa20j9hnuOj0tirl22HJeaDDQpqHqtPty&#10;Bt7657C9m98ew2ecTXV6svKxEWMux8P6EZTQIP/hv/arNXBTzB7g901+Anr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nMe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pTRMIA&#10;AADdAAAADwAAAGRycy9kb3ducmV2LnhtbERPXWvCMBR9F/wP4Qq+yExVlFGNokLYYANRB3u9NNe2&#10;2NyUJNru3y8Pgz0ezvdm19tGPMmH2rGC2TQDQVw4U3Op4OuqX15BhIhssHFMCn4owG47HGwwN67j&#10;Mz0vsRQphEOOCqoY21zKUFRkMUxdS5y4m/MWY4K+lMZjl8JtI+dZtpIWa04NFbZ0rKi4Xx5WweHU&#10;lQs/KQ69+7i9fS+1NvpTKzUe9fs1iEh9/Bf/ud+NgkW2TPvTm/Q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ilNE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6smsQA&#10;AADdAAAADwAAAGRycy9kb3ducmV2LnhtbESPUWvCMBSF3wf7D+EOfJupOkVqo4hSkLGX6X7Apblr&#10;apubksRa//0yGOzxcM75DqfYjbYTA/nQOFYwm2YgiCunG64VfF3K1zWIEJE1do5JwYMC7LbPTwXm&#10;2t35k4ZzrEWCcMhRgYmxz6UMlSGLYep64uR9O28xJulrqT3eE9x2cp5lK2mx4bRgsKeDoao936yC&#10;8n3+MbQ37Uu3H98sLc11fTRKTV7G/QZEpDH+h//aJ61gkS1n8PsmPQG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+rJ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RoqMYA&#10;AADdAAAADwAAAGRycy9kb3ducmV2LnhtbESPQWsCMRSE74X+h/AKXqRmVSxlaxQVggUF0QpeH5vn&#10;7tLNy5JEd/vvTaHQ4zAz3zDzZW8bcScfascKxqMMBHHhTM2lgvOXfn0HESKywcYxKfihAMvF89Mc&#10;c+M6PtL9FEuRIBxyVFDF2OZShqIii2HkWuLkXZ23GJP0pTQeuwS3jZxk2Zu0WHNaqLClTUXF9+lm&#10;FawPXTn1w2Ldu911e5lpbfReKzV46VcfICL18T/81/40CqbZbAK/b9IT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Roq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CXdsUA&#10;AADdAAAADwAAAGRycy9kb3ducmV2LnhtbESPwWrDMBBE74X8g9hCbo3cpCnBsRJCgiGUXur2AxZr&#10;azm2VkZSHOfvq0Khx2Fm3jDFfrK9GMmH1rGC50UGgrh2uuVGwddn+bQBESKyxt4xKbhTgP1u9lBg&#10;rt2NP2isYiMShEOOCkyMQy5lqA1ZDAs3ECfv23mLMUnfSO3xluC2l8sse5UWW04LBgc6Gqq76moV&#10;lG/L97G7al+6w/RiaW0um5NRav44HbYgIk3xP/zXPmsFq2y9gt836Qn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4Jd2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wVJMMA&#10;AADdAAAADwAAAGRycy9kb3ducmV2LnhtbESPUWvCMBSF3wf+h3AHe5tJ1crojDIGHfPR6g+4NHdN&#10;sbmpTbT13y+DgY+Hc853OJvd5DpxoyG0njVkcwWCuPam5UbD6Vi+voEIEdlg55k03CnAbjt72mBh&#10;/MgHulWxEQnCoUANNsa+kDLUlhyGue+Jk/fjB4cxyaGRZsAxwV0nF0qtpcOW04LFnj4t1efq6jSs&#10;7uPXpcrPqjSOsv2y33Osc61fnqePdxCRpvgI/7e/jYalylfw9yY9Ab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wVJ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Kpo8UA&#10;AADdAAAADwAAAGRycy9kb3ducmV2LnhtbESPQWvCQBSE74L/YXlCb81GS0JNXUUURXpqY9rzI/tM&#10;QrNvQ3bV+O+7guBxmJlvmMVqMK24UO8aywqmUQyCuLS64UpBcdy9voNwHllja5kU3MjBajkeLTDT&#10;9srfdMl9JQKEXYYKau+7TEpX1mTQRbYjDt7J9gZ9kH0ldY/XADetnMVxKg02HBZq7GhTU/mXn42C&#10;c/o7K/j0qb/y7W0/3+7WTv5USr1MhvUHCE+Df4Yf7YNW8BYnCdzfh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kqmj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NI08gA&#10;AADdAAAADwAAAGRycy9kb3ducmV2LnhtbESPT2vCQBTE74LfYXlCb7pRa9DUVWqhUD0o9c/B2zP7&#10;msRm38bsqvHbdwuFHoeZ+Q0znTemFDeqXWFZQb8XgSBOrS44U7DfvXfHIJxH1lhaJgUPcjCftVtT&#10;TLS98yfdtj4TAcIuQQW591UipUtzMuh6tiIO3petDfog60zqGu8Bbko5iKJYGiw4LORY0VtO6ff2&#10;ahQcNuN4slksn8+r9QmHRl+OuoiVeuo0ry8gPDX+P/zX/tAKhtEoht834QnI2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40jT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cvu8YA&#10;AADdAAAADwAAAGRycy9kb3ducmV2LnhtbESPW2vCQBSE3wv+h+UIfasbTRslukovNBafvIGvh+wx&#10;CWbPhuw2xv76rlDo4zAz3zCLVW9q0VHrKssKxqMIBHFudcWFguPh82kGwnlkjbVlUnAjB6vl4GGB&#10;qbZX3lG394UIEHYpKii9b1IpXV6SQTeyDXHwzrY16INsC6lbvAa4qeUkihJpsOKwUGJD7yXll/23&#10;UfCTnHDr1pO3j1h7uj3PMrvZZko9DvvXOQhPvf8P/7W/tII4epnC/U1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cvu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DoccIA&#10;AADdAAAADwAAAGRycy9kb3ducmV2LnhtbERP3WrCMBS+H/gO4QjezVRtx1aNIqKwu81uD3BoztJi&#10;c1Kb2FaffrkY7PLj+9/sRtuInjpfO1awmCcgiEunazYKvr9Oz68gfEDW2DgmBXfysNtOnjaYazfw&#10;mfoiGBFD2OeooAqhzaX0ZUUW/dy1xJH7cZ3FEGFnpO5wiOG2kcskeZEWa44NFbZ0qKi8FDer4OqW&#10;mR6LI35cjm+ftTHp9XFOlZpNx/0aRKAx/Iv/3O9awSrJ4tz4Jj4B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kOhx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3HgsYA&#10;AADdAAAADwAAAGRycy9kb3ducmV2LnhtbESPS2vDMBCE74X+B7GF3hq5Nc7DiRLSQsHXPA45bqSN&#10;7dRaOZYaO/n1VaHQ4zAz3zCL1WAbcaXO144VvI4SEMTamZpLBfvd58sUhA/IBhvHpOBGHlbLx4cF&#10;5sb1vKHrNpQiQtjnqKAKoc2l9Loii37kWuLonVxnMUTZldJ02Ee4beRbkoylxZrjQoUtfVSkv7bf&#10;VkFRHykb69PMTt/15nC/hHRyNko9Pw3rOYhAQ/gP/7ULoyBNshn8volP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3Hg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JXVsYA&#10;AADdAAAADwAAAGRycy9kb3ducmV2LnhtbESPQUsDMRCF74X+hzCCtzaxQtG1abEFQWktWEWvw2bc&#10;LG4myyZut/++cyj0ODNv3nvfYjWERvXUpTqyhbupAUVcRldzZeHr82XyACplZIdNZLJwogSr5Xi0&#10;wMLFI39Qf8iVEhNOBVrwObeF1qn0FDBNY0sst9/YBcwydpV2HR7FPDR6ZsxcB6xZEjy2tPFU/h3+&#10;g4Ue9yfz49fvj2/1rpzt199bJ3t7ezM8P4HKNOSr+PL96izcm7n0FxohAb0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JXVs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MrcQA&#10;AADdAAAADwAAAGRycy9kb3ducmV2LnhtbESPQUvDQBSE74L/YXmCN7tphCKx21IKLR41evD4zL5m&#10;U7Pvhd1tk/bXu4LgcZiZb5jlevK9OlOInbCB+awARdyI7bg18PG+e3gCFROyxV6YDFwownp1e7PE&#10;ysrIb3SuU6syhGOFBlxKQ6V1bBx5jDMZiLN3kOAxZRlabQOOGe57XRbFQnvsOC84HGjrqPmuT97A&#10;uG++juXh07prGGRXv8qx7MWY+7tp8wwq0ZT+w3/tF2vgsVjM4f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VTK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yUfcYA&#10;AADdAAAADwAAAGRycy9kb3ducmV2LnhtbESP3WoCMRSE74W+QziF3mnWLVhZjWK1QikV8af3p5vj&#10;7mpysmxS3b69EQQvh5n5hhlPW2vEmRpfOVbQ7yUgiHOnKy4U7HfL7hCED8gajWNS8E8eppOnzhgz&#10;7S68ofM2FCJC2GeooAyhzqT0eUkWfc/VxNE7uMZiiLIppG7wEuHWyDRJBtJixXGhxJrmJeWn7Z9V&#10;sFwvzDFdbWY/Msw/3n7N8Ot98a3Uy3M7G4EI1IZH+N7+1Apek0EKtzfxCcj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yUf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f8X8cA&#10;AADdAAAADwAAAGRycy9kb3ducmV2LnhtbESPQWvCQBSE70L/w/IKvZRm04ZKiFlFhKIFC2oFry/Z&#10;ZxLMvg3ZbUz/fVcoeBxm5hsmX4ymFQP1rrGs4DWKQRCXVjdcKTh+f7ykIJxH1thaJgW/5GAxf5jk&#10;mGl75T0NB1+JAGGXoYLa+y6T0pU1GXSR7YiDd7a9QR9kX0nd4zXATSvf4ngqDTYcFmrsaFVTeTn8&#10;GAXDbltUm8F1n5f02b0nxXr9pU9KPT2OyxkIT6O/h//bG60giacJ3N6EJ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H/F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8Y4scA&#10;AADdAAAADwAAAGRycy9kb3ducmV2LnhtbESPQWsCMRSE74L/ITyhN02qVuzWKFUo9CJU20O9PTev&#10;u4ubl22S6uqvN4LQ4zAz3zCzRWtrcSQfKscaHgcKBHHuTMWFhq/Pt/4URIjIBmvHpOFMARbzbmeG&#10;mXEn3tBxGwuRIBwy1FDG2GRShrwki2HgGuLk/ThvMSbpC2k8nhLc1nKo1ERarDgtlNjQqqT8sP2z&#10;GpbP0+Xvx5jXl81+R7vv/eFp6JXWD7329QVEpDb+h+/td6NhpCZjuL1JT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PGOLHAAAA3QAAAA8AAAAAAAAAAAAAAAAAmAIAAGRy&#10;cy9kb3ducmV2LnhtbFBLBQYAAAAABAAEAPUAAACMAwAAAAA=&#10;" fillcolor="black" stroked="f"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p+d8cA&#10;AADdAAAADwAAAGRycy9kb3ducmV2LnhtbESPzWvCQBTE70L/h+UVetONFoNEV9F+QEE9+HHw+Mw+&#10;kyXZtyG71bR/fVcoeBxm5jfMbNHZWlyp9caxguEgAUGcO224UHA8fPYnIHxA1lg7JgU/5GExf+rN&#10;MNPuxju67kMhIoR9hgrKEJpMSp+XZNEPXEMcvYtrLYYo20LqFm8Rbms5SpJUWjQcF0ps6K2kvNp/&#10;WwWndWomO0Oj8+Z39aE342q1fa+UennullMQgbrwCP+3v7SC1yQdw/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qfnf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3etcUA&#10;AADdAAAADwAAAGRycy9kb3ducmV2LnhtbESPQWsCMRSE70L/Q3iF3jRphUW2RpGWUi89VC29Pjav&#10;m+1uXrZJ1NVf3wiCx2FmvmHmy8F14kAhNp41PE4UCOLKm4ZrDbvt23gGIiZkg51n0nCiCMvF3WiO&#10;pfFH/qTDJtUiQziWqMGm1JdSxsqSwzjxPXH2fnxwmLIMtTQBjxnuOvmkVCEdNpwXLPb0YqlqN3un&#10;Iay+X9sz779adf44xfff4W+GVuuH+2H1DCLRkG7ha3ttNExVUcDlTX4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nd61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XenMUA&#10;AADdAAAADwAAAGRycy9kb3ducmV2LnhtbESPUWsCMRCE34X+h7AFX6QmWtD2ahQpCEKloPUHbC/b&#10;u6PJ5rhs9fTXN4WCj8PMfMMsVn3w6kRdaiJbmIwNKOIyuoYrC8ePzcMTqCTIDn1ksnChBKvl3WCB&#10;hYtn3tPpIJXKEE4FWqhF2kLrVNYUMI1jS5y9r9gFlCy7SrsOzxkevJ4aM9MBG84LNbb0WlP5ffgJ&#10;Fvz00z+/zdNOLke9M9cg+9G7s3Z4369fQAn1cgv/t7fOwqOZzeHvTX4C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hd6c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ZFqsMA&#10;AADdAAAADwAAAGRycy9kb3ducmV2LnhtbERPz2vCMBS+C/sfwhvspukciHSNohOhFw+rDq+vzbMp&#10;Ji+lybTzr18Ogx0/vt/FenRW3GgInWcFr7MMBHHjdcetgtNxP12CCBFZo/VMCn4owHr1NCkw1/7O&#10;n3SrYitSCIccFZgY+1zK0BhyGGa+J07cxQ8OY4JDK/WA9xTurJxn2UI67Dg1GOzpw1Bzrb6dgl3V&#10;2/mpNNtw/jrUtS0fezrvlHp5HjfvICKN8V/85y61grdskeamN+kJ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5ZFq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2vgMUA&#10;AADdAAAADwAAAGRycy9kb3ducmV2LnhtbESPQWvCQBSE74X+h+UVequ7tZC20U0ooiD0pNVDb4/d&#10;ZxLNvg3Z1cR/7xaEHoeZ+YaZl6NrxYX60HjW8DpRIIiNtw1XGnY/q5cPECEiW2w9k4YrBSiLx4c5&#10;5tYPvKHLNlYiQTjkqKGOsculDKYmh2HiO+LkHXzvMCbZV9L2OCS4a+VUqUw6bDgt1NjRoiZz2p6d&#10;huNKfnuj0Ox3+2Ft33+XGbVK6+en8WsGItIY/8P39tpqeFPZJ/y9SU9AF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Ta+A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cy7sMA&#10;AADdAAAADwAAAGRycy9kb3ducmV2LnhtbERPz2vCMBS+D/wfwhN2m6ktbFKNooPB2PAwFfH4bJ5t&#10;afNSkrR2/705DHb8+H6vNqNpxUDO15YVzGcJCOLC6ppLBafjx8sChA/IGlvLpOCXPGzWk6cV5tre&#10;+YeGQyhFDGGfo4IqhC6X0hcVGfQz2xFH7madwRChK6V2eI/hppVpkrxKgzXHhgo7eq+oaA69UXDp&#10;v/m2z762bhfOdjz6Jr0uGqWep+N2CSLQGP7Ff+5PrSBL3uL++CY+Ab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bcy7s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Etp8gA&#10;AADdAAAADwAAAGRycy9kb3ducmV2LnhtbESPT2sCMRTE74V+h/AKvdVEa9VujVILBS+F+uegt+fm&#10;dXdx87JNUl399EYoeBxm5jfMeNraWhzIh8qxhm5HgSDOnam40LBefT6NQISIbLB2TBpOFGA6ub8b&#10;Y2bckRd0WMZCJAiHDDWUMTaZlCEvyWLouIY4eT/OW4xJ+kIaj8cEt7XsKTWQFitOCyU29FFSvl/+&#10;WQ2z19Hs97vPX+fFbkvbzW7/0vNK68eH9v0NRKQ23sL/7bnR8KyGXbi+SU9AT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YS2nyAAAAN0AAAAPAAAAAAAAAAAAAAAAAJgCAABk&#10;cnMvZG93bnJldi54bWxQSwUGAAAAAAQABAD1AAAAjQMAAAAA&#10;" fillcolor="black" stroked="f"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9J0cUA&#10;AADdAAAADwAAAGRycy9kb3ducmV2LnhtbESPQWsCMRSE70L/Q3iF3jRbhbasRlmE0tLTalu8PjfP&#10;zeLmZUnSuP33jSD0OMzMN8xqM9peJPKhc6zgcVaAIG6c7rhV8PX5On0BESKyxt4xKfilAJv13WSF&#10;pXYX3lHax1ZkCIcSFZgYh1LK0BiyGGZuIM7eyXmLMUvfSu3xkuG2l/OieJIWO84LBgfaGmrO+x+r&#10;IB23dbVIh2R2H75qvavfvo+1Ug/3Y7UEEWmM/+Fb+10rWBTPc7i+yU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z0nR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QMuMYA&#10;AADdAAAADwAAAGRycy9kb3ducmV2LnhtbESPQWvCQBSE74L/YXlCb7qxgtXoKkVaab2oaaE9PrLP&#10;bGj2bciuMe2vdwuCx2FmvmGW685WoqXGl44VjEcJCOLc6ZILBZ8fr8MZCB+QNVaOScEveViv+r0l&#10;ptpd+EhtFgoRIexTVGBCqFMpfW7Ioh+5mjh6J9dYDFE2hdQNXiLcVvIxSabSYslxwWBNG0P5T3a2&#10;Cvx48/K1s3/z9ntreJ+9m+mhMEo9DLrnBYhAXbiHb+03rWCSPE3g/018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QMu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82CF9" w:rsidRDefault="00682CF9" w:rsidP="00682C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82CF9" w:rsidRPr="000209E7" w:rsidRDefault="00682CF9" w:rsidP="00682C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0209E7">
        <w:rPr>
          <w:rFonts w:ascii="Times New Roman" w:eastAsia="Calibri" w:hAnsi="Times New Roman" w:cs="Times New Roman"/>
          <w:b/>
        </w:rPr>
        <w:t>Р</w:t>
      </w:r>
      <w:proofErr w:type="gramEnd"/>
      <w:r w:rsidRPr="000209E7">
        <w:rPr>
          <w:rFonts w:ascii="Times New Roman" w:eastAsia="Calibri" w:hAnsi="Times New Roman" w:cs="Times New Roman"/>
          <w:b/>
        </w:rPr>
        <w:t>ІШЕННЯ</w:t>
      </w:r>
    </w:p>
    <w:p w:rsidR="00682CF9" w:rsidRPr="000209E7" w:rsidRDefault="00682CF9" w:rsidP="00682CF9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09E7">
        <w:rPr>
          <w:rFonts w:ascii="Times New Roman" w:eastAsia="Calibri" w:hAnsi="Times New Roman" w:cs="Times New Roman"/>
        </w:rPr>
        <w:t xml:space="preserve">   Х___ </w:t>
      </w:r>
      <w:r w:rsidRPr="000209E7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сесії</w:t>
      </w:r>
      <w:proofErr w:type="spellEnd"/>
      <w:r w:rsidRPr="000209E7">
        <w:rPr>
          <w:rFonts w:ascii="Times New Roman" w:eastAsia="Calibri" w:hAnsi="Times New Roman" w:cs="Times New Roman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</w:rPr>
        <w:t xml:space="preserve"> ради   </w:t>
      </w:r>
      <w:r w:rsidRPr="000209E7">
        <w:rPr>
          <w:rFonts w:ascii="Times New Roman" w:eastAsia="Calibri" w:hAnsi="Times New Roman" w:cs="Times New Roman"/>
          <w:lang w:val="en-US"/>
        </w:rPr>
        <w:t>VII</w:t>
      </w:r>
      <w:r w:rsidRPr="000209E7">
        <w:rPr>
          <w:rFonts w:ascii="Times New Roman" w:eastAsia="Calibri" w:hAnsi="Times New Roman" w:cs="Times New Roman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скликання</w:t>
      </w:r>
      <w:proofErr w:type="spellEnd"/>
    </w:p>
    <w:p w:rsidR="00682CF9" w:rsidRPr="000209E7" w:rsidRDefault="00682CF9" w:rsidP="00682CF9">
      <w:pPr>
        <w:spacing w:after="0" w:line="240" w:lineRule="auto"/>
        <w:rPr>
          <w:rFonts w:ascii="Times New Roman" w:eastAsia="Calibri" w:hAnsi="Times New Roman" w:cs="Times New Roman"/>
        </w:rPr>
      </w:pPr>
    </w:p>
    <w:p w:rsidR="00682CF9" w:rsidRPr="000209E7" w:rsidRDefault="00682CF9" w:rsidP="00682CF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      __.01. 2020р.                      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                                             №___  </w:t>
      </w:r>
    </w:p>
    <w:p w:rsidR="00682CF9" w:rsidRPr="000209E7" w:rsidRDefault="00682CF9" w:rsidP="00682CF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682CF9" w:rsidRPr="000209E7" w:rsidRDefault="00682CF9" w:rsidP="00682CF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682CF9" w:rsidRPr="000209E7" w:rsidRDefault="00682CF9" w:rsidP="00682CF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682CF9" w:rsidRPr="000209E7" w:rsidRDefault="00682CF9" w:rsidP="00682CF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682CF9" w:rsidRPr="000209E7" w:rsidRDefault="00682CF9" w:rsidP="00682CF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uk-UA"/>
        </w:rPr>
        <w:t>Нікітюку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В.В.</w:t>
      </w:r>
    </w:p>
    <w:p w:rsidR="00682CF9" w:rsidRPr="000209E7" w:rsidRDefault="00682CF9" w:rsidP="00682CF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682CF9" w:rsidRPr="000209E7" w:rsidRDefault="00682CF9" w:rsidP="00682CF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682CF9" w:rsidRPr="000209E7" w:rsidRDefault="00682CF9" w:rsidP="00682C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Ні</w:t>
      </w:r>
      <w:proofErr w:type="gramStart"/>
      <w:r>
        <w:rPr>
          <w:rFonts w:ascii="Times New Roman" w:eastAsia="Calibri" w:hAnsi="Times New Roman" w:cs="Times New Roman"/>
          <w:sz w:val="24"/>
          <w:lang w:val="uk-UA"/>
        </w:rPr>
        <w:t>к</w:t>
      </w:r>
      <w:proofErr w:type="gramEnd"/>
      <w:r>
        <w:rPr>
          <w:rFonts w:ascii="Times New Roman" w:eastAsia="Calibri" w:hAnsi="Times New Roman" w:cs="Times New Roman"/>
          <w:sz w:val="24"/>
          <w:lang w:val="uk-UA"/>
        </w:rPr>
        <w:t>ітюка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В.В.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рада </w:t>
      </w:r>
    </w:p>
    <w:p w:rsidR="00682CF9" w:rsidRPr="000209E7" w:rsidRDefault="00682CF9" w:rsidP="00682C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>ВИРІШИЛА:</w:t>
      </w:r>
    </w:p>
    <w:p w:rsidR="00682CF9" w:rsidRPr="000209E7" w:rsidRDefault="00682CF9" w:rsidP="00682C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82CF9" w:rsidRPr="000209E7" w:rsidRDefault="00682CF9" w:rsidP="00682C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Нікітюку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Вадиму Валентиновичу</w:t>
      </w:r>
      <w:r w:rsidRPr="000209E7">
        <w:rPr>
          <w:rFonts w:ascii="Times New Roman" w:eastAsia="Calibri" w:hAnsi="Times New Roman" w:cs="Times New Roman"/>
          <w:sz w:val="24"/>
          <w:lang w:val="uk-UA"/>
        </w:rPr>
        <w:t>, який заре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єстрований за адресою: </w:t>
      </w:r>
      <w:r w:rsidR="002A1C54" w:rsidRPr="002A1C54">
        <w:rPr>
          <w:rFonts w:ascii="Times New Roman" w:eastAsia="Calibri" w:hAnsi="Times New Roman" w:cs="Times New Roman"/>
          <w:sz w:val="24"/>
        </w:rPr>
        <w:t>________________</w:t>
      </w:r>
      <w:r w:rsidRPr="000209E7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</w:rPr>
        <w:t>0,3</w:t>
      </w:r>
      <w:r>
        <w:rPr>
          <w:rFonts w:ascii="Times New Roman" w:eastAsia="Calibri" w:hAnsi="Times New Roman" w:cs="Times New Roman"/>
          <w:sz w:val="24"/>
          <w:lang w:val="uk-UA"/>
        </w:rPr>
        <w:t>0</w:t>
      </w:r>
      <w:r w:rsidRPr="000209E7">
        <w:rPr>
          <w:rFonts w:ascii="Times New Roman" w:eastAsia="Calibri" w:hAnsi="Times New Roman" w:cs="Times New Roman"/>
          <w:sz w:val="24"/>
        </w:rPr>
        <w:t xml:space="preserve"> га, </w:t>
      </w:r>
      <w:r w:rsidRPr="000209E7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 с</w:t>
      </w:r>
      <w:proofErr w:type="gramStart"/>
      <w:r w:rsidRPr="000209E7">
        <w:rPr>
          <w:rFonts w:ascii="Times New Roman" w:eastAsia="Calibri" w:hAnsi="Times New Roman" w:cs="Times New Roman"/>
          <w:sz w:val="24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Г</w:t>
      </w:r>
      <w:proofErr w:type="gramEnd"/>
      <w:r>
        <w:rPr>
          <w:rFonts w:ascii="Times New Roman" w:eastAsia="Calibri" w:hAnsi="Times New Roman" w:cs="Times New Roman"/>
          <w:sz w:val="24"/>
          <w:lang w:val="uk-UA"/>
        </w:rPr>
        <w:t>оловлі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>.</w:t>
      </w:r>
    </w:p>
    <w:p w:rsidR="00682CF9" w:rsidRPr="000209E7" w:rsidRDefault="00682CF9" w:rsidP="00682C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Нікітюку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В.В.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ради.</w:t>
      </w:r>
    </w:p>
    <w:p w:rsidR="00682CF9" w:rsidRPr="000209E7" w:rsidRDefault="00682CF9" w:rsidP="00682C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3. Контроль за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виконанням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цього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0209E7">
        <w:rPr>
          <w:rFonts w:ascii="Times New Roman" w:eastAsia="Calibri" w:hAnsi="Times New Roman" w:cs="Times New Roman"/>
          <w:sz w:val="24"/>
        </w:rPr>
        <w:t>р</w:t>
      </w:r>
      <w:proofErr w:type="gramEnd"/>
      <w:r w:rsidRPr="000209E7">
        <w:rPr>
          <w:rFonts w:ascii="Times New Roman" w:eastAsia="Calibri" w:hAnsi="Times New Roman" w:cs="Times New Roman"/>
          <w:sz w:val="24"/>
        </w:rPr>
        <w:t>ішення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покласти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постійну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комісію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ради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питань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земельних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відносин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природокористування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планування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архітектури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охорони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пам’яток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історичного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середовищ</w:t>
      </w:r>
      <w:r>
        <w:rPr>
          <w:rFonts w:ascii="Times New Roman" w:eastAsia="Calibri" w:hAnsi="Times New Roman" w:cs="Times New Roman"/>
          <w:sz w:val="24"/>
        </w:rPr>
        <w:t>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та благоустрою (Денисюк Т.В.)</w:t>
      </w:r>
    </w:p>
    <w:p w:rsidR="00682CF9" w:rsidRPr="000209E7" w:rsidRDefault="00682CF9" w:rsidP="00682C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82CF9" w:rsidRPr="000209E7" w:rsidRDefault="00682CF9" w:rsidP="00682C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82CF9" w:rsidRPr="000209E7" w:rsidRDefault="00682CF9" w:rsidP="00682C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82CF9" w:rsidRPr="000209E7" w:rsidRDefault="00682CF9" w:rsidP="00682C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82CF9" w:rsidRPr="000209E7" w:rsidRDefault="00682CF9" w:rsidP="00682C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82CF9" w:rsidRPr="000209E7" w:rsidRDefault="00682CF9" w:rsidP="00682C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82CF9" w:rsidRDefault="00682CF9" w:rsidP="00682CF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голова                                                                                         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В.А.Михалюк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</w:p>
    <w:p w:rsidR="00FA6E06" w:rsidRDefault="00FA6E06"/>
    <w:sectPr w:rsidR="00FA6E06" w:rsidSect="00FA6E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682CF9"/>
    <w:rsid w:val="00171A2E"/>
    <w:rsid w:val="002A1C54"/>
    <w:rsid w:val="00304C90"/>
    <w:rsid w:val="003C0E1F"/>
    <w:rsid w:val="003D5E88"/>
    <w:rsid w:val="00505B6D"/>
    <w:rsid w:val="00682CF9"/>
    <w:rsid w:val="006D3977"/>
    <w:rsid w:val="007D6C18"/>
    <w:rsid w:val="00D1641A"/>
    <w:rsid w:val="00EE283E"/>
    <w:rsid w:val="00FA6E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F9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227</Words>
  <Characters>1294</Characters>
  <Application>Microsoft Office Word</Application>
  <DocSecurity>0</DocSecurity>
  <Lines>10</Lines>
  <Paragraphs>3</Paragraphs>
  <ScaleCrop>false</ScaleCrop>
  <Company>Microsoft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2020-01-13T07:02:00Z</dcterms:created>
  <dcterms:modified xsi:type="dcterms:W3CDTF">2020-01-13T07:26:00Z</dcterms:modified>
</cp:coreProperties>
</file>