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525" w:rsidRPr="0066767B" w:rsidRDefault="00745525" w:rsidP="0074552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745525" w:rsidRPr="0066767B" w:rsidRDefault="00745525" w:rsidP="007455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45525" w:rsidRPr="0066767B" w:rsidRDefault="00745525" w:rsidP="007455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F5F563" wp14:editId="13D3B62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863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86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8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8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8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8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8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8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8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8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8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8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9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9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9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9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5525" w:rsidRDefault="00745525" w:rsidP="00745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P0GYv/LdgAARlkEAA4AAAAAAAAAAAAAAAAALgIAAGRycy9lMm9Eb2MueG1s&#10;UEsBAi0AFAAGAAgAAAAhALIdTJvgAAAACgEAAA8AAAAAAAAAAAAAAAAAJXkAAGRycy9kb3ducmV2&#10;LnhtbFBLBQYAAAAABAAEAPMAAAAy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gtPcMA&#10;AADeAAAADwAAAGRycy9kb3ducmV2LnhtbERPTYvCMBC9L/gfwgje1lRd3FKbioiKB2Gpq/ehGdti&#10;MylN1PrvN4Kwt3m8z0mXvWnEnTpXW1YwGUcgiAuray4VnH63nzEI55E1NpZJwZMcLLPBR4qJtg/O&#10;6X70pQgh7BJUUHnfJlK6oiKDbmxb4sBdbGfQB9iVUnf4COGmkdMomkuDNYeGCltaV1RcjzejwM52&#10;+8O5nOazDX97Xv3El3N/UGo07FcLEJ56/y9+u/c6zJ/E8y94vRNu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gtP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A6BccA&#10;AADeAAAADwAAAGRycy9kb3ducmV2LnhtbERPTWsCMRC9F/ofwhR6kZq10NVujSLC2upB0BZ6HTbT&#10;zdbNZEmibv31TUHobR7vc6bz3rbiRD40jhWMhhkI4srphmsFH+/lwwREiMgaW8ek4IcCzGe3N1Ms&#10;tDvzjk77WIsUwqFABSbGrpAyVIYshqHriBP35bzFmKCvpfZ4TuG2lY9ZlkuLDacGgx0tDVWH/dEq&#10;+C635nM5vqz84HlHl0G5eW3XuVL3d/3iBUSkPv6Lr+43neaPJvkT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wOg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EAc8UA&#10;AADeAAAADwAAAGRycy9kb3ducmV2LnhtbESP3YrCMBCF74V9hzAL3siaqlCk2yiyqIg34s8DDM20&#10;KdtMShNtfXsjLOzdDOfM+c7k68E24kGdrx0rmE0TEMSF0zVXCm7X3dcShA/IGhvHpOBJHtarj1GO&#10;mXY9n+lxCZWIIewzVGBCaDMpfWHIop+6ljhqpesshrh2ldQd9jHcNnKeJKm0WHMkGGzpx1Dxe7nb&#10;CDkt8HQs++tuP2CP26Phyeas1Phz2HyDCDSEf/Pf9UHH+rNlmsL7nTiDXL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cQBz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mw0sQA&#10;AADeAAAADwAAAGRycy9kb3ducmV2LnhtbERPTUsDMRC9C/0PYQRvNttSt2VtWkqtIIIHqyDehs10&#10;d3EzCcnYXf+9EYTe5vE+Z70dXa/OFFPn2cBsWoAirr3tuDHw/vZ4uwKVBNli75kM/FCC7WZytcbK&#10;+oFf6XyURuUQThUaaEVCpXWqW3KYpj4QZ+7ko0PJMDbaRhxyuOv1vChK7bDj3NBioH1L9dfx2xl4&#10;GQ7heVnencJnXMx1erDysRdjbq7H3T0ooVEu4n/3k83zZ6tyCX/v5Bv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5sN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IxmsQA&#10;AADeAAAADwAAAGRycy9kb3ducmV2LnhtbESPzYrCMBDH7wv7DmEWvCya6oJINYqILuJF/HiAoRmb&#10;YjMpTdbWt3cOwt5mmP/Hbxar3tfqQW2sAhsYjzJQxEWwFZcGrpfdcAYqJmSLdWAy8KQIq+XnxwJz&#10;Gzo+0eOcSiUhHHM04FJqcq1j4chjHIWGWG630HpMsralti12Eu5rPcmyqfZYsTQ4bGjjqLif/7yU&#10;HH/weLh1l91vjx1uD46/1ydjBl/9eg4qUZ/+xW/33gr+eDYVXnlHZ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iMZ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qBO8UA&#10;AADeAAAADwAAAGRycy9kb3ducmV2LnhtbERPTUsDMRC9C/0PYQRvNtuia12bllIVitCDVRBvw2a6&#10;u7iZhGTsrv++EQRv83ifs1yPrlcniqnzbGA2LUAR19523Bh4f3u+XoBKgmyx90wGfijBejW5WGJl&#10;/cCvdDpIo3IIpwoNtCKh0jrVLTlMUx+IM3f00aFkGBttIw453PV6XhSldthxbmgx0Lal+uvw7Qzs&#10;h6fwclfeHsNnvJnr9GjlYyvGXF2OmwdQQqP8i//cO5vnzxblPfy+k2/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aoE7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yjksgA&#10;AADeAAAADwAAAGRycy9kb3ducmV2LnhtbESPQUsDMRCF74L/IYzgRdpsFWvZNi1WCAoWiq3gddhM&#10;d5duJksSu+u/dw6CtxnmzXvvW21G36kLxdQGNjCbFqCIq+Barg18Hu1kASplZIddYDLwQwk26+ur&#10;FZYuDPxBl0OulZhwKtFAk3Nfap2qhjymaeiJ5XYK0WOWNdbaRRzE3Hf6vijm2mPLktBgTy8NVefD&#10;tzew3Q/1Q7yrtmN4P71+PVrr7M4ac3szPi9BZRrzv/jv+81J/dniSQAE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6jKOS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BM9sMA&#10;AADeAAAADwAAAGRycy9kb3ducmV2LnhtbERP3WrCMBS+H+wdwhF2N9OK20pnFJkUZHgz3QMcmrOm&#10;2pyUJNbu7Y0geHc+vt+zWI22EwP50DpWkE8zEMS10y03Cn4P1WsBIkRkjZ1jUvBPAVbL56cFltpd&#10;+IeGfWxECuFQogITY19KGWpDFsPU9cSJ+3PeYkzQN1J7vKRw28lZlr1Liy2nBoM9fRmqT/uzVVB9&#10;z3bD6ax95dbj3NKbORYbo9TLZFx/gog0xof47t7qND8vPnK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BM9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KYfsUA&#10;AADeAAAADwAAAGRycy9kb3ducmV2LnhtbERP32vCMBB+H/g/hBP2IjPVMSedUVQIEybI3GCvR3O2&#10;Zc2lJJmt/70RhL3dx/fzFqveNuJMPtSOFUzGGQjiwpmaSwXfX/ppDiJEZIONY1JwoQCr5eBhgblx&#10;HX/S+RhLkUI45KigirHNpQxFRRbD2LXEiTs5bzEm6EtpPHYp3DZymmUzabHm1FBhS9uKit/jn1Ww&#10;OXTlsx8Vm959nN5/XrQ2eq+Vehz26zcQkfr4L767dybNn8xfp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Eph+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53GsMA&#10;AADeAAAADwAAAGRycy9kb3ducmV2LnhtbERP3WrCMBS+H/gO4Qi7m6luc6UaRZTCkN3o9gCH5qyp&#10;NiclibV7+0UQvDsf3+9Zrgfbip58aBwrmE4yEMSV0w3XCn6+y5ccRIjIGlvHpOCPAqxXo6clFtpd&#10;+UD9MdYihXAoUIGJsSukDJUhi2HiOuLE/TpvMSboa6k9XlO4beUsy+bSYsOpwWBHW0PV+XixCsr9&#10;7Ks/X7Qv3WZ4s/RuTvnOKPU8HjYLEJGG+BDf3Z86zZ/mH69weyfd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53G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lxhr8A&#10;AADeAAAADwAAAGRycy9kb3ducmV2LnhtbERPy6rCMBDdX/Afwgjurml9U40igqJLqx8wNGNbbCa1&#10;ibb+vblwwd0cznNWm85U4kWNKy0riIcRCOLM6pJzBdfL/ncBwnlkjZVlUvAmB5t172eFibYtn+mV&#10;+lyEEHYJKii8rxMpXVaQQTe0NXHgbrYx6ANscqkbbEO4qeQoimbSYMmhocCadgVl9/RpFEze7eGR&#10;Tu/RXhuKT+P6xD6bKjXod9slCE+d/4r/3Ucd5seL+QT+3gk3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SXGGvwAAAN4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fCssQA&#10;AADeAAAADwAAAGRycy9kb3ducmV2LnhtbERPTWvCQBC9F/wPywi91Y1CrY2uIoaI9FSj9TxkxySY&#10;nQ3ZjYn/vlsoeJvH+5zVZjC1uFPrKssKppMIBHFudcWFgvMpfVuAcB5ZY22ZFDzIwWY9ellhrG3P&#10;R7pnvhAhhF2MCkrvm1hKl5dk0E1sQxy4q20N+gDbQuoW+xBuajmLork0WHFoKLGhXUn5LeuMgm5+&#10;mZ35+qW/s+Sx/0zSrZM/hVKv42G7BOFp8E/xv/ugw/zp4uMd/t4JN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Hwr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rs2MYA&#10;AADeAAAADwAAAGRycy9kb3ducmV2LnhtbERPS2vCQBC+F/oflhG81Y0PYkxdpQqF6kHx0UNv0+yY&#10;pM3OptlV47/vCoXe5uN7znTemkpcqHGlZQX9XgSCOLO65FzB8fD6lIBwHlljZZkU3MjBfPb4MMVU&#10;2yvv6LL3uQgh7FJUUHhfp1K6rCCDrmdr4sCdbGPQB9jkUjd4DeGmkoMoiqXBkkNDgTUtC8q+92ej&#10;4H2bxJPtYjX6Wm8+cWj0z4cuY6W6nfblGYSn1v+L/9xvOszvJ+MY7u+EG+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brs2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/e18QA&#10;AADeAAAADwAAAGRycy9kb3ducmV2LnhtbERPS2vCQBC+C/6HZQq96UYrGqKr2BZT8WRtodchOyah&#10;2dmQ3ebRX98tCN7m43vOZtebSrTUuNKygtk0AkGcWV1yruDz4zCJQTiPrLGyTAoGcrDbjkcbTLTt&#10;+J3ai89FCGGXoILC+zqR0mUFGXRTWxMH7mobgz7AJpe6wS6Em0rOo2gpDZYcGgqs6aWg7PvyYxT8&#10;Lr/w7N7mz69P2tOwiFN7OqdKPT70+zUIT72/i2/uow7zZ/FqBf/vhBv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P3t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kjC8YA&#10;AADeAAAADwAAAGRycy9kb3ducmV2LnhtbESPQW/CMAyF75P4D5GRdhspiA0oBIQmJu22UfgBVmPS&#10;isYpTQbdfv18QOJm6z2/93m16X2jrtTFOrCB8SgDRVwGW7MzcDx8vMxBxYRssQlMBn4pwmY9eFph&#10;bsON93QtklMSwjFHA1VKba51LCvyGEehJRbtFDqPSdbOadvhTcJ9oydZ9qY91iwNFbb0XlF5Ln68&#10;gUuYvNq+2OHXebf4rp2bXv72U2Oeh/12CSpRnx7m+/WnFfzxfCa88o7Mo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kjC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nge8QA&#10;AADeAAAADwAAAGRycy9kb3ducmV2LnhtbERPyW7CMBC9V+o/WFOpN3CggoQ0BhWkSlyBHnqc2pOl&#10;jcdpbCDl6zESUm/z9NYpVoNtxYl63zhWMBknIIi1Mw1XCj4O76MMhA/IBlvHpOCPPKyWjw8F5sad&#10;eUenfahEDGGfo4I6hC6X0uuaLPqx64gjV7reYoiwr6Tp8RzDbSunSTKXFhuODTV2tKlJ/+yPVsG2&#10;+aLZXJcLm6317vPyG17Sb6PU89Pw9goi0BD+xXf31sT5kyxdwO2deIN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Z4H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fAFsUA&#10;AADeAAAADwAAAGRycy9kb3ducmV2LnhtbERPTWvCQBC9F/oflin0Vjd6kDR1lVooVKqCH9TrkB2z&#10;odnZkN3G+O+dg9DbzLyPeW+2GHyjeupiHdjAeJSBIi6DrbkycDx8vuSgYkK22AQmA1eKsJg/Psyw&#10;sOHCO+r3qVJiwrFAAy6lttA6lo48xlFoiQU7h85jkrWrtO3wIua+0ZMsm2qPNcsHhy19OCp/93/e&#10;QI/ba3Zyy83rql6Xk+3y59vK3Tw/De9voBIN6Z98V39ZiT/OcykgdWQG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l8AW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a6F8IA&#10;AADeAAAADwAAAGRycy9kb3ducmV2LnhtbERPTUvDQBC9C/6HZQRvdpMcJMRuSylUPGr04HGanWZT&#10;szNhd22iv94VBG/zeJ+z3i5+VBcKcRA2UK4KUMSd2IF7A2+vh7saVEzIFkdhMvBFEbab66s1NlZm&#10;fqFLm3qVQzg2aMClNDVax86Rx7iSiThzJwkeU4ah1zbgnMP9qKuiuNceB84NDifaO+o+2k9vYH7s&#10;jufq9G7dd5jk0D7LuRrFmNubZfcAKtGS/sV/7ieb55d1XcLvO/kG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1roX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w0d8QA&#10;AADeAAAADwAAAGRycy9kb3ducmV2LnhtbERPS2vCQBC+F/wPywje6sYcNERXsVqhiKX4uk+z0yTt&#10;7mzIbjX+e1co9DYf33Nmi84acaHW144VjIYJCOLC6ZpLBafj5jkD4QOyRuOYFNzIw2Lee5phrt2V&#10;93Q5hFLEEPY5KqhCaHIpfVGRRT90DXHkvlxrMUTYllK3eI3h1sg0ScbSYs2xocKGVhUVP4dfq2Dz&#10;sTbf6ft+eZZh9Tr5NNn2Zb1TatDvllMQgbrwL/5zv+k4f5RlKTzeiT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8NHf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ZMeMQA&#10;AADeAAAADwAAAGRycy9kb3ducmV2LnhtbERP24rCMBB9X/Afwgi+yJqqrJSuUUQQFVzwsrCvYzO2&#10;xWZSmljr3xtB2Lc5nOtM560pRUO1KywrGA4iEMSp1QVnCn5Pq88YhPPIGkvLpOBBDuazzscUE23v&#10;fKDm6DMRQtglqCD3vkqkdGlOBt3AVsSBu9jaoA+wzqSu8R7CTSlHUTSRBgsODTlWtMwpvR5vRkGz&#10;352zTeOq7TXuu6/xeb3+0X9K9brt4huEp9b/i9/ujQ7zh3E8htc74QY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GTH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OqEcUA&#10;AADeAAAADwAAAGRycy9kb3ducmV2LnhtbERPTWsCMRC9C/6HMIXeNKtoWVejaKHgRVDrQW/jZrq7&#10;uJlsk6jb/vpGEHqbx/uc2aI1tbiR85VlBYN+AoI4t7riQsHh86OXgvABWWNtmRT8kIfFvNuZYabt&#10;nXd024dCxBD2GSooQ2gyKX1ekkHftw1x5L6sMxgidIXUDu8x3NRymCRv0mDFsaHEht5Lyi/7q1Gw&#10;mqSr7+2IN7+784lOx/NlPHSJUq8v7XIKIlAb/sVP91rH+YM0HcHjnXiD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w6oRxQAAAN4AAAAPAAAAAAAAAAAAAAAAAJgCAABkcnMv&#10;ZG93bnJldi54bWxQSwUGAAAAAAQABAD1AAAAigMAAAAA&#10;" fillcolor="black" stroked="f"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wBisUA&#10;AADeAAAADwAAAGRycy9kb3ducmV2LnhtbERPS4vCMBC+L+x/CCN4W1MFpXSNovsAQT34OOxxtplt&#10;Q5tJabJa/fVGELzNx/ec6byztThR641jBcNBAoI4d9pwoeB4+H5LQfiArLF2TAou5GE+e32ZYqbd&#10;mXd02odCxBD2GSooQ2gyKX1ekkU/cA1x5P5cazFE2BZSt3iO4baWoySZSIuGY0OJDX2UlFf7f6vg&#10;Zz0x6c7Q6HdzXX7pzbhabj8rpfq9bvEOIlAXnuKHe6Xj/GGajuH+TrxB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AGK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zyz8MA&#10;AADeAAAADwAAAGRycy9kb3ducmV2LnhtbERPTWsCMRC9F/wPYYTealYPsqxGkRbRi4faitdhM27W&#10;3UzWJOrqr28Khd7m8T5nvuxtK27kQ+1YwXiUgSAuna65UvD9tX7LQYSIrLF1TAoeFGC5GLzMsdDu&#10;zp9028dKpBAOBSowMXaFlKE0ZDGMXEecuJPzFmOCvpLa4z2F21ZOsmwqLdacGgx29G6obPZXq8Cv&#10;jh/Nk6+HJnvuHmFz7i85GqVeh/1qBiJSH//Ff+6tTvPHeT6F33fSD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8zyz8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HhH8QA&#10;AADeAAAADwAAAGRycy9kb3ducmV2LnhtbERP22rCQBB9L/gPywi+FN3oQ42pq4hQECoFLx8wzY5J&#10;cHc2ZKca+/XdQqFvczjXWa5779SNutgENjCdZKCIy2AbrgycT2/jHFQUZIsuMBl4UIT1avC0xMKG&#10;Ox/odpRKpRCOBRqoRdpC61jW5DFOQkucuEvoPEqCXaVth/cU7p2eZdmL9thwaqixpW1N5fX45Q24&#10;2adbvM/jXh5nvc++vRyeP6wxo2G/eQUl1Mu/+M+9s2n+NM/n8PtOu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x4R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40N8cA&#10;AADeAAAADwAAAGRycy9kb3ducmV2LnhtbESPQU/DMAyF70j8h8iTuLF0O6CqLJtg06ReOKwM7eo1&#10;pqlInKoJW9mvxwckbrbe83ufV5speHWhMfWRDSzmBSjiNtqeOwPH9/1jCSplZIs+Mhn4oQSb9f3d&#10;Cisbr3ygS5M7JSGcKjTgch4qrVPrKGCax4FYtM84Bsyyjp22I14lPHi9LIonHbBnaXA40NZR+9V8&#10;BwO7ZvDLY+1e0+nj7Xz29W1Pp50xD7Pp5RlUpin/m/+uayv4i7IUXnlHZ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+NDf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cjmsMA&#10;AADeAAAADwAAAGRycy9kb3ducmV2LnhtbERPTWvCQBC9F/oflin0VnfjwcboGoooCD3V6sHbsDsm&#10;sdnZkF1N+u+7gtDbPN7nLMvRteJGfWg8a8gmCgSx8bbhSsPhe/uWgwgR2WLrmTT8UoBy9fy0xML6&#10;gb/oto+VSCEcCtRQx9gVUgZTk8Mw8R1x4s6+dxgT7CtpexxSuGvlVKmZdNhwaqixo3VN5md/dRou&#10;W/npjUJzPByHnX0/bWbUKq1fX8aPBYhIY/wXP9w7m+ZneT6H+zvpB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cjm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zvvccA&#10;AADeAAAADwAAAGRycy9kb3ducmV2LnhtbESPQWvCQBCF74X+h2UK3upGCxJTV7GCUCweqqX0OM2O&#10;SUh2Nuyumv575yD0NsO8ee99i9XgOnWhEBvPBibjDBRx6W3DlYGv4/Y5BxUTssXOMxn4owir5ePD&#10;Agvrr/xJl0OqlJhwLNBAnVJfaB3LmhzGse+J5XbywWGSNVTaBryKuev0NMtm2mHDklBjT5uayvZw&#10;dgZ+zh982r/s1uEtffvhGNvpb94aM3oa1q+gEg3pX3z/frdSf5LPBUBwZAa9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8773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2fVMUA&#10;AADeAAAADwAAAGRycy9kb3ducmV2LnhtbERPS2vCQBC+F/oflil4q5uILTG6Si0Uein4OuhtzI5J&#10;MDub7m41+uu7guBtPr7nTGadacSJnK8tK0j7CQjiwuqaSwWb9ddrBsIHZI2NZVJwIQ+z6fPTBHNt&#10;z7yk0yqUIoawz1FBFUKbS+mLigz6vm2JI3ewzmCI0JVSOzzHcNPIQZK8S4M1x4YKW/qsqDiu/oyC&#10;+Sib/y6G/HNd7ne02+6PbwOXKNV76T7GIAJ14SG+u791nJ9moxRu78Qb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Z9UxQAAAN4AAAAPAAAAAAAAAAAAAAAAAJgCAABkcnMv&#10;ZG93bnJldi54bWxQSwUGAAAAAAQABAD1AAAAigMAAAAA&#10;" fillcolor="black" stroked="f"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kKicQA&#10;AADeAAAADwAAAGRycy9kb3ducmV2LnhtbERPS0sDMRC+C/0PYQRvNtsK0m6blqVQFE/bh3idbqab&#10;xc1kSWK6/nsjCN7m43vOejvaXiTyoXOsYDYtQBA3TnfcKjif9o8LECEia+wdk4JvCrDdTO7WWGp3&#10;4wOlY2xFDuFQogIT41BKGRpDFsPUDcSZuzpvMWboW6k93nK47eW8KJ6lxY5zg8GBdoaaz+OXVZAu&#10;u7p6Sh/JHN581XpXv7xfaqUe7sdqBSLSGP/Ff+5XnefPFss5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JCo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nrG8UA&#10;AADeAAAADwAAAGRycy9kb3ducmV2LnhtbERPTWvCQBC9F/wPywi91U1aEI2uItIW24s2CnocsmM2&#10;mJ0N2TWm/fXdgtDbPN7nzJe9rUVHra8cK0hHCQjiwumKSwWH/dvTBIQPyBprx6TgmzwsF4OHOWba&#10;3fiLujyUIoawz1CBCaHJpPSFIYt+5BriyJ1dazFE2JZSt3iL4baWz0kylhYrjg0GG1obKi751Srw&#10;6fr1+Gl/pt3p3fA2/zDjXWmUehz2qxmIQH34F9/dGx3np5PpC/y9E2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6esb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45525" w:rsidRDefault="00745525" w:rsidP="00745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45525" w:rsidRPr="0066767B" w:rsidRDefault="00745525" w:rsidP="007455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745525" w:rsidRPr="0066767B" w:rsidRDefault="00745525" w:rsidP="0074552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745525" w:rsidRPr="0066767B" w:rsidRDefault="00745525" w:rsidP="007455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745525" w:rsidRDefault="00745525" w:rsidP="007455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</w:p>
    <w:p w:rsidR="00745525" w:rsidRPr="0066767B" w:rsidRDefault="00745525" w:rsidP="007455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745525" w:rsidRPr="0066767B" w:rsidRDefault="00745525" w:rsidP="0074552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745525" w:rsidRPr="0066767B" w:rsidRDefault="00745525" w:rsidP="007455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745525" w:rsidRPr="0066767B" w:rsidRDefault="00745525" w:rsidP="007455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745525" w:rsidRPr="0066767B" w:rsidRDefault="00745525" w:rsidP="007455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745525" w:rsidRPr="0066767B" w:rsidRDefault="00745525" w:rsidP="007455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745525" w:rsidRPr="0066767B" w:rsidRDefault="00745525" w:rsidP="007455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745525" w:rsidRPr="0066767B" w:rsidRDefault="00745525" w:rsidP="0074552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745525" w:rsidRPr="0066767B" w:rsidRDefault="00745525" w:rsidP="0074552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745525" w:rsidRPr="0066767B" w:rsidRDefault="00745525" w:rsidP="0074552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Крупець                                                 №___</w:t>
      </w:r>
    </w:p>
    <w:p w:rsidR="00745525" w:rsidRPr="0066767B" w:rsidRDefault="00745525" w:rsidP="0074552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745525" w:rsidRPr="0066767B" w:rsidRDefault="00745525" w:rsidP="0074552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745525" w:rsidRPr="0066767B" w:rsidRDefault="00745525" w:rsidP="007455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745525" w:rsidRPr="0066767B" w:rsidRDefault="00745525" w:rsidP="007455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745525" w:rsidRPr="0066767B" w:rsidRDefault="00745525" w:rsidP="007455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Сорока Т.П.</w:t>
      </w:r>
    </w:p>
    <w:p w:rsidR="00745525" w:rsidRPr="0066767B" w:rsidRDefault="00745525" w:rsidP="0074552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45525" w:rsidRPr="0066767B" w:rsidRDefault="00745525" w:rsidP="0074552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45525" w:rsidRPr="0066767B" w:rsidRDefault="00745525" w:rsidP="0074552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Сорока Т.П.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745525" w:rsidRPr="0066767B" w:rsidRDefault="00745525" w:rsidP="0074552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745525" w:rsidRPr="0066767B" w:rsidRDefault="00745525" w:rsidP="0074552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45525" w:rsidRPr="0066767B" w:rsidRDefault="00745525" w:rsidP="0074552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1.Затвердити  Сорока Тимофію Павловичу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 за рахунок 16.00 землі запасу (земельні ділянки кожної категорії земель, які не надані у  власність або користування громадянам чи юридичним особам), площею 1,8153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45525" w:rsidRDefault="00745525" w:rsidP="0074552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 w:rsidRPr="00D117C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Сорока Тимофію Павловичу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 за адресою: </w:t>
      </w:r>
      <w:r w:rsidR="0000143D">
        <w:rPr>
          <w:rFonts w:ascii="Times New Roman" w:eastAsia="Calibri" w:hAnsi="Times New Roman" w:cs="Times New Roman"/>
          <w:sz w:val="24"/>
          <w:lang w:val="en-US"/>
        </w:rPr>
        <w:t>___________</w:t>
      </w:r>
      <w:r>
        <w:rPr>
          <w:rFonts w:ascii="Times New Roman" w:eastAsia="Calibri" w:hAnsi="Times New Roman" w:cs="Times New Roman"/>
          <w:sz w:val="24"/>
          <w:lang w:val="uk-UA"/>
        </w:rPr>
        <w:t>,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00143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1,8153 га, кадастровий номер: 6823984000:03:018:0341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 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рахунок 16.00 землі запасу (земельні ділянки кожної категорії земель, які не надані у  власність або користування громадянам чи юридичним особам)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B38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45525" w:rsidRPr="0066767B" w:rsidRDefault="00745525" w:rsidP="007455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Сорока Т.П.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якому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45525" w:rsidRPr="0066767B" w:rsidRDefault="00745525" w:rsidP="007455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745525" w:rsidRDefault="00745525" w:rsidP="0074552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45525" w:rsidRPr="0066767B" w:rsidRDefault="00745525" w:rsidP="0074552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45525" w:rsidRDefault="00745525" w:rsidP="007455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p w:rsidR="001110E3" w:rsidRDefault="001110E3"/>
    <w:sectPr w:rsidR="001110E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11E" w:rsidRDefault="00D2011E">
      <w:pPr>
        <w:spacing w:after="0" w:line="240" w:lineRule="auto"/>
      </w:pPr>
      <w:r>
        <w:separator/>
      </w:r>
    </w:p>
  </w:endnote>
  <w:endnote w:type="continuationSeparator" w:id="0">
    <w:p w:rsidR="00D2011E" w:rsidRDefault="00D20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11E" w:rsidRDefault="00D2011E">
      <w:pPr>
        <w:spacing w:after="0" w:line="240" w:lineRule="auto"/>
      </w:pPr>
      <w:r>
        <w:separator/>
      </w:r>
    </w:p>
  </w:footnote>
  <w:footnote w:type="continuationSeparator" w:id="0">
    <w:p w:rsidR="00D2011E" w:rsidRDefault="00D20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525"/>
    <w:rsid w:val="0000143D"/>
    <w:rsid w:val="001110E3"/>
    <w:rsid w:val="00745525"/>
    <w:rsid w:val="007D42BC"/>
    <w:rsid w:val="00D2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25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25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2021-01-18T12:03:00Z</dcterms:created>
  <dcterms:modified xsi:type="dcterms:W3CDTF">2021-01-18T12:26:00Z</dcterms:modified>
</cp:coreProperties>
</file>