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CA9" w:rsidRDefault="00CD5CA9" w:rsidP="00CD5CA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18206B" wp14:editId="3AA0AAC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40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CA9" w:rsidRDefault="00CD5CA9" w:rsidP="00CD5C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Oj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aVcQA&#10;AADdAAAADwAAAGRycy9kb3ducmV2LnhtbESPS4sCMRCE7wv+h9DC3jTja5Vxoois4kFYfN2bSc8D&#10;J51hEnX890YQ9lhU1VdUsmxNJe7UuNKygkE/AkGcWl1yruB82vRmIJxH1lhZJgVPcrBcdL4SjLV9&#10;8IHuR5+LAGEXo4LC+zqW0qUFGXR9WxMHL7ONQR9kk0vd4CPATSWHUfQjDZYcFgqsaV1Qej3ejAI7&#10;2u72l3x4GP3y1PPqb5Zd2r1S3912NQfhqfX/4U97pxVMxt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gWlX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QALMgA&#10;AADdAAAADwAAAGRycy9kb3ducmV2LnhtbESPT0sDMRTE74LfITzBS2mzlbqta9MihbXqQegf6PWx&#10;eW7Wbl6WJLZrP70RBI/DzPyGmS9724oT+dA4VjAeZSCIK6cbrhXsd+VwBiJEZI2tY1LwTQGWi+ur&#10;ORbanXlDp22sRYJwKFCBibErpAyVIYth5Dri5H04bzEm6WupPZ4T3LbyLstyabHhtGCwo5Wh6rj9&#10;sgo+y3dzWE0vz37wsKHLoHxbt6+5Urc3/dMjiEh9/A//tV+0gvtJlsP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JAA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HyMMA&#10;AADdAAAADwAAAGRycy9kb3ducmV2LnhtbESP3YrCMBCF74V9hzAL3oimq+4qXaOIqIg34s8DDM3Y&#10;lG0mpcna+vZGELw8nJ+PM1u0thQ3qn3hWMHXIAFBnDldcK7gct70pyB8QNZYOiYFd/KwmH90Zphq&#10;1/CRbqeQizjCPkUFJoQqldJnhiz6gauIo3d1tcUQZZ1LXWMTx20ph0nyIy0WHAkGK1oZyv5O/zZC&#10;DiM87K/NebNtscH13nBveVSq+9kuf0EEasM7/GrvtILvcTKB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DHy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GGsMA&#10;AADdAAAADwAAAGRycy9kb3ducmV2LnhtbERPTWsCMRC9C/0PYQreNFtRW7ZGKdZCETxoC6W3YTPu&#10;Lt1MQjJ1t/++OQgeH+97tRlcpy4UU+vZwMO0AEVcedtybeDz423yBCoJssXOMxn4owSb9d1ohaX1&#10;PR/pcpJa5RBOJRpoREKpdaoacpimPhBn7uyjQ8kw1tpG7HO46/SsKJbaYcu5ocFA24aqn9OvM3Do&#10;d2H/uFycw3ecz3R6tfK1FWPG98PLMyihQW7iq/vdGljMizw3v8lPQK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SGG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P2IcMA&#10;AADd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vcTKF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P2I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cwcMA&#10;AADdAAAADwAAAGRycy9kb3ducmV2LnhtbERPS0sDMRC+F/wPYQRvbbalrbI2W6QqiNCDVRBvw2b2&#10;gZtJSMbu+u/NQejx43vv9pMb1Jli6j0bWC4KUMS1tz23Bj7en+d3oJIgWxw8k4FfSrCvrmY7LK0f&#10;+Y3OJ2lVDuFUooFOJJRap7ojh2nhA3HmGh8dSoax1TbimMPdoFdFsdUOe84NHQY6dFR/n36cgeP4&#10;FF5vt5smfMX1SqdHK58HMebmenq4ByU0yUX8736xBjbrZd6f3+Qno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scw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ZJMcA&#10;AADdAAAADwAAAGRycy9kb3ducmV2LnhtbESPzWrDMBCE74W8g9hCLyWR3TYhuFFCUhANtFDyA70u&#10;1sY2tVZGUmPn7aNAocdhZr5hFqvBtuJMPjSOFeSTDARx6UzDlYLjQY/nIEJENtg6JgUXCrBaju4W&#10;WBjX847O+1iJBOFQoII6xq6QMpQ1WQwT1xEn7+S8xZikr6Tx2Ce4beVTls2kxYbTQo0dvdVU/ux/&#10;rYLNV189+8dyM7iP0/v3VGujP7VSD/fD+hVEpCH+h//aW6Ng+pL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3GS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dFsQA&#10;AADdAAAADwAAAGRycy9kb3ducmV2LnhtbESPUWvCMBSF3wf+h3CFva2pRYdUo4ijMMZepv6AS3Nt&#10;qs1NSWLt/v0yEHw8nHO+w1lvR9uJgXxoHSuYZTkI4trplhsFp2P1tgQRIrLGzjEp+KUA283kZY2l&#10;dnf+oeEQG5EgHEpUYGLsSylDbchiyFxPnLyz8xZjkr6R2uM9wW0nizx/lxZbTgsGe9obqq+Hm1VQ&#10;fRXfw/WmfeV249zSwlyWH0ap1+m4W4GINMZn+NH+1AoW81kB/2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d3R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iy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D2M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kiy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g+c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m+TSH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g+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fRMMA&#10;AADdAAAADwAAAGRycy9kb3ducmV2LnhtbESP0WqDQBRE3wv5h+UG+tastlqKySqhYKiPtf2Ai3uj&#10;onvXuJto/r5bKPRxmJkzzKFYzShuNLvesoJ4F4EgbqzuuVXw/VU+vYFwHlnjaJkU3MlBkW8eDphp&#10;u/An3WrfigBhl6GCzvspk9I1HRl0OzsRB+9sZ4M+yLmVesYlwM0on6PoVRrsOSx0ONF7R81QX42C&#10;5L6cLnU6RKU2FFcvU8W+SZV63K7HPQhPq/8P/7U/tII0iVP4fROe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FfR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YL8UA&#10;AADdAAAADwAAAGRycy9kb3ducmV2LnhtbESPT2vCQBTE7wW/w/KE3upG0VBTVxElRXpqo+35kX0m&#10;odm3Ibvmz7fvCkKPw8z8htnsBlOLjlpXWVYwn0UgiHOrKy4UXM7pyysI55E11pZJwUgOdtvJ0wYT&#10;bXv+oi7zhQgQdgkqKL1vEildXpJBN7MNcfCutjXog2wLqVvsA9zUchFFsTRYcVgosaFDSflvdjMK&#10;bvHP4sLXD/2ZHcf39THdO/ldKPU8HfZvIDwN/j/8aJ+0gtVyHsP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cdg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4Cs8gA&#10;AADdAAAADwAAAGRycy9kb3ducmV2LnhtbESPzW7CMBCE75V4B2uReisOfwFSDIJKlQoHELQcuC3x&#10;NgnE6zR2IX17XKlSj6OZ+UYznTemFFeqXWFZQbcTgSBOrS44U/Dx/vo0BuE8ssbSMin4IQfzWeth&#10;iom2N97Rde8zESDsElSQe18lUro0J4OuYyvi4H3a2qAPss6krvEW4KaUvSiKpcGCw0KOFb3klF72&#10;30bBYTuOJ9vlanBeb07YN/rrqItYqcd2s3gG4anx/+G/9ptWMBx0R/D7JjwBOb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ngK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UMsIA&#10;AADdAAAADwAAAGRycy9kb3ducmV2LnhtbERPy4rCMBTdC/5DuII7TdWOSG0UH+iIK3UG3F6aO22Z&#10;5qY0Uet8vVkMuDycd7psTSXu1LjSsoLRMAJBnFldcq7g+2s3mIFwHlljZZkUPMnBctHtpJho++Az&#10;3S8+FyGEXYIKCu/rREqXFWTQDW1NHLgf2xj0ATa51A0+Qrip5DiKptJgyaGhwJo2BWW/l5tR8De9&#10;4sl9jtfbifb0jGd7ezztler32tUchKfWv8X/7oNW8BGPwtz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VQy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2iEcUA&#10;AADdAAAADwAAAGRycy9kb3ducmV2LnhtbESPwWrDMBBE74X8g9hCbrWcYJfajRJCSKC3xm4/YLG2&#10;som1ciwlcfv1VSHQ4zAzb5jVZrK9uNLoO8cKFkkKgrhxumOj4PPj8PQCwgdkjb1jUvBNHjbr2cMK&#10;S+1uXNG1DkZECPsSFbQhDKWUvmnJok/cQBy9LzdaDFGORuoRbxFue7lM02dpseO40OJAu5aaU32x&#10;Cs5umeup3uP7aV8cO2Oy80+VKTV/nLavIAJN4T98b79pBXm2KO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7aI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LWcEA&#10;AADdAAAADwAAAGRycy9kb3ducmV2LnhtbERPu27CMBTdkfgH6yKxgcMbAgYBEhIr0KHjxb4kaePr&#10;EBtI+/X1UInx6LxXm8aW4km1LxwrGPQTEMTamYIzBR+XQ28Owgdkg6VjUvBDHjbrdmuFqXEvPtHz&#10;HDIRQ9inqCAPoUql9Doni77vKuLI3VxtMURYZ9LU+IrhtpTDJJlKiwXHhhwr2uekv88Pq+BYXGky&#10;1beFne/06fP3HkazL6NUt9NslyACNeEt/ncfjYLJeBj3xzfxCc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aS1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8dNsIA&#10;AADdAAAADwAAAGRycy9kb3ducmV2LnhtbERPXWvCMBR9H/gfwhX2tqaWKa4aZQ4Gk6kwN/T10lyb&#10;suamNFmt/34RBB/PN2e+7G0tOmp95VjBKElBEBdOV1wq+Pl+f5qC8AFZY+2YFFzIw3IxeJhjrt2Z&#10;v6jbh1LEEvY5KjAhNLmUvjBk0SeuIY7aybUWQ4RtKXWL51hua5ml6URarDguGGzozVDxu/+zCjrc&#10;XdKjWW1f1tWmyHarw6eOvHoc9q8zEIH6cDff0h9awfg5G8H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3x0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Y9IcQA&#10;AADdAAAADwAAAGRycy9kb3ducmV2LnhtbESPQUsDMRSE74L/ITzBm80aVGRtWopQ8ahrDx6fm9fN&#10;tpv3liR2V3+9EQSPw8x8wyzXcxjUiWLqhS1cLypQxK24njsLu7ft1T2olJEdDsJk4YsSrFfnZ0us&#10;nUz8Sqcmd6pAONVowec81lqn1lPAtJCRuHh7iQFzkbHTLuJU4GHQpqrudMCey4LHkR49tcfmM1iY&#10;ntqPg9m/O/8dR9k2L3Iwg1h7eTFvHkBlmvN/+K/97Czc3hgD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2PS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eHcgA&#10;AADdAAAADwAAAGRycy9kb3ducmV2LnhtbESP3WoCMRSE7wXfIRzBu5p1ta1sjWK1QiktxZ/eHzfH&#10;3bXJybJJdfv2plDwcpiZb5jpvLVGnKnxlWMFw0ECgjh3uuJCwX63vpuA8AFZo3FMCn7Jw3zW7Uwx&#10;0+7CGzpvQyEihH2GCsoQ6kxKn5dk0Q9cTRy9o2sshiibQuoGLxFujUyT5EFarDgulFjTsqT8e/tj&#10;Faw/V+aUfmwWXzIsXx4PZvL2vHpXqt9rF08gArXhFv5vv2oF9+N0BH9v4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Ed4d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+L0McA&#10;AADdAAAADwAAAGRycy9kb3ducmV2LnhtbESP3WrCQBSE74W+w3IKvRHd1D9C6iqlULTQgkaht8fs&#10;aRLMng27a0zf3hUKvRxm5htmue5NIzpyvras4HmcgCAurK65VHA8vI9SED4ga2wsk4Jf8rBePQyW&#10;mGl75T11eShFhLDPUEEVQptJ6YuKDPqxbYmj92OdwRClK6V2eI1w08hJkiykwZrjQoUtvVVUnPOL&#10;UdDtPk/ltvPtxzkd+vn0tNl86W+lnh771xcQgfrwH/5rb7WC+Wwyg/u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fi9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SgscA&#10;AADdAAAADwAAAGRycy9kb3ducmV2LnhtbESPT2vCQBTE74V+h+UVequbBlM0uooKQi8F//RQb8/s&#10;axLMvo27W41++q4geBxm5jfMeNqZRpzI+dqygvdeAoK4sLrmUsH3dvk2AOEDssbGMim4kIfp5Plp&#10;jLm2Z17TaRNKESHsc1RQhdDmUvqiIoO+Z1vi6P1aZzBE6UqpHZ4j3DQyTZIPabDmuFBhS4uKisPm&#10;zyiYDwfz46rPX9f1fke7n/0hS12i1OtLNxuBCNSFR/je/tQKsn6awe1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yUoLHAAAA3QAAAA8AAAAAAAAAAAAAAAAAmAIAAGRy&#10;cy9kb3ducmV2LnhtbFBLBQYAAAAABAAEAPUAAACMAwAAAAA=&#10;" fillcolor="black" stroked="f"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P+8cA&#10;AADdAAAADwAAAGRycy9kb3ducmV2LnhtbESPQWvCQBSE74X+h+UVeqsbgwaJrqKtgqA9aHvw+Mw+&#10;kyXZtyG71bS/visUehxm5htmtuhtI67UeeNYwXCQgCAunDZcKvj82LxMQPiArLFxTAq+ycNi/vgw&#10;w1y7Gx/oegyliBD2OSqoQmhzKX1RkUU/cC1x9C6usxii7EqpO7xFuG1kmiSZtGg4LlTY0mtFRX38&#10;sgpOu8xMDobS8/5ntdb7cb16f6uVen7ql1MQgfrwH/5rb7WC8SjN4P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JD/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U1cYA&#10;AADdAAAADwAAAGRycy9kb3ducmV2LnhtbESPQWsCMRSE74L/ITyhN80qrZXVKGIp7aWHWsXrY/O6&#10;2e7mZZtEXf31TUHwOMzMN8xi1dlGnMiHyrGC8SgDQVw4XXGpYPf1OpyBCBFZY+OYFFwowGrZ7y0w&#10;1+7Mn3TaxlIkCIccFZgY21zKUBiyGEauJU7et/MWY5K+lNrjOcFtIydZNpUWK04LBlvaGCrq7dEq&#10;8OvDS33l477Orh+X8PbT/c7QKPUw6NZzEJG6eA/f2u9awdPj5B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CU1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lFcMA&#10;AADdAAAADwAAAGRycy9kb3ducmV2LnhtbERP22rCQBB9F/yHZQRfSt0YrG1TV5GCIFQELx8wzU6T&#10;0N3ZkJ1q7Nd3Hwo+Hs59seq9UxfqYhPYwHSSgSIug224MnA+bR5fQEVBtugCk4EbRVgth4MFFjZc&#10;+UCXo1QqhXAs0EAt0hZax7Imj3ESWuLEfYXOoyTYVdp2eE3h3uk8y+baY8OpocaW3msqv48/3oDL&#10;P93rx3Pcye2sd9mvl8PD3hozHvXrN1BCvdzF/+6tNfA0y9Pc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ulF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sPyscA&#10;AADdAAAADwAAAGRycy9kb3ducmV2LnhtbESPzWrDMBCE74W8g9hCbo1ck5bWjRLyQ8CXHuqm5Lqx&#10;NpaJtDKWkjh9+qpQ6HGYmW+Y2WJwVlyoD61nBY+TDARx7XXLjYLd5/bhBUSIyBqtZ1JwowCL+ehu&#10;hoX2V/6gSxUbkSAcClRgYuwKKUNtyGGY+I44eUffO4xJ9o3UPV4T3FmZZ9mzdNhyWjDY0dpQfarO&#10;TsGm6my+K80q7L/eDwdbfm9pv1FqfD8s30BEGuJ/+K9dagVP0/wV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rD8r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9/O8IA&#10;AADdAAAADwAAAGRycy9kb3ducmV2LnhtbERPu2rDMBTdA/0HcQvZEqnNqziWQykNBDrFSYZuF+nG&#10;dmtdGUuNnb+vhkLHw3nnu9G14kZ9aDxreJorEMTG24YrDefTfvYCIkRki61n0nCnALviYZJjZv3A&#10;R7qVsRIphEOGGuoYu0zKYGpyGOa+I07c1fcOY4J9JW2PQwp3rXxWai0dNpwaauzorSbzXf44DV97&#10;+eGNQnM5X4aD3Xy+r6lVWk8fx9ctiEhj/Bf/uQ9Ww2q5SPvTm/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n387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p4js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eBjPBr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p4j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cK8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1g0O+l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CXCvHAAAA3QAAAA8AAAAAAAAAAAAAAAAAmAIAAGRy&#10;cy9kb3ducmV2LnhtbFBLBQYAAAAABAAEAPUAAACMAwAAAAA=&#10;" fillcolor="black" stroked="f"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IDscUA&#10;AADdAAAADwAAAGRycy9kb3ducmV2LnhtbESPQUsDMRSE70L/Q3hCbzZrV0W2TctSkIqnbVV6fd08&#10;N4ublyWJ6frvjSB4HGbmG2a9newgEvnQO1ZwuyhAELdO99wpeHt9unkEESKyxsExKfimANvN7GqN&#10;lXYXPlA6xk5kCIcKFZgYx0rK0BqyGBZuJM7eh/MWY5a+k9rjJcPtIJdF8SAt9pwXDI60M9R+Hr+s&#10;gnTeNXWZTskcXnzdedfs38+NUvPrqV6BiDTF//Bf+1kruL8r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O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x7N8cA&#10;AADdAAAADwAAAGRycy9kb3ducmV2LnhtbESPQWvCQBSE74L/YXmCt7qxWmmjqxTRYr20TQv1+Mg+&#10;s8Hs25DdxrS/3i0IHoeZ+YZZrDpbiZYaXzpWMB4lIIhzp0suFHx9bu8eQfiArLFyTAp+ycNq2e8t&#10;MNXuzB/UZqEQEcI+RQUmhDqV0ueGLPqRq4mjd3SNxRBlU0jd4DnCbSXvk2QmLZYcFwzWtDaUn7If&#10;q8CP15vvvf17ag8vht+yVzN7L4xSw0H3PAcRqAu38LW90woeppMp/L+JT0Au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cez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5CA9" w:rsidRDefault="00CD5CA9" w:rsidP="00CD5C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5CA9" w:rsidRDefault="00CD5CA9" w:rsidP="00CD5CA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5CA9" w:rsidRDefault="00CD5CA9" w:rsidP="00CD5C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CA9" w:rsidRDefault="00CD5CA9" w:rsidP="00CD5C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D5CA9" w:rsidRDefault="00CD5CA9" w:rsidP="00CD5C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5CA9" w:rsidRDefault="00CD5CA9" w:rsidP="00CD5C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№66</w:t>
      </w:r>
    </w:p>
    <w:p w:rsidR="00CD5CA9" w:rsidRPr="00E170B2" w:rsidRDefault="00CD5CA9" w:rsidP="00CD5C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5CA9" w:rsidRPr="00FE0035" w:rsidRDefault="00CD5CA9" w:rsidP="00CD5CA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CD5CA9" w:rsidRPr="00FE0035" w:rsidRDefault="00CD5CA9" w:rsidP="00CD5CA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CD5CA9" w:rsidRPr="00FE0035" w:rsidRDefault="00CD5CA9" w:rsidP="00CD5CA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D5CA9" w:rsidRPr="00FE0035" w:rsidRDefault="00CD5CA9" w:rsidP="00CD5CA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6823982100:03:005:0035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CD5CA9" w:rsidRPr="00FE0035" w:rsidRDefault="00CD5CA9" w:rsidP="00CD5CA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5CA9" w:rsidRPr="00FE0035" w:rsidRDefault="00CD5CA9" w:rsidP="00CD5C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ст.12,79 </w:t>
      </w:r>
      <w:r w:rsidRPr="00E170B2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пропозицію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CD5CA9" w:rsidRPr="00FE0035" w:rsidRDefault="00CD5CA9" w:rsidP="00CD5C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D5CA9" w:rsidRPr="00FE0035" w:rsidRDefault="00CD5CA9" w:rsidP="00CD5C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6823982100:03:005:0035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16.00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рада.  </w:t>
      </w:r>
    </w:p>
    <w:p w:rsidR="00CD5CA9" w:rsidRPr="00FE0035" w:rsidRDefault="00CD5CA9" w:rsidP="00CD5C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E0035">
        <w:rPr>
          <w:rFonts w:ascii="Times New Roman" w:eastAsia="Calibri" w:hAnsi="Times New Roman" w:cs="Times New Roman"/>
          <w:sz w:val="24"/>
        </w:rPr>
        <w:t xml:space="preserve">Крупецькій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раді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FE0035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</w:rPr>
        <w:t xml:space="preserve">та подати на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ради.</w:t>
      </w:r>
    </w:p>
    <w:p w:rsidR="00CD5CA9" w:rsidRPr="00FE0035" w:rsidRDefault="00CD5CA9" w:rsidP="00CD5C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CD5CA9" w:rsidRPr="00FE0035" w:rsidRDefault="00CD5CA9" w:rsidP="00CD5C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5CA9" w:rsidRPr="00FE0035" w:rsidRDefault="00CD5CA9" w:rsidP="00CD5C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5CA9" w:rsidRPr="00FE0035" w:rsidRDefault="00CD5CA9" w:rsidP="00CD5C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D5CA9" w:rsidRPr="00CD5CA9" w:rsidRDefault="00CD5CA9" w:rsidP="00CD5C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4743" w:rsidRPr="00CD5CA9" w:rsidRDefault="00CD5CA9" w:rsidP="00CD5C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D4743" w:rsidRPr="00CD5C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CA9"/>
    <w:rsid w:val="005D4743"/>
    <w:rsid w:val="00CD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A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D5C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5C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D5CA9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A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D5C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5C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D5CA9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272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2021-09-13T10:36:00Z</dcterms:created>
  <dcterms:modified xsi:type="dcterms:W3CDTF">2021-09-13T10:36:00Z</dcterms:modified>
</cp:coreProperties>
</file>