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50" w:rsidRDefault="00CB6D50" w:rsidP="00CB6D5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D2A665" wp14:editId="244668A7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31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D50" w:rsidRDefault="00CB6D50" w:rsidP="00CB6D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UEs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7t5wd7i8+&#10;QUv/9n/+/X/9+//+t/+L//3roevaluT05fPH1yD/48PnP3/+00OYLH788XT5Px7x6/Pnv6f//zEQ&#10;H95/+a+nKzC++Onp5OX09cPDJ2IBCRy+enX8Janj+uvT4RL/ESOaGyjtEr8aXet6VtflDXT64q8u&#10;b37gv3Oub8NfucnNNPTzi9fhhX6QPCiaEYzucZXr498m1z/fXHy+9up6JEElubaYQ5Dru4fra7Ll&#10;QxcE6umiNB9zUWa/oVE+QuKmEN04nh0gK9e5YNdRkLNjKbp+GAp5XLy+/Onx6Y/XJ6+Mi59/fHwK&#10;K+IKP3kVX/HQj2Dx4dMdFsdvzg/dME+HL4e5Wcbwpo+JzGVk0EPfH24OeG3/ghAqWvk1Ir8uI3Pd&#10;NIn8+oywHUcnjG/IyCAo0AnjgyzT+Npu6AV+U0bm2m4eJX7YCFd+UyOwwxJMVM6Nizg8UulK2UnD&#10;c4U+3NjKDHOFSMNzhToa1zbSdF2uD5FdoY1mnEVuuTbGVhCey5WxLIvIrdDFLMquUEbTthI/WuCr&#10;LppuFsbXFsqYQCfYHjbcjOHUSBNuc3V0TdeJDHNttA2sdHv1trlCsGpF9ba5QtpWXG5trpKxmeUR&#10;FjppG2l/aXOlTF0vrreuUMrULcKUsVmusp6mcZJk2BVKGQaRYa6UuR1FM+xypbhxGKQR5kqZp0lc&#10;wl2hlMZJMuxypSxuHsQpF0rpJskOu1wpS+dELeMTvgq7HUZp6fW5UpZ2EkdIX/q09Np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4UXeQ85+UxoMPCJ7CLnqcLjsYucpwp/xi5yniq8FbvIearwRewhJ08ETTW4&#10;ZU1b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YKNkYmTBUSS+Pzs+XZweTHpGheOJPEZSelA74fQ404VBBBJ&#10;4pNJEddiUkRNddKRPxWu76yx4ubIXBFT1rkOrFzXI7Shk/YUufDTwq1HJ+1idB2+0WiVcebxyRJo&#10;yclAXLsF/gtVWG2b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Xb8lnSp3Ho&#10;rydPkX/7mE61UUXxGVRFGxpTYjFqU0rJQG5M16XIKz6ZJ+yTeRo25WCekVIXKLbeSAkzVMfJ91dI&#10;KbkC4vjik8cZ7cmN6RwRKeKTKclF5+U54OSnvZ28vIEwHfgjq/gMLCmKEAjTbTISxGcgxK8DYY8z&#10;qvbqcCRFrpqx5JiOcm128JtpO7VfOyG1YwfZ2OJSbHPrF+NDH+aAoI++ZwWyFkHyHS+Fb1cfG9uA&#10;9bVGhqBXWGNMNe4QCAWoo+vYpJrkHYoGEp9sKLyRNslhFn8fn4GOguRkeUgPVd/LRymkPalkFKME&#10;O8QpVDLvOSc6YwH5VEtPp+vM8eXUGh4+ADxd45jZxr2ogVtTM9GWb6KIWegrw+e/ekkbSyh9Ahrj&#10;wDJQVIE4Ym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pKl6W347qtU9KG7SlhoCqlWyg5iHiS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pDIZCQLwdsdpWSelntJzvFzxgdEVSx3NmNSKNfQDZylRRwB9&#10;bcEFwUdP9K43hIVYNg+gM479fRc3IvxkDIBSQYMErE4LfbzwIUvLWFvUqo25ohWbalkpryLvNhEz&#10;2i/vTo/XYRFTLwuPrJCaWlAvjAxN4PF0d3v17vbujjpZPD58fP/93cPh5wsC4vD/8CgKsjvf0e3+&#10;RH8W9wr6cyAZcN8MwjTwwBr/vCAzs/lDu7x6N87Tq/5dP7xa4EV5hYLKPyz4kC/923f/Qv3jXP/6&#10;5vbq6vr+x9v76wjy4fp9YA8MNxLgOTzMB3XtWAYc1P28vmGSQPW4v8LsLl7fXF9c/cA/P13c3oWf&#10;z8sReyFj2vHpBQEgi4AKEVAsnr6+/wqO9B/fn67+ArCIh1PAOgE2C364OT3809nhC3BO3pw9/s+f&#10;Lh6uzw53/+UegBcLjAfr6Mn/HywU2gIf8t+8z39zcX8JVm/Ons7Qn49+/P4pgKn89Pnh9uMN3uS8&#10;WO5PvwfSx4dbQpPwQw2j4v8DzI3/f+AbsPtn4Bt+AZKoANLxZ4YyqeAb/nDvrXIF88BenBqHVvCN&#10;VS7kEMwEI3YVhe2tZNTgQGysiY9OohQbdRbqqOAbHqroSBtWEp1v1LvdFJk+gCtdBd+gFqwR24fu&#10;Pkk2LfydQqtYCrslugq+gS/4KkM6OSfZAMxLkiHuVitdBd8oZEju6STDCr6RmxddIJJoKvhGONId&#10;KfMmSaWCb6QNvYJvVPCN7NtEsZW0TCr4Rr6vUjZiEk0F3yg+xxV8Q8K1oEygZDUVfCO5CvOVVcE3&#10;IlxqBd9QkTpCgOgYo0M65kWIUR1jgEonDiG9Ywwk6MSc5VXBN17grnBp7jGVdOiC5MT5Y6p2M8hZ&#10;panm2CBnpaYcIp2cY+AVfOOFVjnefExhLl2QnDp2TCkqBjlrNcWHDXLWaqqZ1sk59FfBN15olfNT&#10;jik5XBckUjgo2HhMCVIGOWs1Jegb5KzV1HVLJ6/gGxKYFVc+HlPpoS5ILro9pswrg5y1mvKkDHLW&#10;asoh1cm5K0EF39hANPNAerT+KvgGxcNhSFu4b8ghDLsUMgQ5a8CbHCUcJMy4Cr4BqJCugm9U8I0K&#10;vhF7c6KfttGsp4JvoM0vZ7xV8I3oVYjpbvHJjVy5cp2SpPVM0gq+gUQwZObqSbQxKxQVTnpKYgXf&#10;YIiv0h6R+IKjYwXfONHRMSzRmD9dwTdyTLgKvkFpqBKwWgXfqOAbinmgQV9wj1TwDUVKFXwDn2JU&#10;pET/RPxSx2f4PKHpYqhdq+Abii1V8A3YUgXf0CwkXvDnCr4hH2zQYwJJo7ClCr6h2FIF34CFoHmc&#10;XuwI1LVw3dxByQWMNmUF34DkK/iGvINV8A06VVbwDcVCYoODCr6hfONwdQ0x+wq+oUkJzSr8ecnE&#10;ZK7gGykBKF5w45P9sBV8IwokPlkwFXyDvPWlUCr4RpRHfAZjqeAbotO+gm+coQhU9zZW8A2cniv4&#10;hnLiQd+g4I+u4BualCr4RgXfUHtmVfCN4EPU832GCAZoQ1VU8A3vGdRb8FXwDVhdBd9QvlzjwG1V&#10;gVCir80V0KOCb8jeRuBgh5aPFXxDsboKvkFe+wq+Ia8jALkET2sF31DWEcB4gpQq+IYmpQq+QQgH&#10;BjRiBd84I0AALQ+4gm/AjFJ1f/REx2fwSFfwDXzaK/hGBd+o4BuThSdRwTdibkoF33AVfKOCb1Tw&#10;DaCL6JWuCvgGQuEm5EYCzqAMC8KpgMOq+RVxKvAWyubYROdolh/mH+b+FcA9f3jVN2/fvvr9u+/7&#10;V+M7Nw1vu7fff//WlegchPnxt6Nz0HgKSJECeeSd/+cl8kgGuREQSyDtHZAbh9srQrzAraIib3gR&#10;AFED2CMklb6jrnHPkDd8vsIvjbwBLNWQtdcFCEivucMluqEQRNIlDuwudRX7+uHhE1lIjlNz8TMQ&#10;VaBC6l3JIDNrV/ccXABhYPTFp2AwU8f2+XlrbgzCgzwESMi8H2YO8SCyyiEegO4lsMrbpIus8sa2&#10;bh4FVqhtTI1MRVZ5y3p0PxBYIcV0ZdW4bVnljVPHReBU4GuM07DNijDr0gv7WeKVyx1I7AKvQvDi&#10;uHLBw+4EXoXkJR0CZHMd/dBJppWLXmSVSx6oUcKwctFLrAo0jXYWlFhgaYiscsGjx8P2qMjFmZQo&#10;ssrlDlPeXIUEnZo4YaneHLDu/eZcrMJc7KM0qFzqUI3AqhC7YFgFZMYwCKyoS+U6dmGCVM2ViMQF&#10;DQT3lUqwKmDMrzQkJWlYudxHaoa8sftRz4U0LHQClraHAiDDdYJpFfAYwGsTueXCB+6yMLbc5oFg&#10;1AoTpeKmNIe2FxRAwdREhStNL3HLVdAugtwImHfl1k6SmZWgGNjnNrUAx13OzYkzze2/WzqBW74A&#10;0MlFHFuuhb4TlhNBwa4zbbCrbC8o6uqZ6BAa2h5bgYQBNGdpsx5yLQxO+IhQyn9658KoAS+3DUJ6&#10;TmTD0ApDy5Uww4yEeeY6AJ6pwCzXwSQuqwICA6C0ArNcBeMoaYBQLdM0Uc6+zYzgnxMVSnGFaVIr&#10;0kQ2zhKzXAH90EnMcgWIB5US96LPzRYn+nS+u7iJR761f6DQexACwQnyGK9tvu+g2KgQEybiWEqp&#10;E2NCRBxzeHViWAwRxwZVOjEWJRHXttdn4fL7+fR4wHXAQ4WRYHB8CYEgXYy17bXUkJMxfY8J1F0X&#10;JIPKHhOssEHO9guk6z1q4sLkY8Lh1bnXtteSVukb53ekfVsSeuAF8n2bEn2nPPd9WmV85WPC7da1&#10;+ou0vcYnAm9hH8C39JOl0/HhxjscAg7qp9PP13knLk8AKazpeCtFGWlNlMGpgaHF38dniMhGOtzV&#10;eLXE38fnMzocssKqir+Pz2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DW6UuC68HRwTqjjG8GHxkdnBk0u8F54Ovgn&#10;dDreIEbjbAQHhudH3cLU95LbAOMbmniUjXKLT/7UzoEfvBQ6P+5s3BkLL56h1tNgfN/l3enxOgzZ&#10;DPr+9dFOOktSvCuFi/1OTP9lM5KL5d78oV1evRvn6VX/rh9ewXDnV41b/rCMTb/0b9+Vkdwfb++v&#10;//ZILsWvlwFefRqYPMnG/8P6KMgeTj/dX0GIF69vri+ufuCfny5u78LPWdCXRuxzjPcGff3CqEHf&#10;l0Ff7ETPgr5+b6hB33OKnWz7UyGz5CetQd83Z785P9SgbwSPzH3YeSCTvpXJamrQl4ymBn392pF2&#10;mXybqUHfs2MN+tLZaM11AlTjuq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cI7+izU6x04v3Sot+fcXpSM+bSQX62+V4ib4MCU4mz7qnsFRnn8ZV+YV2CEbJU0&#10;IjdPUsVMRiUwKh3+UrlSHmgUSl6L6iKpHqio6u2EeqxvKeoVCqgAabbKSazsImflKk2pbJkysTIq&#10;QeR0bF6ppIon+DlXql3h3a4RqkspaTC9UGJFHtBE1EMQmwWEf31NL+ByBFa54MVR5XIfW2GC31LU&#10;20vDyuW+r6p3HAXb+oay3nER5vgNdb1yKkku+t1B3l6oZ/ym0t5hEizsm0p7Bydxy01/b2lvPwq2&#10;8U2lvT2qbDfXEuW0pxXn9pb2jhK3Yu9pd5b2onJ6e2z5KnAwEWEvoxTeNAfkEgvcCi00s1R2XJT2&#10;tp3A7ZtKe90ifEq+pbTXDVIBba6EnaW9SJzclhplFCfZ7iztRZH+pj4JwSPxGmFD2zXHZWWvcB4g&#10;B0fiNYzS1l0U9krfkzFfAzvreqVh5bKHFz2bIm5Ntar34v5FbI/OWhTbSxnSemwPafqBfF8osAZ4&#10;pVBgGzLij6jd2hNTbUPC+zEl+Otq4uqsI04Me7jXAK+kJi6QOqZ2t7rca4BXEmQN8CK4tDe8y3Rp&#10;T46O0PgMDtFAZdXzMpVRDcVUKVUmvik+8zfCk6A6sAMvq46XqYz6uUBlhHNxsMEnzKjgpWsrqGCH&#10;amwCJwhQGaV1XC5kle+GLT5t2VGW8RlkOuP4gzcakndcpmwURqE8znPTo72Oy5N0Kqrdo5HpVPA4&#10;7KECDKzNCy6HPVRoumPzihC9+uhHjl8aVCig9DoyyGI5qlFExoXMRgEvIHn8S40KSjgePJlRwjtO&#10;QbRGOBeuB8/NKOKNaRZWGW+iswp5x1gRaVbyslGapbwjH2ydVcoLL0RQrlXKO1B3KlqpHar2tD0E&#10;nggmNEp5SSqBY+o7GfeG+Ax7BLwRTGiU8qZaVauUFx6JwNEs5cVm78dolvJG7zv8Dqp4OmybnqMz&#10;6mk7Xpzke1A5tlxG6az0oFTpDP+DzjECfFs4B/BQhMmgvZjOkZzMsB6rlBdOikBnfDbcFPRilfLC&#10;T+H5wROhjg+V7IHOKOWFq8LTWaW8DiWyNF/aArTFwksA/giVjPtqmIW84bwAj4TKjXrgYWxWGS9/&#10;jqwqXi6+7pY9x6I1ty8u8VrCe3/2d13C67sn1Ljuy7guVt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5JE9i+b6jJZfOpo7cfIFTr7+pLdW6TqgOHgY3jbBRf1NMLxu6KhQCmz5RWsHS+S6rJHYriWUu7YL&#10;WUa5Cxw5UonMDR6fcYtbEdftGsLu3OKG2a3cALgtjC33M7ctACu3uUFdGTdg623PFFk4iaxtAZW4&#10;zS339bvRF3FtzRSZWxm3UZop5d4lOjd64MItdkWst20HSQ+UrJbxExVRFvK2nTTbspR3clR9tTm+&#10;UhceQXJLs+TfXMc3ecjSTX6FNhxqDLe1UcR+iZE0vlwfVJG2za6o63VoyS+wKyp7kUossSu14eE3&#10;t2ZbIPZOIrdyWfhI5Ca3XBe+tGtLE1RWs2piWKi2cZNbrglpiZFzNmMmyy1Xg8SMSnJWZr2vVt0a&#10;WVHkKzIrVNB5UOhNZvnWJDIrNND2VD+4ySzXgMisUECLzVBglitANI6u0ABMV+KWa0BeCEUjZ+fE&#10;LbgIBsvbCOUiryptFmkPLqp8O+w228u0wO9FarW0TOkDml7b4a0Cu1wTi7gSimbO/URNIrYWVlHl&#10;u3h09C0boRzpNLZB3NCLKt/ZV6xucSvKfEcsme2xFQC+swcX3uSWL4bRVyBvzbRo5jx5ZPNNbrkW&#10;aIsWxpZrYWqpnnmTW7Ec0ABA4JavB6DISdxyLcxQ1ja3otR38NXRW2Mrin2Rbyxxy1fD0Eo7b1Hu&#10;u/juCltaGPNNqfc4yptjy7WwAHlcmGmuhW6SvvdUpZKsF2Bg0veZ8MQSHR3RtpVK6EiJzDWdpAfC&#10;tkp0bSOxm/JTq2vE0wOqDlZ22EeE0RHqV3qra0S90qk80Yljy/WAPHxJclTnkZiJny3KbU9UDohn&#10;gloRP1jp5CNwoYYOp7NtI6GqqPTWWVqpBDCYqFCGIikVFQYZnagFKv9a2Q3icX/OteB8P4mt9TAX&#10;ehhHcXS5Huiot23B5CRcRzchsU4QXa4I10rXLgLRXNnNrfSxISy8la6VLJhqB1ayxYnsClXI7HJV&#10;wEUhTZZqpNbX4vK4LTsq5EhkLUpTBNkRxluiA5qCxC5XRdtif91WBWH0rezEM+uSqwIbsDRZD4mY&#10;+KG+SBieD2QlOjCU74a5NqZFshXsl9lE6BMhTJiK0NYZL+Ld1TWFQjSGpUbw5m0Ne1/ovjkXSunE&#10;9eYIozXnKB0rXHnF7nGCFsZY3rHpqrDaTW2K8fX+UJtioBSqoh68SM2qTTGkBKTaFEOSzH88qHuf&#10;O7W1R3Ld+RF3phBI1bPQGIL5mLo06OR0JaJtCXeePdzpyuPJ97UloiuNJ4+F3MZgcB7w5PumSrcS&#10;Tx4rgnXu3IzhmKqhDXKeKi4OeyRD9wYaDC4Gu8h5qqnFhzEYnmrCE9bJGeP6iIP7nsEwEv0RkM67&#10;yHmqqTzfGAxPNZXtGuQ8VRyc9wwmQokf6WC87w9YsXTw3fcHPF862O77A54xnVv3/QHPmY6lu/6A&#10;TqVkbfAA5H+AcyaE++PjEyWFP1xfPh3QghmkT/7fD2/OHs4O79+cvae/Cd2tmZYaXVNtsL/qHm7e&#10;nHlXERGtKZYhCg8M+DBYZG7EDLKV5lkOAwKDfpwtQn88zkgRn8x1SFxDtBIziRTxGSkZHL1FAFDn&#10;OVJfV0gJwT29GQ0CRLiyBMo4p/jW+OS3j5wU3FrtgNxIfQA9T/higlIjr/iMPLlpC8KG1tsZQR63&#10;UmvuvNsh2BdNKr41PuPbGTOcwoLGOBnyvW3hGddnFHUEn75OOdHt00spNWiL44tPHieih0yZFkmk&#10;iM9ISQEx4mk1UHKIIDIlvKXqjCZuptEimGFQckI9NYTQWfIw0SrVIGzCiqOmQyrHkRWUts4omPiM&#10;KucuMFhzOj9yXEOQpglxs5gQ/5eX7si9oRAnVd+LcKJ/r0XGa9EiY/EZZLH3i0XGTWcMMvi+90yB&#10;9lCSsMGt5TVqkXFvEYuMW4tY6kJQ0Q/OMhNaZjQJ0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TF9ubKyKOOkc+ubnJ&#10;2PsRkwwcEXQ0OIZNE4cHvSNZbITmEHc0OPICWAxLjBwp9Ghw5IsEcgAMwniPwDFD1wxfCl1yuMU9&#10;OD75jM7LigKQBscgcFxIDaNgM6MYpMqxjdfRzvj+xCaIFIRUOY7ckw+EugoRpfTW470PmhxnXq0m&#10;IcKU+zgiz4N1aA3St0mkVWPO24Eivl2XOaCUwkrEXxi7Rc9fDvhfDMvY8NREI6u98P7Oe+F51dbq&#10;iZfVE7gKPKueCKfVWj7Brahq+cTZsUjugK80S8XIy07ovpiSQGr5xBWvLGofs8qlreUT1CaQfGaZ&#10;rdTyCZyWkjzyXKd8gVH4JxG5Wj5BQYRVHmIdEUUQVrJaPkHrr5ZP4D6Ur61aPvFMILV8gi7huYnU&#10;8onnEqH29tnOKqaeU4A00dXyCaQ1wY2SBEIuTeFIXcsngv8mX4a1fGKj5L+WT0iFBLV8AoWxtXzi&#10;d78N2Xz0SUdS31ZqMMe7K6boi5oCjkIdEZkPYQQ955QTYo4AN99FHuLfFVP0hdypjwAiI8eE2KfL&#10;nS66RI68pT1y5zSzYwpgGdxD8KViir5QUy2fkLbUWj4hSaaWT0iSqeUT9+ohhbfhWj4BZOJaPhES&#10;Imr5BB3vYzpGfMb8/Fo+gbQ5PenWxazbWj6RzIjNp5ZPPFtPtXwiCiQ+Y5JhLZ+Qt+Gllk9wC/zS&#10;amr5RJRHfIbVVMsnpANNLZ+Qd5laPhFXUXzyt4m6TdXyCWlJIbU8iKeWTwSYlmfWU8sngkM9iiU+&#10;w+Kq5RMo3vjm8glc3Klfhg/Q0Q++hwYF6356fPrj9ekTOcPuT+9u7+6gA1rA1FkDLSYaA4Wh8f9w&#10;JOTxdHd7RTyIxcPpp/srz+zm+uLqB/756eL2LvzsXQlEeP31iTt64KfDTw+3b87+eWmWH+Yf5v5V&#10;344/vOqbt29f/f7d9/2r8Z2bhrfd2++/f+v+hYbm+tc3t1dX1/f02sPXT3f3j6/xH9+c3Tw9fX59&#10;fv54eXP96eLxu0+3f6eQE764qBZNvCyaQFTuedGEj7j90kUTbfwq/eqYE63YcDPPS6a+M0KiUpGZ&#10;LGZz51lP1HBGYFbkhostaPPcs52AE2JX7CJDfx/cxCi1FM2TkqmzjDDJoloC7XilPphZotheqAlR&#10;/t8ENCG2xKZDQUpia8mE1hadecJWATMhNiUtVLCzSEJq64ya6HVkcl99lByvZCLoyrfAS6DJ9bY+&#10;aUUnmU1Sb9iiOkKEDUF6xcpL7OReQkuILVxRX7wya6V8xBJaQmyn3+byl3hRBXsSBbYWQWJ/PbAE&#10;7VLb0qcGBemV4rjy7ad3ko2Rr8/mlSe+9iLSAnXksHnhs5OIBhEEoiiKEC2sqIkYRICKAlFCXkgF&#10;osQogmcUgBIKPkWugFHE9aDOBkkeCjxFrgL0DBFMoyiIUNApciVM4gIo8CRkdIoCT2ISkQwKPAkF&#10;nSL/CM8iDgfwl1e5KegUuRYWYApsL6kh14KCTpFrYUGpjsAtXwgKOkWuBXQqlD7F1DMumci0SM3C&#10;C0AJ9I+QlnxZEiH2Hqe+L+mtKG+Xvu0FpIQCUJErAv0+RHa5JhYRLoAaoK6ja2dJdgWohAJRUaii&#10;G0X8jFwVaCUjdfgvQCWAUyDpgqIJ6zQabIfbh48SVWIQMamewUqICAQFrASOKdJ8y9IIBaaiUIeM&#10;mVViSyhIFYU+JmB/ba+0qdCHjFVRoEugqFf6tJb4Eh0+59v6KPElxkGSX1khoeBVFKtDhqcrESaU&#10;iotCH2Mr7VQlxISCWFHoAy37BH2UGBMyZAW1TlrtfhTPc2WVhIJZUWxWI+Aetu2FeiGu71VAK0p9&#10;yPzy3UpDrSj1IeKPoR3uOj4NtuKZPkTcinx9oG2MBNJRAk1gQ5AOGC+QJqSvETWSWqfiOvHT+wJq&#10;QsLWeAY10Utb/jdCTUziVfgF0oR04fFNm5J5DSKy1gugCXHKxfW6F6FdqOPvKmxqFyPsW75bVBph&#10;O4pqLu/YJWwPHIsfr9ijeEGOTu+ERNo1/zf8tFWYwGnd+7K6YTw+ZXxfCngg3penj5VInGPPIT1b&#10;HMuMiGNzMp24Vl5IybC18kKSDPeCOqYGwrqJITwR1sU+862VF5Lc6c5KKzt1GdXlzu0Rj7h1hhCa&#10;QY7jg+e+b0uqlReSmmrlhSSZWnkhSaZWXvwHqbyQS1y55ylqXIv9mMLt6RT66yBd4Mjst3ZkCsSD&#10;rAR0gVASk1o4F4knTpDh8xIzM+KT05+41tFGueCQqw1ywQlVFHlUXz3zXKwSDe6iTWD3Kr/YgbM1&#10;Wp7GtqMWtgV3xzaRLahBDr7MJq4FOdI9ndXulM3B6jXP3cpxBdcrGLiLNsUhVflFFBMLzQL3f5oG&#10;bvQ6OyZLx9BoePEZDDAcmuwqDM/NqsFgGBgLIIA1YfTJJy80Jgp/oLaA+KNpQFdwoU3o2eGzaDaz&#10;yXh5G/3OYzdlqzF07IStL0O44f08DSperToVgpU7eLXksoVkdV4E5bODimHLdF4IVu7gRR257Tci&#10;WLmDamAcCEPjiFZ6ZoaRDamXur6EEa/07KzlNEQkDQP3AhFLz8/aikZubGBt0YhZen4W6MXIWrUw&#10;LyLSAcKS6iKduOtxn/oFxE0oPsNmhLilH5+FeDEREjgs2EK8QOQy0KU7YXxffHKeJHszBgNxALFL&#10;z89EvKAgC8ZnIV4gehnoDMQLQmAgfhbiBeKXgc4w+4Xtz0K8oAhmYJgg46Lg4pOPMQ3v6RbmBQUx&#10;Pcc5NXeInOKTOXoHKOZsoV5QHDNwNPAQHJrae0IL94JCmYEwHQjj2OKTx9hSOB1jtJAvHKKZgdCA&#10;vnAd5c4QR8MSHQKanpAiluracz3Q6Ygl3Pf6Lk1BTaY0Dg2uJ8xuzxN/on2eHQKbTGmBGaRN0UTA&#10;QHCTeVoqH/mzCXhnA32AQGL8jNYLSFR2fLLSJ1aRiYQBGKRgHiYWhhsj2oSFhkGBzjBORDJ1yY/s&#10;aTERMYDowfK0MDHcGFE7TFSMCLVnw2IgMhVmZOJiIOjJlJYtjVFHJjJGxCoDIqJxnqZN31vIZCEw&#10;IPgZKE1wDIQ1mdJCx0iUJjzGGEuNFlNK/HYbICNBLDY2zyAlinQa9skHzJbgwtQ9JGqTop0WZZA8&#10;7mSWNtnqEFkzKHtGlgGlsdMiIuq1CUpj7o6yGrF/glI/US7x1sqt9cS7ywx4MuZonMXi/dviOCao&#10;TmOMiIrGV+vTHppg7abMERaNHHXTIBSNMGujymPDyRO39YqR8XeOkeFXSC33eFnugZ32ebmHPxPU&#10;co83Z785Pzix3CBPGarlHlmeSS33+CZMDCkXtJZ7fExgI7XcY5VFLfeIEDR0fkvJa7XcAy1ScYxP&#10;AqnlHkjngacpCaSWexBGSi33gN8VHoO8lpOcXclMyDsqpItT5GClq+UecSMukDDgDJOONLXcQygf&#10;ybcpxOal9P1a7rEtP0rxWtdlLfeI65Ki3Ukutdyj3PQB5ptJp5Z7oIgj2g2FsTLDqeUeIcKgJ3nX&#10;cg8pA7eWe0iSqeUekmQQBKPYDF1p9yw+zq05hrN9SPyl7R5Ldqv2rJZ7SJLh3ONjShDVNz1EdL2a&#10;xn2VLZx3ckQYcY9Wa7mHpKZa7iFJppZ71HIP6oZ4ffl0uKM85cOT//fDm7OHs8P7N2fvg/cnNWUM&#10;jRqp/SJ5Ls4ONz6zYvF9GNdajpC/tZEJsJLEnAAmreUeckPjWu4RjSU+o32FjJRa7oFV+XQAFg6n&#10;MBk54rXc40Sn3SAyV8s9ovHUcg9YRbnF1HKPKI/4DKumlntEecRnkEst9wg31SiV+OS9tpZ71HIP&#10;Ma8a+GOhIqeWe/hG+HHtxCevoVrugbtnLfeQr4suFtrUcg9lHdVyD3Yqx+0lPsM287eXe2Cfr5ge&#10;j6cPT99dnj6dnz58uL28Pr96uPhye//xHHVgzfmni9t7A8Dknf+HNZUBmJyX0CLezoFPEp++l+A5&#10;FSc8fv7Tw+98PcPT1/dfD7dXKHgldrXI40WRB1V+Py/y8AVrv3SRxxiLVR1azEEXHmTmcAn/DdUu&#10;X1Kxb+pl8/XDg0e/yZFwLn6ObSNTJ8k1GyHP8p19kQHjWeUpfKgiS5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BG2baeiDJKwCwkNckFQp&#10;nHj1i7TlFIKXthzKFll5dYJ1UVealUqyVOqCkKg6bJibBlFAeGDVbmuR2oquvDpq5b8h+hLCQ5pj&#10;UdPRzgKvEsGjkcyrQPAgaI7NgRUAHvJypE4haZbON3PemGWB34EGFoLIKL1lZSYZflHP4cSvGiW/&#10;rMw86NXWyHLTb9FifVuZlBqTmEkfowK7oxVnSZ2PEi+fFb4xrgK5o/VwFltbRVHK4YSPZIHb0Xn4&#10;hE1ehfS3rYJK4tPY0fJbWkjUNWelc8Int8DsADfpgFKAdqAr3fbYihoOdMWRrKzA7Og85syGAih4&#10;ts6ggWVvWwbl+iS63mMcbHHLtx8IX9qvKRUocRskhRZ4HeAmrfSigmOQDivP6jdEuRVwHSNwozb3&#10;jWdgHZOkhQKsY5SW1DOoDvEkVUB1TB55YUMLz4A6OulcVlRuoKOTMNNyLTjplEFNH5JOZ0mnBUjH&#10;AlyabXOjFKeV2SAcWQqEjsU3uo8rHtf1dJuofenhuzg9UkT9WBOVpdyxmqgsSaYmKkuSqYnKkmS4&#10;n+AxtVc1Uomx31PGNw43IeJqkONs6cljByaDHIcXT14TlZET6ZOF+HNARwCSDIoz98idGzsdU9dT&#10;Xe7bicohQZ/xYb4lVZOOPJSp6b/1NJs1DTN4+2e6VmBaOBLwtFaKMi4Al6KnhNeQKePv4zNyxCkI&#10;HK1AHfyKng6uQ50fcuaJ34Q6tCD4+L745PdyFjz8hzodnUfBb0iaiXzik/lxSzLqcqu+l+n6BHIR&#10;+cRn5BfeC0+izo/7rnZWa/HUP1bvRTZz0l9ntNCeeR9q0cdZnS/36W0hb5WO2xjCpajTMdpKC9+4&#10;yi82JsRRVqWLLQRhrypdbNmJpikaHZAjvb0YqZVwPAYzjfts1H58BiuYuHAk1evEX8cnk5GzBUaK&#10;nsPq2LgncVy7kUl8BmbwPXpmBhXdmPBKXbpwPoaBqeMa+YSo7xTwPnpeun2kfs/6sob/MQxf1+YQ&#10;O8Dr3OCBDNPU96Y+ri19oj23sYc7TtNmT0EC2pl0RcELGch0uSHI4MmMZdrxkTV91qLtxGewoY4j&#10;V8iZ1aYAT6R/KQHjqXS8+VuNYKkptzdKY5HG9DL0YVXfC39k4GdsDmgBG+iwGWvzcLwc4HTU6Xjz&#10;QvRXp4vVEOhuqr2XACNpezA6MvKnCZ5HlRu3pm2xA2gvJZ8zvdToU81YDF0CGYmWFJ/BohiMBN5H&#10;9aXhnR2GqA2NtQr3o0pGfk/a4hoIRmXHK5E8kDohN/oEoW4o8FHyq43GttRUNYwRIWFtjPBTMiFs&#10;WiXk7T/z90RNxGfQCHyVkaMunj6tcuPV8FdGjvp+sHawNmYNn2UUj26sA3+2fTN0TTzwWzJHw/xH&#10;vsKiIYKuGfgumWO60kVBx2f8MMfJGFs+/JfM0djfptg7ujE2TOpKH8zMWKYT75gLMFY1McKN6RnC&#10;UanT8fdmSffXKJP4DLJ5eTGJv6+9ZP/Oe8mGFJaaZ/Qyzwir+Hmekd/Fap7R+aHmGVE/3ZpnhE/i&#10;Gs6qeUZJFq0UNyUfQKKqeUahLbWULFbzjGLzqppnlHXyqnlGqalZzTPK7KLmGVHQaM0xr3lGdLnN&#10;JVLzjApx1DwjSh0KvpVjdAnqod+aZyRlRtQ8I0kyNc9IkkzNM5IkU/OMJMkwovAxRY/0DZvd+0ek&#10;IgePuEEeQqLHFEoyyENMoOYZGSHVCMZX84xiYIQDJ5zfVPOM/h97X9sbV46r+VcMf8+kzmtVBZsB&#10;Zro7gwXmLi7urT/g2O7YuLbLW3Y62R3Mf9+HEqmS6ohkzU0GyGyrP/RxEpqSSL1QIvnwRC4tzohu&#10;LqVQqCBr8OnbztR1izMS1LgWZ3QyhVqc0X65rlqc0a4ilRZndLJ2uhZnFC1oOZXkG02ZFmdkhtK0&#10;OCMD5WnzjXFGDcTo+rD/EUGMsGViz2jRRcvoIgTgnUYXhejV7x1dNEogJEdbV1CMUi7HN6EYAXyh&#10;mlGOMKoU8JBAjMJjTO6ZgTgS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pRxEBar2z4ANh5aBLvhaafBzYoqDy8opjF7qEVRSoP&#10;qyi2iFdDs18xdGRwMABgfaL3sP5NXjAYicrBKOqiwDyIIkYA8hCK+qgkD6CIT0YPn0jwZza20Bhv&#10;q3PQohj0CjDLptgYZczBJmIohBSvKF5W+UZvK5UeICUA0sRyynYiNjtkSJBRbLXjfTG06VAxgoUt&#10;WTwwxklkdr+nFxBaTjYVo73ZohhWuPaBF/YES2J4Y4xkNoLCwOgk3qrDBKNGoQar0ZEBezB7TTKe&#10;3R40ET1HkNRsReGlMZLZcpvICwBuDjQR3hoDGSa5NYSJQZgcaCK8NgZuHjTRzDu8B02EB8fIz1mi&#10;M1tJHjQR3hwjPwesZy2TzoEmkpg9D5poTYDtNJ8caCK8PEY6B5poLfPTAfbB42Pk54x3A/y9ON/t&#10;mYz3x0jnwBNt2J738IkEn9ADKAoQi5CfB1GEV8jQP7wM2ng9MmAQ2vvKWkC08NZorhAyQ0iELkoR&#10;XiOZEChE5ppjACqg69jbEF4kmSMKzlscRz4J6DnRJuT54BIOacE7TZNtEsXjmDIDTzF31HidFDna&#10;k7Zn1EAXpQgvlMzROcV7croFXTsoRXilZEIHpaijh8bA0dn98VLJhA5KEVk1kaOzd+K1kgkdlCLe&#10;Oz2QIla0h1HE544HUbS4gYg91RCKfnSEorAXtRiiZQwRDLP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yC6+00ciiEhn73yCHOedgAiyF4d26/&#10;vl5cA3W/2+CaeI0bM5XQjKGm34Q+tNlS4jXCp0MIZ+5FQphjciIhgpOS6fsNsg9OnE25X38TcEZq&#10;zBBxlTEDiEKdWe7ZRPFGpWd5Yn4/Bxd6rWcQVGpz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+rV7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Hgfp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HFg2nYDiOUBWa5E0Vr81Xg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y&#10;0h+T/zTSPxzOLdKfcP5apH8exNAi/SM0KAyKFCrSIv2DTFqkfzhh8sQiGFLHadIi/cM0aZH+ZAjn&#10;s4QKdqTNpEX671qk/w0bZLsW6b/M1myR/pXcVHoHSntIi/RPC6hF+rdIf8Lyb5H+9cD8Ful/0SL9&#10;n8geRRxaLeYxvpzv5PXWjryLzrKduGFsYi5PuUtxMw559CDskhfaIZcIPfG1OOQ8zhQM5ZDzSBGg&#10;FL0ENjml3uNtuyESt0j/y12qDmzPGS7juIuwKDFQ1FinLdJf28FapL8mmRbpr0mmRfprkmmR/va2&#10;HZJD6axvkf7iGpcvB/C3SH8rsAQYWTEWoUX615BuW6S/GUYjofkt0h832nLfaZH+9sxpkf5PtQ2n&#10;RfrTpbNcSi3Sn6cKR422SH/LommR/oBHdKLyxxbpf9m3SP//oSY0tkj/kBPgRbu3SH/KjG+R/keL&#10;5cRy+eZIf6zQ56vXuz/SUqUfAnYDvc5/fnn9y+3+kaylp/2H+4eHEOX18HTxBWmxA1J46V9e9g/3&#10;N/SP4Q+HTx9/ejhc/Hb1AACk8B+b6AXZYf/56SYwu7u9uvmFf369un+IP4c9g/gBOJ2RJAhC/fPh&#10;/v3l37ar7S+bXzbjm7Gff3kzrn7++c2fPvw0vpk/oITDz8PPP/30c/d36lo3vru7v7m5faLeXXx9&#10;fHh6eYe/fH959/r6/O7t25fru9vHq5c/PN7/qEj+wdHX4vuX8f1wbZ7G9we35feO799IAnBEawgT&#10;MiL5U6Y7Ifkf85q+CckfqCsBBrZD/llYGJ9SvA/SC1MY1DQPBOyJRoP3Og+5LKKlVhGOt8INqWgZ&#10;NwC617nl8ZvdKqKEVrghz+LIbdoSqGetb5BVIkPebcDgrHBDoloimyag9ta5wVGdyJCcG9B4K9yQ&#10;fJXIxk0ACK31rYDzBzutcwWe/6CPldJWU7tdB30hTKXSPTj9j3T90BEWerV/hSqM/uW6QH4gQUBX&#10;+ZXKiACctf7l2hiAm6qwK7Uxadog3JMkliFgI9d6VyD6d92kSa+E9A/ow1V2pTLmAOZZGWwR6N+t&#10;tXlcIPqjd9pgC0x/KF+RHRAZjjIxpgohQiTZzYR0Wx1rqYlYzaM21kITWt+KOH/AngQg+Qq3E0h/&#10;pW+UK5tGgP0kQKDWuOWLQhtoAedP+ZjKCiO8m9SotrwKMH/swuo4cx1oi4HwmVKLwOwKYLm1YeYq&#10;0PfgPNWCMVkrzChbOzU6EmZsbXYUSP4bdeYWSP4d0KYVbvmmNAOMuL7HFUj+05ows6t9y9fBtNIW&#10;KWEspYFuUe1D4ZYrYYgVEGpiK3QwBoDwWucIqSa1ygkvFXZFhH+3AbR+vXcFmn+Hghp1yRVo/n0P&#10;mGmFXa4IOGo1dvlS6Nc45BR2hSa0zbeA9B86YH4r3HJNoI6DMtRcEcMcCuXUFEGZ+UkRWtcIKywR&#10;jWS41LtWQPprR36B5z8CfkxjlishVnuozJAiyH9c99pqKPH851CJosYuXw0jAbkrIy2UEEsh1Njl&#10;WoC5pI2VfCpJwAMKh9SVWsD5j9tJm3BFkD88oRq74lxYDdrRQG+OqXejalITzEIiA9CIpgpAK2V0&#10;sQpVRXYFlv/Uhzo0tRlMoD3HZlXLqwjwBxaDttEVUP5zBCqv9K5A8ocLXlutFCCUese1XmrsClXM&#10;qq1UAPlv9N4Vqpgx3evTmCqnpd5t1Y2O8BES2UQnk8IuV8VWXWQFij/Y5asCjxSfbvh14ooeTcK9&#10;DaE0/Hf4qRZ9jPUTYmn4XcQOvYFKiFhgQ2xizH0iPi86GOIk4hYEXaB0Mw7HrgVBL/DLed4mVDp7&#10;LjI4ToM7X4SHtyBoLQ6TI312MC+xldID9FcrjaMFQWuCbEHQmmT+BYKg47xnG+Jwe/16Qa6Uy4vX&#10;8P/D+8vD5cXH95cf4zNx8tdE1w15ZsJjI+FnBxOUvChHcOwY3SGwkCAQcLsjSeldAuQjLCpYCpOH&#10;OU0v2EyJZ5C4gIWXfCW4hEHW8JrtAI2tGM5zmh30UjwDwaIL/Uxnt7QqX2mdQeyBK+21zoGr0+wF&#10;O+CiGVvHu7A9dgFmnyZYtKaU8EzGPD1wPbyoMyVgN22ejCA+EVyuTckggFMHDFGHEjcCSJ7e2D3K&#10;aKKOE7Z6hydT9njEcyjj2OlF3qOMJky/9SDeCLWURoSKws4MwfN+pMT7vdM6U+K1xNVRbL0jZOGz&#10;xk6v/R4lrlkYEWaf1096oALlnAoZyPKRLy+jjjEA4Rpw2uZzfUjnunCSb+IYlT7grdIeNwN+wo1w&#10;JqEbPpCc6J4g2epABTuvaZ5DnddH3gxRs8/hKIQO4DP8EjyB3FXGmuncRcYCx9Hi9JHeaDF73LHw&#10;CvMgFGV94e3MnhGMbe/URYCPJc5uGOE2P4Yr9WBiO/L00E7hrWlOl/WAgUnAYZ2KCSxLRL6yVAQ1&#10;3lsp7L92ugeHTGjWkfKKigZitM4aWdFbDQnFljEcN4HM2ZBW9JQIbh4Zw5x7ZDzlvb4xcKgz3Vfk&#10;EETfUr63qEm+YnJQ2Tyik9xq+Xf5RrqtJMrY2t8yQq6DZSsQoFiS1lzf8lLExmaS8VBhkFlk8Czx&#10;SMWylCHKNw51zXNkcHaUNZs2o7Ni8dIX2oWTyewfWXKkiXUqWiP9km/sHwykQLdxTlZ4qwId3FFm&#10;uyMfq/Ck2gIk1OMwVXoHVhierUgI15XZ9MAWfIeICpOwFyTrGRmRlpLhBYtNw81lE5KHO8x7Dzpd&#10;MuhcwHjeDcglZjbd8UmE0qsOIfcRmMb2YCQNktxnZtMCo7xxxCjLeOUAcrPJQY42s10e8eBlSjFY&#10;OwL47DnLgiGXnNkun20DVYawpg1FvGAyDFsHNDouAHLemeziyTv2zs7Al5PBmYFsF3g1huJqH+H2&#10;MPvGIh7Xjkj4ekveQJOf3BoRVG/PgQ41kkjI49ozy/m8JM+h3TTXTRs3jvECsPrY9MY5cXouDkFe&#10;RrNprDTmmMqkyS4t37hb92y/jFvnmQAOy8gRHkmzaYm6HrewUqxJLeUUsJhsOUqa5wTvpclxZNtu&#10;WkFFVtOCQD+tnI0GjtAwavJ02hz55XDqcB8ym5aXkc55xYC7MTYNr6jJcWJLGl9bMxNFsmCGT73X&#10;NF+DyINqN82o+9PgXJhmeZEZkxdE5qF843yEMzb2kYZvyZGKC4XBUI60RbjmGgLiVg4R0tXkvvRe&#10;52xRaxHP7KxCKRwB96e9FODkjYOBF9cczIaiL0iFs1MEbZOe6hxjCA5h4Wgf4rRBcNMOIaPPuH2E&#10;81g42rvZlhzxcdT24VF5npXp1SD5f3RI/qDaFrK/DNnHleEkZD9uyy1k/z1h8pMDQwl+gsmShbTo&#10;4aIZWQvZJ4TMFrJfDbelIJc0oYwodrxUHOlayH6sCADzIZOdmt3RQvbhdz7mMLWQ/UIcLWSfwhKO&#10;04MeBNKqaiH7Yachj2SSSQvZv9y1kH08EOSrhh4P0wxpIftXYdm0kH2ECZxMFCpLmyYKXpC0nL8W&#10;st9C9uMjpB15y5V5G275IribneS7FJhkC5IfI3e4LZwjd0SZ0APiDsEp55BTCi+Rp8dquzMtZF+L&#10;Gm4h+5pkOJqmhewvdgKusr5LPhN78bWQfW2KtZD9i68IqEQUdnQetZD9kBskHjH5Rscr3r3FB+lE&#10;RdELeZSoHzi+Eiet43FGEXGOo5zcUHiOayOYG9NXSrAg3M8Wsq96vSGlKPkWsm8ALkpgeAvZr0VO&#10;pLj5voXs00PTyc4qK6yF7JdIyS1kfzFVWsj+qUhayP5yR2kh+6o500L2bZuY381ayP7pPsOCaSH7&#10;e9pv4p0wXghbyH4QSWnUtZB9c59pIfumeFrIvimeFrJviuf3EbIPE69h67/sf339w/X+8e3+11/v&#10;r2/f3hyuvtw/fXrbr7rV28er+yenkMCH8B/PpqyQwNsS4j+8C6NOgHwDhs5bii9/ef73wx9DSPrr&#10;149fL+5vkIodXK4tUH8ZqI/n5tNA/ZAq870D9XvC8IZ/eohJQFVsfXkb/0ZsfQ0hGh3I4mIEWj+k&#10;cOSBVnj+T2QbDSy2jLERDNAFLyQLJV6Ak6yjp+ahf9O0ZbTTBa88FlmNRIaXIzV4BNVf8MojMDsN&#10;t/ok4EzrVwmpr6U1nEbnM/LnomcFoL5aO0CB019yyxUALdUVgBfgo9SOYPpLbrkKNPBabDVHZglJ&#10;f8krV4GmgZOYfE1mlIqbtK7N2BMMfcY2XfSLPFWJl4bNfQKgr/Yrl742RsoETQ3iVT5CuC77lcte&#10;nRdlIL7ar1z2g6ZIAoVJHRMM4kW/CuT8UYNvLnHzOSJvySuXvQqzTjnfqV/aEIsQfICn1yc+4egk&#10;Vgw8vOxVLvkOyOkKr3zeMxDvklcueb2iArn3Ur/0zbWY9mrHyvB7TfYFYv6gYvmfIOZrMqMYojSA&#10;EZDpdZmdIOZra5KSUxO3WS1rQYgQiQyZ7MpKKsLv11tNn4BtOHLrxpXWuQIxf7vStp9TxHxNcoSc&#10;chwEkPDrkiPgmUQGeBCGuV5MOEBEHekAWqiNVom/X/LLVYEIAHW4uS6A5cF47Ut+xYIAnoM23lwb&#10;wzxqyiXUsCQX7Kba5naKnK8tiyIMH/y0mayA5y/GS+nTx/4hfkMZ7yl8vjb7Cvj8LUoS1afLnKsD&#10;IBjqcHN1bDtNu6ex+Ix3vxhtAZ+/GbQjkFBuklCO8PlLdvnaWKulB5Dhf2QHAArtjCjg89c63n1+&#10;SABUQlNFEYs/owZAXRUKfP5ysLkq5pU2kU/g8yVfdsGugM8H3pPSuxI+f0RZnYAov2SXq2LE9lMf&#10;bBmLP0lhjyW7fFmM6mA3hSoAJ6H1Lt+lerWelwKfv+xdrgpgIWqDzfcoICloWzwFbaXp3qkFfQif&#10;KpGBXb5m8dDS0PivnhZxqHQXoyDwBFFnx6G20H4tDrWF9muSYbCrXcIjtKcYxzPuEi6bTc6gMrsE&#10;NeeQYxum+Z5w+xxybLOBXPCOHHJso4H8vIQNBrraJcAzmzsZzsQdlvE5+R0MKbiD5XsWOQ81QTs5&#10;neGhJtRehxwnQuj7ebkpjGW7S7g+NncyOok7jMpzhsqQPLsEG+tw56HCJjyLOw+1hfafFgkhk4rU&#10;BJvpHEH+C4T2hyIUtTI+HGe+S6CRYYrBCsH3O4H3z8EtckTm5xB3ughByMjjFMiwI0np3hcwQGD3&#10;y7oRAvmmsHnmic05ak4I5CuEUcNA7hcVC4F8I2EKw0+ZcPLv8o10PAWAxW83TFeJMOhkxwgf+UZ+&#10;AmA3Ay/NGgjdTokfHtdNOkY6BVq/Qxd9GZOHP5uC+Z2w/5Qe4NUogIVN4+gcCEB6gwadj9Ef5QyE&#10;fnu8jFM9uvj8ca8EOr8NCcfYkS42P/uMEOZvzz+WH9XVNfXLdIBWlb1f5pN847zi/gGT35FLHK+P&#10;yB8P427lwAFHdrOHpx6U64X1xyY9GP44ATwM/jidBgdPkqkcZMy4n/UOYGm0AHq8dVvrOi7DvrNn&#10;W9zEvMoWTOUgSscWPcDMuN14QPtRXnhUs8cYmTk7F68UBwWS578D2CjYnLbsOT3Zw+ONAnNAUMlb&#10;gf3KwdXn3RRDteYEp+86SOP0uo0Wnf2CXoVBZW8W9JRKm63ZK3qApBGaRAyAa4+PrS57o2NQapuI&#10;kwxtIjh8oqTMnne8Y3pTOW43jtThF4pN2kZCx6c/omCt+dCxLJziDj2P00HnlhhKBz+/51sy8oKt&#10;vsHPFEcKA8qk45kxOHvFyEtkTPdhOdfkG883eKRCu5MDBkuVe8ICAOCq1T+Byt04WOl4Ewz8PJhl&#10;PEZHuXj4+Wu+FXd9xEFRY+zh54oc4cgyh7JhYATg59vLfkNOANpCZtTJsIQDn1gkJMRck5DRvGGe&#10;yLVa1CbfqL4tX5B7yhY1OVJFU9p24CAzCWGZxDUHAH2PUjZrvGY7PMn5Rq17EPpAw+TzfuPIslvJ&#10;al7Bd2oNnXxzoXVyvjmUAlU/OGZ6R4jaNCJg7jtjl8sYueqc1vnJa1i7PAXyf+v2kyHAgapvL1wY&#10;H/GIA7C+PYtBGfcqTBBvRFzCgGpoO2Pn/QDh+p42WfLj7ElJcsKBsu+0vpJ+rp2ljqnEY/dw9uGB&#10;DBOEXIzm0LdczwM4+/ZxLwVbRg9nH97K2PTGMa03XIxl3DgVJjZi2Wwdwx+ezdi0h7O/4ZXm4uyv&#10;5UVh5Zw88IKGpsnNaQp8zRYfcPbtabFmwxY4+w6hgN3DJWo2PfMuDJx9u4/0xkPby9Q57w/wrkZC&#10;D2d/lkpZfXpllqNEvvFIoReZ0HTvNb2K5u6EfdUc9US+TxrM4Dwu4GmLCdPrmvRNvrGPUqUHNQGc&#10;pmXU2FfsPlKAHfVxci6t8PAyobP5jfKE5NUMGfmwx+jtrQ/e4Ng0VQ+wTryBlytcpfYRThUSwqhR&#10;4dzkCM+xENqbVJ8e7BwzrGeTgLzDdtNsZfiEvKW4hHT/51HbcoRHWgjtPbxbvs3KhG3I/T86cn9Y&#10;Ii0hYJkQgMl/mhAQ1ktLCCDg/pYQ8HAVKhiQb0GJPqIglBS4owfd41hLVOQx0LjB1El0auA3nQJH&#10;KvgBNG64wCU6vW84Ko5UqLercYO1f6RTwqJaQsAN7yg7usQleWnRkC0hIMmL3qKSvFpCAG89LSGg&#10;JQSE20OetdcSAuqByvTClrYQPOJpgc90eUx09G6oHHktIQAQYIvZ1xIC+L0jX5ItIWA5UVpCQGWi&#10;0GNv2ntaQgAFFRKgET61WMT4ErmTJ1CbmO5ieOBsCQGLVAmOhdmlx3tbkOx/alj/C0G2hABtpbaE&#10;AE0yZJXStgSrM7o07MXXEgI0QXJg0C45kWxBsp9ml2B9HXI+a1JVdJu8JQS0hACOUIrre5pbQkCB&#10;H83xeW4dADZO4PF2fJXsqmwJAeJ5jfOP5dcSAvZHZFQOXUsZfiIx+XIgSDiYW0IAJbuRidK1hIDL&#10;lhAg6MItIQApE3EjEctdtg/5xm2kJQSU8mgJAWwHlWJpCQFWRN+2JQS0hACrwlNLCLhsCQHHqhDl&#10;3toSAswI45YQYIqnJQSY4mkJAaZ4WkJAIZ5WF+D6sP8h6wIEL3pLA1ikAVBSakwD+I/b61cgDT7c&#10;XkRPeT0P4OJp/9MdyG7/dDjsv9zdXt284O0sLILiF+gPVJ/h4uOXf9vf3L6/vPr8ug/IRwL6j6oR&#10;VAI5vr6NgNfGDelYLYD6dY1nuXVKgZXfez68vP7ldv94QT+8vzyg24Hv1W8AaIq3LCEhhllhCfzh&#10;8OnjTw+Hi9+uHtBy+I/Xb0H2EMIynvYf7h8e5N7GnWMQKNSjuPh8uH9/+TdYX+Pqz/32zYd5s34z&#10;fhinN1uktb8BBMyft/Nq3I4/f/g7dbAb393d39zcPv31/un24uvjw9PLO/zl+8u719fnd2/fvlzf&#10;3T5evfzh8f6sNXTxBeWjqVbPf3eQj/evt4eLh/vH95ebJImrd6TSX55ugjJer+4f4s9ZTQ7qvtTi&#10;kK9ZkwNZaODW1t5y7SEU8zQFJySOFisJs/b5r/vr/3qhmVj8yz+4xrpuHZKhlousS/mBssiuP8dF&#10;RpNLFlYGxfopRa5jmaaIrnFFKM/4f1zKR6I85LSbA/Q/mgwerzyOMA+CV3nl+R/d3FM2SY1XnoCg&#10;8sqzPyiRpMYoz/xQhofkySQDjQ0c7BlNVUpw8SUSY2RF1o3So6IIB41KGRylkqc2NV5nShzgTD6v&#10;XOIYI6Gl14ROOGSpXxTJXJtUuditMeaiV6dCUYHjZI42EOJ6gOL/fzGH3wz0SPP04o7AYrC90eZ5&#10;BHGM/pJAQO5GbINsehxJynedI6kDyyCEYd9VkXGioXUODW0+3DfpkXzjICIrWbhOi2dzA/aGGFvV&#10;Qu7RTcvnhtqoCCMTsHT++yRr/87NxsP+M1uH/wRLMVwkmqW4tBRxTp9aimH7KOzB72cpDhHF+2gp&#10;dog7DPexHpt+XKXfZCp261hzg693uRVYGItEdnfRryK0U06WWy5Y6yHJtMKtNF5QSqPOLbdduilm&#10;H1e4nZgvVP2o1rfCeqHaEigaUeFWGDDAtVC45fYL4Ka0kRbmI9BvFG6F+Yi7q8auNCHHUdNDYUJS&#10;ypQy2CJxu4v10mqyK8xIAIaFSi8V4ZW13HqUXqrrojAlt7EKUo1doQyg/2nscm1s1WlXmpOAb1PY&#10;EUJLMnQ3saxYpXeE+pnIQnWj+mApHC7RrVXZ4YHnSLadKb+/pooyi7sLGYW1zuWrYrOmG1mVW74q&#10;uGxMjVuuiDVgGBRuuR6mrbbEitpu80ZbFEVxNy4aU+lbUd1tQk2jet+KbO4JEAX15U9O/6SscauN&#10;lAByjmQQr8It18IQUBZqWqAkjiO3cdK45VroQ5JolVuuBaBGa9yKvUnlRm9+x77FOkUVLRR13tR1&#10;X9R5g1GodA1oeMc2NYUWVd40kRU13oCzqEyOIqVblRg5/JMo+p7uyTX5U+JJIhtDcaKawHLxDxOB&#10;XNSYFQXeYinBCrOivtu41npWlHfr9AM1F/+kKrOs7rbWdiKK2kviWGNzVgaar4G+104YQvhK3Dah&#10;ulZVbLkO+ljIria3XAnbUNetxq1I4waimjJtiyxuHAiaXVNkceuWCOHmp6HiENckV1R1A3Ce1rtc&#10;Dx0gwBVFFEXdJuyA9a2NcOOOvRvW2gQGHNqRblZncJHD3Y1rbdUTSF9qdo1W670rirp1yIRQBkvQ&#10;p4ndBq0q7ApVzJPau/xY2ELECrtCFevwElibd0UON8wubeIVVd26DYyC+hrDU/NxtF0X4ZQqy6Io&#10;6wYIZ016RVm3rlftuKKuG6DgNPFRhYqkDVS91MZb5HFTZXNlvJtcHbhBaFtUUdmtX6m2F2F3Hvs3&#10;4cys67co7QbFahYO4Roe+a1VS5MgLDO6PrcN8ebSirG1Ymx4vdwlMFs7UbDlXmv5nAx7uUsFE2xB&#10;ttxrTZAt91qTTMu91iTDKPS7VBXBXnwt91oTJCOM71KZJVuQDK68S9jKgRxmBb7fUl2N7EryugXD&#10;tuZ1C6+vMcsveZk0txtoYcuRi27tJDXTIzZTeum7M9mlwe3nwdpTHYFICZPS9Ifh0ZspcaMxKSfW&#10;E4CMHZ6TlGSZvfIQeCTn1pMtIH42+XKG2M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wxXlUf&#10;LEV+Qcj2kow0GK+l1yg1Z9JFlcLPZLLinQyWlU3Gp2qy42XjlG/cQFmf8EeZ3MibStMND+jmMOOu&#10;Mzi2M5/j8FuZ3LjG0+DUz+TKO6NzVDDCFfxbZqNsEKCOj0mGMzZIxNvA4CeLdM7MRfhEoJtjmI46&#10;J6XA4hwDv3U68mFAY3CZ2eNgK3HtYMv0XO5w7SgDvrfQLpxrZrtkmFH/NunCLvNSvjw/+eDZpiAl&#10;+Xf5Mh2PA244s10qM0ztbp2DcZD8/ZVjv1KJJGJIHju7ZZ6AnVfYjcocBo5kbVurLd2Y4N2zCaWP&#10;vXNdG+VO2zs2KRyFsY+eKY4SUpFwcO5VKFTOhIgZsEYNpyITOlNnFuMVriCTIzxykaNXQBEOSCZ0&#10;9sG1bNKTs5mvKfKBZs/k6BrOSiaE/9cSzw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n7GlUftgtvndUPhWiiMd0vCsd4/JH2s0pTxqhJLynfFNcPsxJ&#10;iiIE27CV5gH32LyOgSHA8wqBMPFcyslwDiUyYqNwg+g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h6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J+ObUfQ6DC97Yft+KrqeCGwM4K75PJN/NN9iNiSTkPMyg9tw0LE0ZLI8S+ko5/YGlw1uSC&#10;V26/IIY32AlLCJLchOyGjjPzF8xyKxIhUwqz3ICBQ43TQxfMcvsFcV8Ks9yAgR+P83QXzHL7BcFr&#10;CrPCiESIiia04oUSMXgau0IHwCSE3Rdi7k/tvlwJCCXU2BVaQLSvxi5XAyIiNXaFHlaSV7sQXWFI&#10;bjotJRmBQdmEWwmGxpJdrgrEpyq9Q9zxkd125KTQBTdySaZpvt2q3HJNbAQtZMktVwSFC2udyzWx&#10;AQBCXa9UZCh1jgKfNXa5JtaClLDsXb4iAp5NPSEZPuxjs/OorS8KbTz2bkCzdXbkx050k+TpL3oH&#10;2+lI1iG4XmOXq2JE/n1ddgVkCGUKaOxyVQyqZincJg2C0h40drkq+o220VGgRsYOdIrsclXEK25t&#10;AyDr7sgOCSkKuwI2BJO9LroCNaSb1c4VuCHaLClQQyhPSOtarodencMFdIiRFF5ghwzBU1cTXAke&#10;ouesk08+CXhEqrwiuUIPeko9BUYldgh2UNgVACJGxn+BIDLP2jFBCUupVQOQgGKlE11Cc1gs2AJC&#10;pNPxEig2JrFDXKI22GJJ6GgOFL2a2G0F4GTZu0IVOtYEHtaP7LoV9om6aksYER0Ko4ARwfu9ZgJQ&#10;WF4aBqJUtf2pwBHp+kFbtAipyfidCSQCU0zlV6jDwDnJ1QH0Ls2AKqFEdBgWCoo7ymWctIO7wBLR&#10;QWIo0O3IDtHHinopDDDR6Qg2lJaQyLpJncwU4ZbodBOqhBIhy60++QooER37p0QSoVdYhV2+NnRg&#10;ohJIZBZgjcVSK4BEdNAkirtLMsFJoG2iJY5Ir520JYzIWt3iCxiRbqWZZPTgkvVOUD+Wg83XhYYl&#10;pECILJnlisiZtWfR38uzaPCyX1QiCugCg6fMhh/yid5z6bn3ef9CZTB2iFkOkoGJH2ND7VT6hh+i&#10;YRJwrsgOVvA5guTA1F1KBbHlztH/O1ix53DnR/RdSl5yuOMkpuUBK/Qs7tjeA/l5Q+UUqV0Kerc7&#10;Q0YkcU9ZiA45T+CUPOiQ81BT1LRDzkNNySsOOQy40HeJb7HJOWlhlzwYDjkPNeWUOOQ8VNhP52iV&#10;s553KffM4c5DBZLaOdw5K2WXYtBt7pxXsIP9chZ3Hirsk7PIWasp79DpDA/1++OHoNsmfsjASfAi&#10;Y80Hh/fpKAFx1onLSr4czYVn7DBBvUyVgR43MJGdzFg8ZUdJuomDfMzgUZsVJB2Tr3QQcfrUcOe2&#10;LIlTXgICHsgDRy9rGF2LY/HSkPFKDksTfeydNEN6Tg+EXqI0Xo8jRy/zGoTM0Unlpsf30LSXGx7A&#10;J2gwXrI5bstRjqODLUEv9aFpLx0eJbzjunLTUwnOgvoI6GN79lClISL0EADw/IsHUiJ0sCWQChVH&#10;7WEUdFBN4OiBHnRIrYyEXs7SinMIPVgGpIBFgcMdYItnxWaBBxwBXJQocA+JAmngUY4etMWWV4IH&#10;lSEePQ96Az6IIEQ4GcwhbwUKYOVgg2x4TSND1hYi/BWhZR+/hB4cMcWQdic2m+x18o173oazkQFc&#10;Y6dzw7fBHB3ogLXkBHo4MAHAivoI4HlTjvCDxKYJBCiesDII+cbBzFBIGLWXc4uXVSZ0zg74TCIh&#10;nCJ20wmmIdnU0jf5xj4SylPooxcQAv8KEzqHzCQq9ACPBNoD24odBgNfTGzag2UaJU3VQ3oaJfkU&#10;NRpMOcJvE5v28KgGXoQuxBUeRpmjM3Hh42FCB4irZwgSF9tLDiM3gVgizlFdyF6FHV9nfFAzmRSz&#10;ExcvSwbOIVMxknw+O1hu5PyjRU0wcdZa5XXlws3xEehnhbL2cK7bOx48UqGH5HIye9in1FVMNWso&#10;Q8pcdTIL4L3iplNgiGwO8o2bRFoFXh7wyPalm1oMT1fUi5etLLWf3QToiSplkKa9nGpJASa3lynH&#10;iaGHEDJnHwgzW4Odl0ye9nkvP30tifleyjtep+OovSz6BEfgJeYnOAIv1X8jafkeeAAhhgTN+HAE&#10;vNl6AAdbGTVBS1hLAV682DTcdCYh4Aii3QhcB3u9Jnuw86AiyOcXW4dTz2ldEOM8QAuY1sLTwcgg&#10;D2FsHS5Au3V4bJnSQfLALSXa6+F+aAme/ImRp2f7dHTFDNOjx+lt8xSARA8VhbyPkacHtIK3At6I&#10;POwWQFPyBuPBwZCvMrbuIcx0yOVkSsee60beYzwYHKBM8W3AMfyAaxG3Dg+opxthlJKCPOSfjiCY&#10;AiH6aipyYjvNwybqxOj0wI7IYRqadm+cdG2mPnqbFoypaHS6JhDdr4kjvKf2qOczIfRgTMU+upBW&#10;FD9OTXsQWVgFce56kFuIyYkLx4Pw6uC0DU17kGDdmpFBPIgxWGixjx5kGTl4Q9MeBBoI+XBMT5ti&#10;1sg3mjcIMZFN1TbBQMgccVqYM1xggtIzv7QoX2mZ7UkP9EtQPuTtU9jIN7HjgTg7qbBzjOIQ2EQT&#10;zGlWHlxPyVrY/o8eth/mewvbX4btY3c7DdsPs/t7h+3jCTTu4cFCzJI+scdRzH4wUOJW821B+6E8&#10;HxXmBTMtZJ9KtKEYOGyiYDHmZOhkCmKh+JoKJ2w9iaTXOWGXT2QKJ5xBiST0RusVtJQIY325Sr9w&#10;jicikxv29kSocoNpl4iMUZYB+6rwYf4lbqrs6S0vUakdK4p7Wj3LFaBzy3Wg9yxXQKeOMteAzisX&#10;v84rlz/1PpuvLbbp9xLbBE3DS/0N5Sowc4K3Oe51tZRPzMBoW8ctEy1q/ma2RhOd2GTyjbZZpEp7&#10;K/jJv8s30oWe8cZv39uFEmvdNkZ5JDbVudyEzuYm0juPiniW5nSzHH90yzGBrH3c3/yffz9cHPav&#10;FE538dvtAT/c7Q//9/Liy+Hq+f3ly//+fHW4vbx4+J9PL7hKwN0Dstfwh3EKl7lD/i8f83+5eroG&#10;q/eXr5eIZKQff3rFn/D7n58P95/u0FJM2H7a/+nz6/7X+1eaRkd7lv/w5eX5j8HEww8XXx8fnl7e&#10;gQa9fH19fvf27cv13e3j1csfHu+vD/uX/a+vf7jeP77d//rr/fXt2y/7w81bgrUMPz0f9te3Ly/3&#10;T5/+8+7q+RbRg2wQQgL3N7iJD5T4ES3H/7i9fkX45cPtRQz0qJuOF0/7n+5Advunw2H/5e726gYd&#10;i0+QxS/QH16e0czHL/+2v7l9f3mFAYfoRbEL0WGKYpz4zTMsqaNBGYD+yaJMb3zye8+Hl9e/3O4f&#10;L+gHZMuj24Hv1W/YYOOyFBLaKF/2D/c3H+4fHsIfDp8+/vRwuPjt6gFqCf/xSi7IHp6I+GlPvyYL&#10;nf7m9usrb+L46eLz4f795d+2CMNY/bnfvvkwb9Zvxg/j9AZApZs3q2775+28Grfjzx/+Th3sxnd3&#10;9zc3t09/vX+6ZbXiL89T683h6gu0GDX7eHX/HZbb4/3r7eHi4f4RT2VJElfvSKW/PN1g2FfvXq/u&#10;H+LPb8vuY6IGacg3SCVMZNJ5nGWvXz9+DZMswnfShGhr7931//rtuPZgQp7c2uJrfrGSMIWf/7q/&#10;/q8X2SvA4j+TlM9aY/EwP11htPCqK+z6c1xhNAVkVdHliuf+pxvu9Q58Twx9rOawGeR3sfzSEA19&#10;PkBzovzOgO0LV7Yaq/zOBiawpius8gsDMVF45TcGlVd+YTB4nd4YKr3Krwv6APPrgjK84qpGN9Ka&#10;oOihPqlGFXpxU9M7VVzVtF7lUld7lctcY5SLXGWUC1wfXi5zUrEiq1zoBTNscmnWXxEMS9gVj6Y8&#10;fqplLMTlthPHnB2gGp9TdmI728QQMo7EnTz72sQQJBHL26pNDFERsTyJ2sQ0BYk6RUc55DzGFOPm&#10;kPMo4RSLh69DzuNMb9IOOY8U4J4Zd2gav8YbHJkUF2QgwO4L/z8DlCcsQgoIpqVPG+fx+lVelDDB&#10;uOEjRXmlwkIM4uVNRL16xSahh7MJpWVpT76xh9KuTRVVfxyF8JDvP87re7RHIqApuexXu5p9B1vx&#10;sP/MJuE/wTxM+DLNPCzNQ5xLp+Zh8OP9c8xDuCnD8UZXm2tczOjaG8zDFG0lN7D/ln0YzQveqnLL&#10;L7dUxtWW0lzpEztztDVzAxFccJZXeJX2ocort1VUXktbZdmpU1ul0qXcUokmz5JNbqcoI8ttFENK&#10;hXGoi9yQebN56kZd3eb5ZruBZkw0GzAtanaDnMqyJtCiZjgEXsEeiFNMtRyE8JyT9xyarG9iBsi3&#10;NAcqhO18/tHP5+RI/lc5n/EQ9endl094RKXNDI+6d/fXP1+9XuV/xs9fnt/d9vu7/cPN7eGP/08A&#10;AAAA//8DAFBLAwQUAAYACAAAACEAoAQBaeAAAAAKAQAADwAAAGRycy9kb3ducmV2LnhtbEyPQWvC&#10;QBCF74X+h2UKvdVN1IjGbESk7UkK1ULxNmbHJJjdDdk1if++01N7nPc+3ryXbUbTiJ46XzurIJ5E&#10;IMgWTte2VPB1fHtZgvABrcbGWVJwJw+b/PEhw1S7wX5Sfwil4BDrU1RQhdCmUvqiIoN+4lqy7F1c&#10;ZzDw2ZVSdzhwuGnkNIoW0mBt+UOFLe0qKq6Hm1HwPuCwncWv/f562d1Px+Tjex+TUs9P43YNItAY&#10;/mD4rc/VIedOZ3ez2otGwXwWJYyysZqCYGC+WrJwZiFOFiDzTP6fkP8AAAD//wMAUEsBAi0AFAAG&#10;AAgAAAAhALaDOJL+AAAA4QEAABMAAAAAAAAAAAAAAAAAAAAAAFtDb250ZW50X1R5cGVzXS54bWxQ&#10;SwECLQAUAAYACAAAACEAOP0h/9YAAACUAQAACwAAAAAAAAAAAAAAAAAvAQAAX3JlbHMvLnJlbHNQ&#10;SwECLQAUAAYACAAAACEA1iGlBLF3AABAWQQADgAAAAAAAAAAAAAAAAAuAgAAZHJzL2Uyb0RvYy54&#10;bWxQSwECLQAUAAYACAAAACEAoAQBae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ccEA&#10;AADdAAAADwAAAGRycy9kb3ducmV2LnhtbERPy4rCMBTdD/gP4QruxtRWRqmNIjKKC2Goj/2luX1g&#10;c1OajNa/N4uBWR7OO9sMphUP6l1jWcFsGoEgLqxuuFJwvew/lyCcR9bYWiYFL3KwWY8+Mky1fXJO&#10;j7OvRAhhl6KC2vsuldIVNRl0U9sRB660vUEfYF9J3eMzhJtWxlH0JQ02HBpq7GhXU3E//xoFNjkc&#10;T7cqzpNvXnje/izL23BSajIetisQngb/L/5zH7WCeRKH/eFNeAJ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k3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y5M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8GsL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fL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O7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j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Aw7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+1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CYl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R+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zA8QA&#10;AADdAAAADwAAAGRycy9kb3ducmV2LnhtbESP3WrCQBCF7wu+wzKCN6Vu/KGU6CaINEW8EbUPMGTH&#10;bDA7G7LbJL59Vyj08nB+Ps42H20jeup87VjBYp6AIC6drrlS8H0t3j5A+ICssXFMCh7kIc8mL1tM&#10;tRv4TP0lVCKOsE9RgQmhTaX0pSGLfu5a4ujdXGcxRNlVUnc4xHHbyGWSvEuLNUeCwZb2hsr75cdG&#10;yGmFp+NtuBZfIw74eTT8ujsrNZuOuw2IQGP4D/+1D1rBerVcw/NNf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Mw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DO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pjflA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FD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9M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N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N9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C7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9pr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3gu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M2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TdP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M2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z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pov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sw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WYL8A&#10;AADdAAAADwAAAGRycy9kb3ducmV2LnhtbERPzYrCMBC+C/sOYQRvmmp1WapRRFDWo3UfYGhm22Iz&#10;6TbR1rffOQgeP77/zW5wjXpQF2rPBuazBBRx4W3NpYGf63H6BSpEZIuNZzLwpAC77cdog5n1PV/o&#10;kcdSSQiHDA1UMbaZ1qGoyGGY+ZZYuF/fOYwCu1LbDnsJd41eJMmndlizNFTY0qGi4pbfnYHlsz/9&#10;5atbcrSO5ue0PXMsVsZMxsN+DSrSEN/il/vbii9NZb+8kSegt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pZ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q58UA&#10;AADdAAAADwAAAGRycy9kb3ducmV2LnhtbESPQWvCQBSE7wX/w/IEb81GLWKjq4iilJ5qTD0/ss8k&#10;mH0bsqtJ/n23UOhxmJlvmPW2N7V4UusqywqmUQyCOLe64kJBdjm+LkE4j6yxtkwKBnKw3Yxe1pho&#10;2/GZnqkvRICwS1BB6X2TSOnykgy6yDbEwbvZ1qAPsi2kbrELcFPLWRwvpMGKw0KJDe1Lyu/pwyh4&#10;LK6zjG+f+is9DKf3w3Hn5Heh1GTc71YgPPX+P/zX/tAK3ubzK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Cr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Ll8cA&#10;AADd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wzgewP1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ty5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s/8UA&#10;AADdAAAADwAAAGRycy9kb3ducmV2LnhtbESPS4vCQBCE74L/YWjBm040IiHrKD5QF08+FvbaZHqT&#10;YKYnZEaN++t3FgSPRVV9Rc0WranEnRpXWlYwGkYgiDOrS84VfF22gwSE88gaK8uk4EkOFvNuZ4ap&#10;tg8+0f3scxEg7FJUUHhfp1K6rCCDbmhr4uD92MagD7LJpW7wEeCmkuMomkqDJYeFAmtaF5Rdzzej&#10;4Hf6jUe3H682sfb0nCQ7ezjulOr32uUHCE+tf4df7U+tYBLHMfy/C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az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nM8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uk0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G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wMUA&#10;AADdAAAADwAAAGRycy9kb3ducmV2LnhtbESPzW7CMBCE70i8g7VIvYEDKZSmMahFqsQV6KHHrb35&#10;gXidxgbSPn1dCYnjaGa+0eTr3jbiQp2vHSuYThIQxNqZmksFH4f38RKED8gGG8ek4Ic8rFfDQY6Z&#10;cVfe0WUfShEh7DNUUIXQZlJ6XZFFP3EtcfQK11kMUXalNB1eI9w2cpYkC2mx5rhQYUubivRpf7YK&#10;tvUXzRe6eLbLN737/P0O6dPRKPUw6l9fQATqwz18a2+Ngsc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lQ8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OJj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4l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+uMUA&#10;AADdAAAADwAAAGRycy9kb3ducmV2LnhtbESPQUvDQBSE74L/YXmCN7sxFS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T6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sbcQA&#10;AADdAAAADwAAAGRycy9kb3ducmV2LnhtbERPW2vCMBR+H/gfwhH2NlN1bFKbitMJYzjE2/uxObbV&#10;5KQ0mXb/fnkY7PHju2ezzhpxo9bXjhUMBwkI4sLpmksFh/3qaQLCB2SNxjEp+CEPs7z3kGGq3Z23&#10;dNuFUsQQ9ikqqEJoUil9UZFFP3ANceTOrrUYImxLqVu8x3Br5ChJXqTFmmNDhQ0tKiquu2+rYLVZ&#10;msvoazs/yrB4fz2Zyefbcq3UY7+bT0EE6sK/+M/9oRU8j8dxbn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7G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ET8cA&#10;AADdAAAADwAAAGRycy9kb3ducmV2LnhtbESPQWvCQBSE74X+h+UVehHd2KjY6CpSKLGgoLbQ6zP7&#10;TILZtyG7TdJ/3xWEHoeZ+YZZrntTiZYaV1pWMB5FIIgzq0vOFXx9vg/nIJxH1lhZJgW/5GC9enxY&#10;YqJtx0dqTz4XAcIuQQWF93UipcsKMuhGtiYO3sU2Bn2QTS51g12Am0q+RNFMGiw5LBRY01tB2fX0&#10;YxS0h90537au/rjOB24an9N0r7+Ven7qNwsQnnr/H763t1rBJI5f4fY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2h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iZ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yJmxQAAAN0AAAAPAAAAAAAAAAAAAAAAAJgCAABkcnMv&#10;ZG93bnJldi54bWxQSwUGAAAAAAQABAD1AAAAigMAAAAA&#10;" fillcolor="black" stroked="f"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E8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9dh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DkT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kM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av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kM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G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ZDq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HkG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zK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H+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z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ZA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x5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+ZA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lW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MR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KV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6E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XP6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groSyAAAAN0AAAAPAAAAAAAAAAAAAAAAAJgCAABk&#10;cnMvZG93bnJldi54bWxQSwUGAAAAAAQABAD1AAAAjQMAAAAA&#10;" fillcolor="black" stroked="f"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UY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/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dR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RC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D8PJ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RC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6D50" w:rsidRDefault="00CB6D50" w:rsidP="00CB6D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6D50" w:rsidRDefault="00CB6D50" w:rsidP="00CB6D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6D50" w:rsidRDefault="00CB6D50" w:rsidP="00CB6D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B6D50" w:rsidRDefault="00CB6D50" w:rsidP="00CB6D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6D50" w:rsidRDefault="00CB6D50" w:rsidP="00CB6D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№102</w:t>
      </w:r>
    </w:p>
    <w:p w:rsidR="00CB6D50" w:rsidRPr="00A66DFC" w:rsidRDefault="00CB6D50" w:rsidP="00CB6D5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B6D50" w:rsidRPr="00A66DFC" w:rsidRDefault="00CB6D50" w:rsidP="00CB6D5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CB6D50" w:rsidRPr="00A66DFC" w:rsidRDefault="00CB6D50" w:rsidP="00CB6D5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CB6D50" w:rsidRPr="00A66DFC" w:rsidRDefault="00CB6D50" w:rsidP="00CB6D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B6D50" w:rsidRPr="00A66DFC" w:rsidRDefault="00CB6D50" w:rsidP="00CB6D5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П’янков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Т.О.</w:t>
      </w: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’янкова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Т.О.,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’янкову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Тимофію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0.1200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Одухи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’янкову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Тимофію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: </w:t>
      </w:r>
      <w:r w:rsidR="0059274F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A66DF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9274F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bookmarkStart w:id="0" w:name="_GoBack"/>
      <w:bookmarkEnd w:id="0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0,1200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6823986800:03:001:0002,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Одухи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D50" w:rsidRPr="00A66DFC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П’янкову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 О.,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CB6D50" w:rsidRPr="00A66DFC" w:rsidRDefault="00CB6D50" w:rsidP="00CB6D5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CB6D50" w:rsidRPr="00CB6D50" w:rsidRDefault="00CB6D50" w:rsidP="00CB6D5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458B8" w:rsidRPr="00CB6D50" w:rsidRDefault="00CB6D50">
      <w:pPr>
        <w:rPr>
          <w:rFonts w:ascii="Times New Roman" w:eastAsia="Times New Roman" w:hAnsi="Times New Roman" w:cs="Times New Roman"/>
          <w:lang w:val="uk-UA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458B8" w:rsidRPr="00CB6D5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D50"/>
    <w:rsid w:val="0059274F"/>
    <w:rsid w:val="00B458B8"/>
    <w:rsid w:val="00CB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5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6D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6D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6D5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D5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6D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6D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6D5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2021-09-13T10:52:00Z</dcterms:created>
  <dcterms:modified xsi:type="dcterms:W3CDTF">2021-09-14T12:34:00Z</dcterms:modified>
</cp:coreProperties>
</file>