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77" w:rsidRPr="004102D1" w:rsidRDefault="00193A77" w:rsidP="00193A77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A77" w:rsidRDefault="00193A77" w:rsidP="00193A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3A77" w:rsidRDefault="00193A77" w:rsidP="00193A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93A77" w:rsidRPr="000A4F3E" w:rsidRDefault="00193A77" w:rsidP="00193A77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A77" w:rsidRPr="000A4F3E" w:rsidRDefault="00193A77" w:rsidP="00193A77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93A77" w:rsidRPr="000A4F3E" w:rsidRDefault="00193A77" w:rsidP="00193A7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3A77" w:rsidRDefault="00193A77" w:rsidP="00193A7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193A77" w:rsidRDefault="00193A77" w:rsidP="00193A7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3A77" w:rsidRPr="00CA5B65" w:rsidRDefault="00193A77" w:rsidP="00193A77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193A77" w:rsidRPr="00CA5B65" w:rsidRDefault="00193A77" w:rsidP="00193A77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193A77" w:rsidRPr="00CA5B65" w:rsidRDefault="00193A77" w:rsidP="00193A77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193A77" w:rsidRDefault="00193A77" w:rsidP="00193A77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193A77" w:rsidRPr="00CA5B65" w:rsidRDefault="00193A77" w:rsidP="00193A77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Конончуку</w:t>
      </w:r>
      <w:proofErr w:type="spellEnd"/>
      <w:proofErr w:type="gramStart"/>
      <w:r>
        <w:rPr>
          <w:rFonts w:ascii="Times New Roman" w:hAnsi="Times New Roman"/>
          <w:b/>
          <w:sz w:val="24"/>
        </w:rPr>
        <w:t xml:space="preserve"> І.</w:t>
      </w:r>
      <w:proofErr w:type="gramEnd"/>
      <w:r>
        <w:rPr>
          <w:rFonts w:ascii="Times New Roman" w:hAnsi="Times New Roman"/>
          <w:b/>
          <w:sz w:val="24"/>
        </w:rPr>
        <w:t>С.</w:t>
      </w:r>
    </w:p>
    <w:p w:rsidR="00193A77" w:rsidRPr="00CA5B65" w:rsidRDefault="00193A77" w:rsidP="00193A77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</w:p>
    <w:p w:rsidR="00193A77" w:rsidRPr="00CA5B65" w:rsidRDefault="00193A77" w:rsidP="00193A77">
      <w:pPr>
        <w:spacing w:after="0"/>
        <w:rPr>
          <w:rFonts w:ascii="Times New Roman" w:hAnsi="Times New Roman"/>
          <w:b/>
          <w:sz w:val="24"/>
        </w:rPr>
      </w:pPr>
    </w:p>
    <w:p w:rsidR="00193A77" w:rsidRPr="00CA5B65" w:rsidRDefault="00193A77" w:rsidP="00193A77">
      <w:pPr>
        <w:spacing w:after="0"/>
        <w:rPr>
          <w:rFonts w:ascii="Times New Roman" w:hAnsi="Times New Roman"/>
          <w:b/>
          <w:sz w:val="24"/>
        </w:rPr>
      </w:pPr>
    </w:p>
    <w:p w:rsidR="00193A77" w:rsidRPr="00CA5B65" w:rsidRDefault="00193A77" w:rsidP="00193A77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пункту</w:t>
      </w:r>
      <w:proofErr w:type="gramEnd"/>
      <w:r w:rsidRPr="00CA5B65">
        <w:rPr>
          <w:rFonts w:ascii="Times New Roman" w:hAnsi="Times New Roman"/>
          <w:sz w:val="24"/>
        </w:rPr>
        <w:t xml:space="preserve">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Конончука</w:t>
      </w:r>
      <w:proofErr w:type="spellEnd"/>
      <w:r>
        <w:rPr>
          <w:rFonts w:ascii="Times New Roman" w:hAnsi="Times New Roman"/>
          <w:sz w:val="24"/>
        </w:rPr>
        <w:t xml:space="preserve"> І.С.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193A77" w:rsidRPr="00CA5B65" w:rsidRDefault="00193A77" w:rsidP="00193A77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193A77" w:rsidRPr="00CA5B65" w:rsidRDefault="00193A77" w:rsidP="00193A77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Конончуку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Івану</w:t>
      </w:r>
      <w:proofErr w:type="spellEnd"/>
      <w:r>
        <w:rPr>
          <w:rFonts w:ascii="Times New Roman" w:hAnsi="Times New Roman"/>
          <w:sz w:val="24"/>
        </w:rPr>
        <w:t xml:space="preserve"> Степановичу,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3276F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3,45 в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одиницях</w:t>
      </w:r>
      <w:proofErr w:type="spellEnd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сертифікат</w:t>
      </w:r>
      <w:proofErr w:type="spellEnd"/>
      <w:r>
        <w:rPr>
          <w:rFonts w:ascii="Times New Roman" w:hAnsi="Times New Roman"/>
          <w:sz w:val="24"/>
        </w:rPr>
        <w:t xml:space="preserve"> на право на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частку</w:t>
      </w:r>
      <w:proofErr w:type="spellEnd"/>
      <w:r>
        <w:rPr>
          <w:rFonts w:ascii="Times New Roman" w:hAnsi="Times New Roman"/>
          <w:sz w:val="24"/>
        </w:rPr>
        <w:t xml:space="preserve"> пай </w:t>
      </w:r>
      <w:proofErr w:type="spellStart"/>
      <w:r>
        <w:rPr>
          <w:rFonts w:ascii="Times New Roman" w:hAnsi="Times New Roman"/>
          <w:sz w:val="24"/>
        </w:rPr>
        <w:t>серія</w:t>
      </w:r>
      <w:proofErr w:type="spellEnd"/>
      <w:r>
        <w:rPr>
          <w:rFonts w:ascii="Times New Roman" w:hAnsi="Times New Roman"/>
          <w:sz w:val="24"/>
        </w:rPr>
        <w:t xml:space="preserve"> ХМ №0318654,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(</w:t>
      </w:r>
      <w:proofErr w:type="spellStart"/>
      <w:r>
        <w:rPr>
          <w:rFonts w:ascii="Times New Roman" w:hAnsi="Times New Roman"/>
          <w:sz w:val="24"/>
        </w:rPr>
        <w:t>Полянська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об’єднання</w:t>
      </w:r>
      <w:proofErr w:type="spellEnd"/>
      <w:r>
        <w:rPr>
          <w:rFonts w:ascii="Times New Roman" w:hAnsi="Times New Roman"/>
          <w:sz w:val="24"/>
        </w:rPr>
        <w:t>).</w:t>
      </w:r>
    </w:p>
    <w:p w:rsidR="00193A77" w:rsidRPr="00CA5B65" w:rsidRDefault="00193A77" w:rsidP="00193A77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Конончук</w:t>
      </w:r>
      <w:proofErr w:type="spellEnd"/>
      <w:r>
        <w:rPr>
          <w:rFonts w:ascii="Times New Roman" w:hAnsi="Times New Roman"/>
          <w:sz w:val="24"/>
        </w:rPr>
        <w:t xml:space="preserve"> І.С.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193A77" w:rsidRPr="00193A77" w:rsidRDefault="00193A77" w:rsidP="00193A7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93A77" w:rsidRDefault="00193A77" w:rsidP="00193A7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4177" w:rsidRPr="00193A77" w:rsidRDefault="00193A77" w:rsidP="00193A77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E34177" w:rsidRPr="00193A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77"/>
    <w:rsid w:val="00171A2E"/>
    <w:rsid w:val="00193A77"/>
    <w:rsid w:val="00304C90"/>
    <w:rsid w:val="00505B6D"/>
    <w:rsid w:val="006D3977"/>
    <w:rsid w:val="007D6C18"/>
    <w:rsid w:val="00A3276F"/>
    <w:rsid w:val="00D1641A"/>
    <w:rsid w:val="00E3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93A7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93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93A7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93A7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93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93A7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250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2020-08-20T14:47:00Z</dcterms:created>
  <dcterms:modified xsi:type="dcterms:W3CDTF">2020-08-21T12:34:00Z</dcterms:modified>
</cp:coreProperties>
</file>