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4B2" w:rsidRPr="00062C82" w:rsidRDefault="00C104B2" w:rsidP="00C104B2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C104B2" w:rsidRPr="00062C82" w:rsidRDefault="00C104B2" w:rsidP="00C104B2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C104B2" w:rsidRPr="00062C82" w:rsidRDefault="0063430A" w:rsidP="00C104B2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63430A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vii8UA&#10;AADdAAAADwAAAGRycy9kb3ducmV2LnhtbESPT2vCQBTE7wW/w/KE3urGBNIQXSVIFQ9C8U/uj+wz&#10;CWbfhuxW02/vCoUeh5n5DbNcj6YTdxpca1nBfBaBIK6sbrlWcDlvPzIQziNr7CyTgl9ysF5N3paY&#10;a/vgI91PvhYBwi5HBY33fS6lqxoy6Ga2Jw7e1Q4GfZBDLfWAjwA3nYyjKJUGWw4LDfa0aai6nX6M&#10;Apvs9oeyjo/JF396Lr6zazkelHqfjsUChKfR/4f/2nutIE3mKbzehCcgV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+KL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GDHsgA&#10;AADdAAAADwAAAGRycy9kb3ducmV2LnhtbESPT2sCMRTE74V+h/AEL1KztrC2W6MUYfvHg6At9PrY&#10;vG7Wbl6WJOrWT28KgsdhZn7DzBa9bcWBfGgcK5iMMxDEldMN1wq+Psu7RxAhImtsHZOCPwqwmN/e&#10;zLDQ7sgbOmxjLRKEQ4EKTIxdIWWoDFkMY9cRJ+/HeYsxSV9L7fGY4LaV91mWS4sNpwWDHS0NVb/b&#10;vVWwK9fmezk9vfrR04ZOo3L11n7kSg0H/csziEh9vIYv7XetIH+YTOH/TXoCcn4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cYMe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Z1E8AA&#10;AADdAAAADwAAAGRycy9kb3ducmV2LnhtbERPzYrCMBC+C75DmIW9iKYqyFKNIqKyeBF1H2BoxqZs&#10;MylNtN233zkIHj++/9Wm97V6UhurwAamkwwUcRFsxaWBn9th/AUqJmSLdWAy8EcRNuvhYIW5DR1f&#10;6HlNpZIQjjkacCk1udaxcOQxTkJDLNw9tB6TwLbUtsVOwn2tZ1m20B4rlgaHDe0cFb/Xh5eS8xzP&#10;p3t3Oxx77HB/cjzaXoz5/Oi3S1CJ+vQWv9zf1sBiPpW58kaegF7/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zZ1E8AAAADd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EFKMYA&#10;AADdAAAADwAAAGRycy9kb3ducmV2LnhtbESPQUsDMRSE70L/Q3iCN5tt1dWuTYtUBSl4sArS22Pz&#10;urt08xKSZ3f990YQPA4z8w2zXI+uVyeKqfNsYDYtQBHX3nbcGPh4f768A5UE2WLvmQx8U4L1anK2&#10;xMr6gd/otJNGZQinCg20IqHSOtUtOUxTH4izd/DRoWQZG20jDhnuej0vilI77DgvtBho01J93H05&#10;A6/DU9jeljeHsI/Xc50erXxuxJiL8/HhHpTQKP/hv/aLNVBezR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cEFK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zqMAA&#10;AADdAAAADwAAAGRycy9kb3ducmV2LnhtbERPzYrCMBC+C75DmAUvoqkKslSjiOiyeBF1H2BoxqZs&#10;MylN1ta33zkIHj++//W297V6UBurwAZm0wwUcRFsxaWBn9tx8gkqJmSLdWAy8KQI281wsMbcho4v&#10;9LimUkkIxxwNuJSaXOtYOPIYp6EhFu4eWo9JYFtq22In4b7W8yxbao8VS4PDhvaOit/rn5eS8wLP&#10;p3t3O3712OHh5Hi8uxgz+uh3K1CJ+vQWv9zf1sByMZf98kaegN7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yyzqM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vDk8YA&#10;AADdAAAADwAAAGRycy9kb3ducmV2LnhtbESPQUvDQBSE74L/YXmCt3bTqFFit6W0CiJ4sAri7ZF9&#10;TYLZt8vus4n/3hUKHoeZ+YZZric3qCPF1Hs2sJgXoIgbb3tuDby/Pc7uQCVBtjh4JgM/lGC9Oj9b&#10;Ym39yK903EurMoRTjQY6kVBrnZqOHKa5D8TZO/joULKMrbYRxwx3gy6LotIOe84LHQbadtR87b+d&#10;gZfxITzfVjeH8BmvS512Vj62YszlxbS5ByU0yX/41H6yBqqrcgF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dvDk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n9msYA&#10;AADd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2A+y3O4v0lPQK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4n9m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0CRMQA&#10;AADdAAAADwAAAGRycy9kb3ducmV2LnhtbESPUWvCMBSF3wf+h3AF32a6uol0RhGlIGMvU3/Apblr&#10;OpubksRa/70RhD0ezjnf4SzXg21FTz40jhW8TTMQxJXTDdcKTsfydQEiRGSNrWNScKMA69XoZYmF&#10;dlf+of4Qa5EgHApUYGLsCilDZchimLqOOHm/zluMSfpaao/XBLetzLNsLi02nBYMdrQ1VJ0PF6ug&#10;/Mq/+/NF+9JthndLH+ZvsTNKTcbD5hNEpCH+h5/tvVYwn+UzeLxJT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19Ak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zAdcYA&#10;AADdAAAADwAAAGRycy9kb3ducmV2LnhtbESPQWsCMRSE7wX/Q3hCL1KzapWyNYoWQoUKUlvo9bF5&#10;7i7dvCxJ6q7/3ghCj8PMfMMs171txJl8qB0rmIwzEMSFMzWXCr6/9NMLiBCRDTaOScGFAqxXg4cl&#10;5sZ1/EnnYyxFgnDIUUEVY5tLGYqKLIaxa4mTd3LeYkzSl9J47BLcNnKaZQtpsea0UGFLbxUVv8c/&#10;q2B76MqZHxXb3n2c3n/mWhu910o9DvvNK4hIffwP39s7o2Axmz7D7U16AnJ1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yzAd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g/q8UA&#10;AADdAAAADwAAAGRycy9kb3ducmV2LnhtbESPwWrDMBBE74X8g9hAb41ctwnBtRJCgqGEXpL2AxZr&#10;a7m2VkZSHPfvo0Ihx2Fm3jDldrK9GMmH1rGC50UGgrh2uuVGwddn9bQGESKyxt4xKfilANvN7KHE&#10;Qrsrn2g8x0YkCIcCFZgYh0LKUBuyGBZuIE7et/MWY5K+kdrjNcFtL/MsW0mLLacFgwPtDdXd+WIV&#10;VMf8Y+wu2lduN71aWpqf9cEo9Tifdm8gIk3xHv5vv2sFq5d8CX9v0hOQm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2D+r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+7+sMA&#10;AADdAAAADwAAAGRycy9kb3ducmV2LnhtbESP3YrCMBSE7wXfIZwF72zqX5FuoywLynq51Qc4NMe2&#10;tDmpTbT17c2CsJfDzHzDZPvRtOJBvastK1hEMQjiwuqaSwWX82G+BeE8ssbWMil4koP9bjrJMNV2&#10;4F965L4UAcIuRQWV910qpSsqMugi2xEH72p7gz7IvpS6xyHATSuXcZxIgzWHhQo7+q6oaPK7UbB+&#10;Dsdbvmnigza0OK26E/tio9TsY/z6BOFp9P/hd/tHK0hWywT+3oQnIH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+7+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EHfcQA&#10;AADdAAAADwAAAGRycy9kb3ducmV2LnhtbESPT4vCMBTE7wt+h/AEb2tqha5Wo4iiyJ7W+uf8aJ5t&#10;sXkpTdT67c3Cwh6HmfkNM192phYPal1lWcFoGIEgzq2uuFBwOm4/JyCcR9ZYWyYFL3KwXPQ+5phq&#10;++QDPTJfiABhl6KC0vsmldLlJRl0Q9sQB+9qW4M+yLaQusVngJtaxlGUSIMVh4USG1qXlN+yu1Fw&#10;Ty7xia/f+ifbvHbTzXbl5LlQatDvVjMQnjr/H/5r77WCZBx/we+b8ATk4g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RB33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3sCMUA&#10;AADdAAAADwAAAGRycy9kb3ducmV2LnhtbERPu27CMBTdK/EP1kXqVhweimjAiaBSJWAoKi0D2yW+&#10;JIH4Oo0NhL+vh0odj857nnWmFjdqXWVZwXAQgSDOra64UPD99f4yBeE8ssbaMil4kIMs7T3NMdH2&#10;zp902/lChBB2CSoovW8SKV1ekkE3sA1x4E62NegDbAupW7yHcFPLURTF0mDFoaHEht5Kyi+7q1Gw&#10;307j1+1yPTlvPo44NvrnoKtYqed+t5iB8NT5f/Gfe6UVxONRmBvehCcg0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rewI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mLYMYA&#10;AADdAAAADwAAAGRycy9kb3ducmV2LnhtbESPT2vCQBTE7wW/w/KE3uqmUYKN2Yh/0BZP1gpeH9ln&#10;Epp9G7Jbjf30rlDocZiZ3zDZvDeNuFDnassKXkcRCOLC6ppLBcevzcsUhPPIGhvLpOBGDub54CnD&#10;VNsrf9Ll4EsRIOxSVFB536ZSuqIig25kW+LgnW1n0AfZlVJ3eA1w08g4ihJpsOawUGFLq4qK78OP&#10;UfCbnHDv3uPleqw93SbTrd3tt0o9D/vFDISn3v+H/9ofWkEyjt/g8SY8AZn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mLY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LnmMEA&#10;AADdAAAADwAAAGRycy9kb3ducmV2LnhtbERPy4rCMBTdD/gP4QruxtTHiFajiCi4m7H6AZfmmhab&#10;m9pErX79ZCG4PJz3YtXaStyp8aVjBYN+AoI4d7pko+B03H1PQfiArLFyTAqe5GG17HwtMNXuwQe6&#10;Z8GIGMI+RQVFCHUqpc8Lsuj7riaO3Nk1FkOEjZG6wUcMt5UcJslEWiw5NhRY06ag/JLdrIKrG/7o&#10;Ntvi72U7+yuNGV9fh7FSvW67noMI1IaP+O3eawWT0Sjuj2/iE5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ei55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/Ia8UA&#10;AADdAAAADwAAAGRycy9kb3ducmV2LnhtbESPzW7CMBCE75V4B2uRuBWHRgSaYlBBqsSVnwPHrb0k&#10;KfE6xAZSnh4jVepxNDPfaGaLztbiSq2vHCsYDRMQxNqZigsF+93X6xSED8gGa8ek4Jc8LOa9lxnm&#10;xt14Q9dtKESEsM9RQRlCk0vpdUkW/dA1xNE7utZiiLItpGnxFuG2lm9JkkmLFceFEhtalaRP24tV&#10;sK6+aZzp47udLvXmcD+HdPJjlBr0u88PEIG68B/+a6+NgixNR/B8E5+An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z8hr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BSl6MIA&#10;AADdAAAADwAAAGRycy9kb3ducmV2LnhtbERPW2vCMBR+F/YfwhH2pqkVZFaj6EBwbBO8oK+H5tgU&#10;m5PSZLX++2Uw8PG7882Xna1ES40vHSsYDRMQxLnTJRcKTsfN4A2ED8gaK8ek4EEelouX3hwz7e68&#10;p/YQChFL2GeowIRQZ1L63JBFP3Q1cdSurrEYImwKqRu8x3JbyTRJJtJiyXHBYE3vhvLb4ccqaHH3&#10;SC5m/T39KL/ydLc+f+rIq9d+t5qBCNSFp/k/vdUKJuNxCn9v4hOQi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8FKXo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O+E8QA&#10;AADdAAAADwAAAGRycy9kb3ducmV2LnhtbESPQUvDQBSE70L/w/IK3uymCRSJ3RYRWjxq9ODxmX3N&#10;pmbfC7trE/31riB4HGbmG2a7n/2gLhRiL2xgvSpAEbdie+4MvL4cbm5BxYRscRAmA18UYb9bXG2x&#10;tjLxM12a1KkM4VijAZfSWGsdW0ce40pG4uydJHhMWYZO24BThvtBl0Wx0R57zgsOR3pw1H40n97A&#10;dGzfz+XpzbrvMMqheZJzOYgx18v5/g5Uojn9h//aj9bApqoq+H2Tn4De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Jjvh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FgwMYA&#10;AADdAAAADwAAAGRycy9kb3ducmV2LnhtbESPW2sCMRSE3wv+h3AKvtVstahsjeIVSlGKl74fN8fd&#10;1eRk2UTd/ntTKPRxmJlvmNGksUbcqPalYwWvnQQEceZ0ybmCw371MgThA7JG45gU/JCHybj1NMJU&#10;uztv6bYLuYgQ9ikqKEKoUil9VpBF33EVcfROrrYYoqxzqWu8R7g1spskfWmx5LhQYEXzgrLL7moV&#10;rL4W5tzdbKffMsyXg6MZfs4Wa6Xaz830HUSgJvyH/9ofWkG/13uD3zfxCc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+Fgw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oI4sUA&#10;AADdAAAADwAAAGRycy9kb3ducmV2LnhtbESPQYvCMBSE78L+h/AWvMiaalGkGmURRAUF113w+mze&#10;tsXmpTSx1n9vBMHjMDPfMLNFa0rRUO0KywoG/QgEcWp1wZmCv9/V1wSE88gaS8uk4E4OFvOPzgwT&#10;bW/8Q83RZyJA2CWoIPe+SqR0aU4GXd9WxMH7t7VBH2SdSV3jLcBNKYdRNJYGCw4LOVa0zCm9HK9G&#10;QXPYnbNN46rtZdJzo/i8Xu/1SanuZ/s9BeGp9e/wq73RCsZxPILnm/AE5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Cgj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nqXMcA&#10;AADdAAAADwAAAGRycy9kb3ducmV2LnhtbESPQWsCMRSE7wX/Q3hCbzWrtouuRtFCoReh2h7q7bl5&#10;7i5uXtYk1dVfbwShx2FmvmGm89bU4kTOV5YV9HsJCOLc6ooLBT/fHy8jED4ga6wtk4ILeZjPOk9T&#10;zLQ985pOm1CICGGfoYIyhCaT0uclGfQ92xBHb2+dwRClK6R2eI5wU8tBkqTSYMVxocSG3kvKD5s/&#10;o2A5Hi2PX6+8uq53W9r+7g5vA5co9dxtFxMQgdrwH360P7WCdDhM4f4mPgE5u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V56lzHAAAA3QAAAA8AAAAAAAAAAAAAAAAAmAIAAGRy&#10;cy9kb3ducmV2LnhtbFBLBQYAAAAABAAEAPUAAACMAwAAAAA=&#10;" fillcolor="black" stroked="f"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yMyccA&#10;AADdAAAADwAAAGRycy9kb3ducmV2LnhtbESPQWvCQBSE7wX/w/KE3uqmiqmkrqK2QkE9aHvo8TX7&#10;mizJvg3Zrab+elcQPA4z8w0znXe2FkdqvXGs4HmQgCDOnTZcKPj6XD9NQPiArLF2TAr+ycN81nuY&#10;Yqbdifd0PIRCRAj7DBWUITSZlD4vyaIfuIY4er+utRiibAupWzxFuK3lMElSadFwXCixoVVJeXX4&#10;swq+N6mZ7A0Nf7bn5bvejqvl7q1S6rHfLV5BBOrCPXxrf2gF6Wj0Atc38QnI2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cjMn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YmDsMA&#10;AADdAAAADwAAAGRycy9kb3ducmV2LnhtbERPz2vCMBS+C/4P4Q1203QTRDpjKcrYLh50jl0fzVtT&#10;27x0SdTqX28Owo4f3+9lMdhOnMmHxrGCl2kGgrhyuuFaweHrfbIAESKyxs4xKbhSgGI1Hi0x1+7C&#10;OzrvYy1SCIccFZgY+1zKUBmyGKauJ07cr/MWY4K+ltrjJYXbTr5m2VxabDg1GOxpbahq9yerwJc/&#10;m/bGp+82u22v4eM4/C3QKPX8NJRvICIN8V/8cH9qBfPZLM1Nb9ITkK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YmD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4mJ8YA&#10;AADdAAAADwAAAGRycy9kb3ducmV2LnhtbESP3WrCQBSE7wu+w3IKvSl1o4I/qauIUChUCkYf4DR7&#10;moTung3ZU419elcoeDnMzDfMct17p07UxSawgdEwA0VcBttwZeB4eHuZg4qCbNEFJgMXirBeDR6W&#10;mNtw5j2dCqlUgnDM0UAt0uZax7Imj3EYWuLkfYfOoyTZVdp2eE5w7/Q4y6baY8NpocaWtjWVP8Wv&#10;N+DGX27xMYs7uRz1Lvvzsn/+tMY8PfabV1BCvdzD/+13a2A6mSzg9iY9Ab26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4mJ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7zg8IA&#10;AADdAAAADwAAAGRycy9kb3ducmV2LnhtbERPz2vCMBS+C/sfwhN201QnIp1RNkXoxYNV8fps3pqy&#10;5KU0Ubv99eYw2PHj+71c986KO3Wh8axgMs5AEFdeN1wrOB13owWIEJE1Ws+k4IcCrFcvgyXm2j/4&#10;QPcy1iKFcMhRgYmxzaUMlSGHYexb4sR9+c5hTLCrpe7wkcKdldMsm0uHDacGgy1tDFXf5c0p2Jat&#10;nZ4K8xku5/31aovfHV22Sr0O+493EJH6+C/+cxdawfxtlvanN+kJy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zvOD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UZqcUA&#10;AADdAAAADwAAAGRycy9kb3ducmV2LnhtbESPT2sCMRTE7wW/Q3iCt5pYyyqrUaQoCD3VPwdvj+S5&#10;u7p5WTbR3X77plDocZiZ3zDLde9q8aQ2VJ41TMYKBLHxtuJCw+m4e52DCBHZYu2ZNHxTgPVq8LLE&#10;3PqOv+h5iIVIEA45aihjbHIpgynJYRj7hjh5V986jEm2hbQtdgnuavmmVCYdVpwWSmzooyRzPzyc&#10;httOfnqj0JxP525vZ5dtRrXSejTsNwsQkfr4H/5r762GbPo+gd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FRm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4l8MYA&#10;AADdAAAADwAAAGRycy9kb3ducmV2LnhtbESPQWvCQBSE74X+h+UVeqsbo0hI3QQVCqWlB7WUHp/Z&#10;ZxKSfRt2V03/vVsQPA4z8w2zLEfTizM531pWMJ0kIIgrq1uuFXzv314yED4ga+wtk4I/8lAWjw9L&#10;zLW98JbOu1CLCGGfo4ImhCGX0lcNGfQTOxBH72idwRClq6V2eIlw08s0SRbSYMtxocGBNg1V3e5k&#10;FPyePvn4NftYuXX4sePed+kh65R6fhpXryACjeEevrXftYLFbJ7C/5v4BGR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N4l8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Qg6uccA&#10;AADdAAAADwAAAGRycy9kb3ducmV2LnhtbESPzWsCMRTE74X+D+EJ3mrWT3Q1Si0Uein4ddDbc/Pc&#10;Xdy8bJOo2/71jSB4HGbmN8xs0ZhKXMn50rKCbicBQZxZXXKuYLf9fBuD8AFZY2WZFPySh8X89WWG&#10;qbY3XtN1E3IRIexTVFCEUKdS+qwgg75ja+LonawzGKJ0udQObxFuKtlLkpE0WHJcKLCmj4Ky8+Zi&#10;FCwn4+XPasDff+vjgQ7743nYc4lS7VbzPgURqAnP8KP9pRWM+oM+3N/EJyDn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0IOrnHAAAA3QAAAA8AAAAAAAAAAAAAAAAAmAIAAGRy&#10;cy9kb3ducmV2LnhtbFBLBQYAAAAABAAEAPUAAACMAwAAAAA=&#10;" fillcolor="black" stroked="f"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1YzMUA&#10;AADdAAAADwAAAGRycy9kb3ducmV2LnhtbESPzWrDMBCE74W8g9hAb43cJoTgRAkmUFp6cn5Krxtr&#10;Y5laKyOpivv2VaHQ4zAz3zCb3Wh7kciHzrGCx1kBgrhxuuNWwfn0/LACESKyxt4xKfimALvt5G6D&#10;pXY3PlA6xlZkCIcSFZgYh1LK0BiyGGZuIM7e1XmLMUvfSu3xluG2l09FsZQWO84LBgfaG2o+j19W&#10;Qbrs62qePpI5vPmq9a5+eb/USt1Px2oNItIY/8N/7VetYDlfLOD3TX4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nVjM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1YdpccA&#10;AADdAAAADwAAAGRycy9kb3ducmV2LnhtbESPQWvCQBSE74X+h+UVvNWN2gYbXaWILdaLbSzo8ZF9&#10;ZkOzb0N2G9P+ercg9DjMzDfMfNnbWnTU+sqxgtEwAUFcOF1xqeBz/3I/BeEDssbaMSn4IQ/Lxe3N&#10;HDPtzvxBXR5KESHsM1RgQmgyKX1hyKIfuoY4eifXWgxRtqXULZ4j3NZynCSptFhxXDDY0MpQ8ZV/&#10;WwV+tFoftvb3qTu+Gt7lbyZ9L41Sg7v+eQYiUB/+w9f2RitIJw+P8PcmPgG5u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9WHaX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C104B2" w:rsidRPr="00062C82" w:rsidRDefault="00C104B2" w:rsidP="00C104B2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C104B2" w:rsidRPr="00062C82" w:rsidRDefault="00C104B2" w:rsidP="00C104B2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63430A" w:rsidRPr="0063430A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RoDcQA&#10;AADdAAAADwAAAGRycy9kb3ducmV2LnhtbESPQWvCQBSE74L/YXmF3nRTI0ZS1xCkLR4EMer9kX0m&#10;odm3IbvV9N+7guBxmJlvmFU2mFZcqXeNZQUf0wgEcWl1w5WC0/F7sgThPLLG1jIp+CcH2Xo8WmGq&#10;7Y0PdC18JQKEXYoKau+7VEpX1mTQTW1HHLyL7Q36IPtK6h5vAW5aOYuihTTYcFiosaNNTeVv8WcU&#10;2PhnuztXs0P8xYnnfL+8nIedUu9vQ/4JwtPgX+Fne6sVLOJ5Ao834Qn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LUaA3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04ccYA&#10;AADdAAAADwAAAGRycy9kb3ducmV2LnhtbERPy0oDMRTdC/5DuIKb0ma0Mq1j0yKFsdZFoQ9we5lc&#10;J6OTmyGJ7bRf3ywEl4fzni1624oj+dA4VvAwykAQV043XCs47MvhFESIyBpbx6TgTAEW89ubGRba&#10;nXhLx12sRQrhUKACE2NXSBkqQxbDyHXEifty3mJM0NdSezylcNvKxyzLpcWGU4PBjpaGqp/dr1Xw&#10;XW7M53JyefOD5y1dBuXHql3nSt3f9a8vICL18V/8537XCvLxU5qb3q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V04cc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8n/lcUA&#10;AADdAAAADwAAAGRycy9kb3ducmV2LnhtbESP32rCMBTG74W9QziD3chMt4ps1SgyVhm9Keoe4NAc&#10;m2JzUpqs7d5+EQZefnx/fnyb3WRbMVDvG8cKXhYJCOLK6YZrBd/n/PkNhA/IGlvHpOCXPOy2D7MN&#10;ZtqNfKThFGoRR9hnqMCE0GVS+sqQRb9wHXH0Lq63GKLsa6l7HOO4beVrkqykxYYjwWBHH4aq6+nH&#10;RkiZYllcxnN+mHDEz8LwfH9U6ulx2q9BBJrCPfzf/tIKVunyHW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yf+V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EVdcMA&#10;AADdAAAADwAAAGRycy9kb3ducmV2LnhtbERPTUsDMRC9F/wPYQRvNmu1a1mbFqkVROjBKhRvw2a6&#10;u7iZhGTaXf+9OQg9Pt73cj26Xp0pps6zgbtpAYq49rbjxsDX5+vtAlQSZIu9ZzLwSwnWq6vJEivr&#10;B/6g814alUM4VWigFQmV1qluyWGa+kCcuaOPDiXD2Ggbccjhrtezoii1w45zQ4uBNi3VP/uTM7Ab&#10;tuH9sZwfw3d8mOn0YuWwEWNursfnJ1BCo1zE/+43a6C8n+f9+U1+Anr1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EVd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ZlTsQA&#10;AADdAAAADwAAAGRycy9kb3ducmV2LnhtbESP3WrCQBCF74W+wzJCb6RuUqlI6ipStEhugj8PMGTH&#10;bDA7G7Jrkr69Wyj08nB+Ps56O9pG9NT52rGCdJ6AIC6drrlScL0c3lYgfEDW2DgmBT/kYbt5mawx&#10;027gE/XnUIk4wj5DBSaENpPSl4Ys+rlriaN3c53FEGVXSd3hEMdtI9+TZCkt1hwJBlv6MlTezw8b&#10;IcUCi/w2XA7fIw64zw3PdielXqfj7hNEoDH8h//aR61gufhI4fdNfAJy8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mZU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8umcYA&#10;AADdAAAADwAAAGRycy9kb3ducmV2LnhtbESPQUvDQBSE70L/w/IEb3ZjtFFit6VUhSJ4sAri7ZF9&#10;TYLZt8vus4n/visIHoeZ+YZZric3qCPF1Hs2cDUvQBE33vbcGnh/e7q8A5UE2eLgmQz8UIL1ana2&#10;xNr6kV/puJdWZQinGg10IqHWOjUdOUxzH4izd/DRoWQZW20jjhnuBl0WRaUd9pwXOgy07aj52n87&#10;Ay/jY3i+rRaH8BlvSp0erHxsxZiL82lzD0pokv/wX3tnDVTXixJ+3+QnoFcn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Q8um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MrfMYA&#10;AADdAAAADwAAAGRycy9kb3ducmV2LnhtbESPUWvCMBSF3wf+h3CFvQxNZ1GkGkUHYYMNxlTw9dJc&#10;22JzU5Jou3+/DAZ7PJxzvsNZbwfbijv50DhW8DzNQBCXzjRcKTgd9WQJIkRkg61jUvBNAbab0cMa&#10;C+N6/qL7IVYiQTgUqKCOsSukDGVNFsPUdcTJuzhvMSbpK2k89gluWznLsoW02HBaqLGjl5rK6+Fm&#10;Few/+yr3T+V+cO+X1/Nca6M/tFKP42G3AhFpiP/hv/abUbDI5zn8vklPQG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Mrf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LpTcQA&#10;AADdAAAADwAAAGRycy9kb3ducmV2LnhtbESP0WoCMRRE3wv+Q7gF32q2VkW2RhHLgogvVT/gsrlu&#10;tm5uliSu698bQejjMDNnmMWqt43oyIfasYLPUQaCuHS65krB6Vh8zEGEiKyxcUwK7hRgtRy8LTDX&#10;7sa/1B1iJRKEQ44KTIxtLmUoDVkMI9cSJ+/svMWYpK+k9nhLcNvIcZbNpMWa04LBljaGysvhahUU&#10;u/G+u1y1L9y6n1iamr/5j1Fq+N6vv0FE6uN/+NXeagWzr+kEnm/SE5D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S6U3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YWk8YA&#10;AADdAAAADwAAAGRycy9kb3ducmV2LnhtbESPUWvCMBSF3wf+h3AFX8ZMp1SkM4oOggMHYzrY66W5&#10;tsXmpiTRdv/eDAZ7PJxzvsNZbQbbihv50DhW8DzNQBCXzjRcKfg66acliBCRDbaOScEPBdisRw8r&#10;LIzr+ZNux1iJBOFQoII6xq6QMpQ1WQxT1xEn7+y8xZikr6Tx2Ce4beUsyxbSYsNpocaOXmsqL8er&#10;VbD76Ku5fyx3gzuc99+51ka/a6Um42H7AiLSEP/Df+03o2Axz3P4fZOe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YWk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zSocQA&#10;AADdAAAADwAAAGRycy9kb3ducmV2LnhtbESPUWvCMBSF3wf+h3AF32aqziLVKKIUZOxlbj/g0lyb&#10;anNTkljrv18Ggz0ezjnf4Wx2g21FTz40jhXMphkI4srphmsF31/l6wpEiMgaW8ek4EkBdtvRywYL&#10;7R78Sf051iJBOBSowMTYFVKGypDFMHUdcfIuzluMSfpaao+PBLetnGdZLi02nBYMdnQwVN3Od6ug&#10;fJ9/9Le79qXbD2+Wlua6OhqlJuNhvwYRaYj/4b/2SSvIF8scft+kJ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M0q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VtHMQA&#10;AADdAAAADwAAAGRycy9kb3ducmV2LnhtbESP0WqDQBRE3wv9h+UW8tas1poE4yolkNA81vYDLu6N&#10;iu5d626j+ftsodDHYWbOMHm5mEFcaXKdZQXxOgJBXFvdcaPg6/P4vAPhPLLGwTIpuJGDsnh8yDHT&#10;duYPula+EQHCLkMFrfdjJqWrWzLo1nYkDt7FTgZ9kFMj9YRzgJtBvkTRRhrsOCy0ONKhpbqvfoyC&#10;19t8+q7SPjpqQ/E5Gc/s61Sp1dPytgfhafH/4b/2u1awSdIt/L4JT0AW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FbRz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jgcsAA&#10;AADdAAAADwAAAGRycy9kb3ducmV2LnhtbERPy4rCMBTdC/5DuMLsNNXBMlajiKKIK6c+1pfm2hab&#10;m9JErX9vFoLLw3nPFq2pxIMaV1pWMBxEIIgzq0vOFZyOm/4fCOeRNVaWScGLHCzm3c4ME22f/E+P&#10;1OcihLBLUEHhfZ1I6bKCDLqBrYkDd7WNQR9gk0vd4DOEm0qOoiiWBksODQXWtCoou6V3o+AeX0Yn&#10;vu71IV2/tpP1ZunkOVfqp9cupyA8tf4r/rh3WkH8Ow5zw5vwBOT8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Qjgc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67sgA&#10;AADdAAAADwAAAGRycy9kb3ducmV2LnhtbESPT2vCQBTE74V+h+UJvdWNVYOmrtIWBOvB4L9Db6/Z&#10;1yRt9m3MbjV+e1cQPA4z8xtmMmtNJY7UuNKygl43AkGcWV1yrmC3nT+PQDiPrLGyTArO5GA2fXyY&#10;YKLtidd03PhcBAi7BBUU3teJlC4ryKDr2po4eD+2MeiDbHKpGzwFuKnkSxTF0mDJYaHAmj4Kyv42&#10;/0bBPh3F4/T9c/C7XH1j3+jDly5jpZ467dsrCE+tv4dv7YVWEPeHY7i+CU9ATi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5zru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mbPcIA&#10;AADdAAAADwAAAGRycy9kb3ducmV2LnhtbERPy4rCMBTdD/gP4QruxtQHRappGRUfzMrHwGwvzbUt&#10;09yUJmr1681iwOXhvBdZZ2pxo9ZVlhWMhhEI4tzqigsFP+fN5wyE88gaa8uk4EEOsrT3scBE2zsf&#10;6XbyhQgh7BJUUHrfJFK6vCSDbmgb4sBdbGvQB9gWUrd4D+GmluMoiqXBikNDiQ2tSsr/Tlej4Bn/&#10;4sHtxsv1RHt6TGdb+33YKjXod19zEJ46/xb/u/daQTyJw/7wJjwBmb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yZs9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1tHsUA&#10;AADdAAAADwAAAGRycy9kb3ducmV2LnhtbESP0WrCQBRE34X+w3ILfdONVkObupFSFHyrif2AS/Z2&#10;E5K9G7NbjX59t1DwcZiZM8x6M9pOnGnwjWMF81kCgrhyumGj4Ou4m76A8AFZY+eYFFzJwyZ/mKwx&#10;0+7CBZ3LYESEsM9QQR1Cn0npq5os+pnriaP37QaLIcrBSD3gJcJtJxdJkkqLDceFGnv6qKlqyx+r&#10;4OQWKz2WW/xst6+Hxpjl6VYslXp6HN/fQAQawz38395rBelzOoe/N/EJyP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XW0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q55AcUA&#10;AADdAAAADwAAAGRycy9kb3ducmV2LnhtbESPwW7CMBBE75X4B2uRuIEDqGkacKIWCYkrtIcet/aS&#10;BOJ1GrsQ+vV1JaQeRzPzRrMuB9uKC/W+caxgPktAEGtnGq4UvL9tpxkIH5ANto5JwY08lMXoYY25&#10;cVfe0+UQKhEh7HNUUIfQ5VJ6XZNFP3MdcfSOrrcYouwraXq8Rrht5SJJUmmx4bhQY0ebmvT58G0V&#10;7JpPekz18dlmr3r/8fMVlk8no9RkPLysQAQawn/43t4ZBekyXcD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rnkB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svbsIA&#10;AADdAAAADwAAAGRycy9kb3ducmV2LnhtbERPXWvCMBR9F/YfwhX2pqkKZXbGYgeCY5ugG/P10lyb&#10;YnNTmqzWf78MBj6eb84qH2wjeup87VjBbJqAIC6drrlS8PW5nTyB8AFZY+OYFNzIQ75+GK0w0+7K&#10;B+qPoRKxhH2GCkwIbSalLw1Z9FPXEkft7DqLIcKukrrDayy3jZwnSSot1hwXDLb0Yqi8HH+sgh73&#10;t+Rkio/la/1ezvfF95uOvHocD5tnEIGGcDf/p3daQbpIF/D3Jj4Buf4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6y9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JesQA&#10;AADdAAAADwAAAGRycy9kb3ducmV2LnhtbESPQUvDQBSE74L/YXmCN7sxSpDYbZFCxWONHjw+s6/Z&#10;1Ox7YXfbpP56VxA8DjPzDbNcz35QJwqxFzZwuyhAEbdie+4MvL9tbx5AxYRscRAmA2eKsF5dXiyx&#10;tjLxK52a1KkM4VijAZfSWGsdW0ce40JG4uztJXhMWYZO24BThvtBl0VRaY895wWHI20ctV/N0RuY&#10;ntvPQ7n/sO47jLJtdnIoBzHm+mp+egSVaE7/4b/2izVQ3VX38PsmPwG9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45CXr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7qRscA&#10;AADdAAAADwAAAGRycy9kb3ducmV2LnhtbESP3WoCMRSE7wt9h3AK3tWsFlfZGsX6AyItRav3p5vj&#10;7rbJybJJdX37RhC8HGbmG2Y8ba0RJ2p85VhBr5uAIM6drrhQsP9aPY9A+ICs0TgmBRfyMJ08Powx&#10;0+7MWzrtQiEihH2GCsoQ6kxKn5dk0XddTRy9o2sshiibQuoGzxFujewnSSotVhwXSqxpXlL+u/uz&#10;ClafC/PT/9jODjLMl8NvM9q8Ld6V6jy1s1cQgdpwD9/aa60gfUkHcH0Tn4Cc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8e6k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u5iMUA&#10;AADdAAAADwAAAGRycy9kb3ducmV2LnhtbESPQYvCMBSE74L/ITzBy6KpikWqUUQQXVDYVcHrs3m2&#10;xealNNna/fcbYcHjMDPfMItVa0rRUO0KywpGwwgEcWp1wZmCy3k7mIFwHlljaZkU/JKD1bLbWWCi&#10;7ZO/qTn5TAQIuwQV5N5XiZQuzcmgG9qKOHh3Wxv0QdaZ1DU+A9yUchxFsTRYcFjIsaJNTunj9GMU&#10;NF+HW7ZvXPX5mH246eS22x31Val+r13PQXhq/Tv8395rBfEkjuH1JjwB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a7mI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Zg2sgA&#10;AADdAAAADwAAAGRycy9kb3ducmV2LnhtbESPQWsCMRSE7wX/Q3hCbzWrbbd2axQVCr0UqvWgt+fm&#10;ubu4eVmTqKu/vikIHoeZ+YYZTVpTixM5X1lW0O8lIIhzqysuFKx+P5+GIHxA1lhbJgUX8jAZdx5G&#10;mGl75gWdlqEQEcI+QwVlCE0mpc9LMuh7tiGO3s46gyFKV0jt8BzhppaDJEmlwYrjQokNzUvK98uj&#10;UTB7H84OPy/8fV1sN7RZb/evA5co9dhtpx8gArXhHr61v7SC9Dl9g/838QnI8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5hmDayAAAAN0AAAAPAAAAAAAAAAAAAAAAAJgCAABk&#10;cnMvZG93bnJldi54bWxQSwUGAAAAAAQABAD1AAAAjQMAAAAA&#10;" fillcolor="black" stroked="f"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A3psQA&#10;AADdAAAADwAAAGRycy9kb3ducmV2LnhtbERPy2rCQBTdF/yH4Qrd1YkWg0RH8dFCobrwsXB5zVyT&#10;IZk7ITPV2K/vLAouD+c9W3S2FjdqvXGsYDhIQBDnThsuFJyOn28TED4ga6wdk4IHeVjMey8zzLS7&#10;855uh1CIGMI+QwVlCE0mpc9LsugHriGO3NW1FkOEbSF1i/cYbms5SpJUWjQcG0psaF1SXh1+rILz&#10;d2ome0Ojy/Z39aG342q121RKvfa75RREoC48xf/uL60gfU/j3PgmPgE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wN6b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msiMYA&#10;AADdAAAADwAAAGRycy9kb3ducmV2LnhtbESPQWsCMRSE74L/ITzBW83awmK3RhFLqRcP2pZeH5vX&#10;zXY3L9sk6uqvN0LB4zAz3zDzZW9bcSQfascKppMMBHHpdM2Vgs+Pt4cZiBCRNbaOScGZAiwXw8Ec&#10;C+1OvKPjPlYiQTgUqMDE2BVShtKQxTBxHXHyfpy3GJP0ldQeTwluW/mYZbm0WHNaMNjR2lDZ7A9W&#10;gV99vzYXPnw12WV7Du+//d8MjVLjUb96ARGpj/fwf3ujFeRP+TPc3qQnI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msi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42esMA&#10;AADdAAAADwAAAGRycy9kb3ducmV2LnhtbERP22oCMRB9F/yHMEJfpGZrwcvWKEUoCBXBywdMN+Pu&#10;0mSybEZd/frmoeDj4dwXq847daU21oENvI0yUMRFsDWXBk7Hr9cZqCjIFl1gMnCnCKtlv7fA3IYb&#10;7+l6kFKlEI45GqhEmlzrWFTkMY5CQ5y4c2g9SoJtqW2LtxTunR5n2UR7rDk1VNjQuqLi93DxBtz4&#10;x82/p3Er95PeZg8v++HOGvMy6D4/QAl18hT/uzfWwOR9mvanN+kJ6O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42e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6cpcYA&#10;AADdAAAADwAAAGRycy9kb3ducmV2LnhtbESPQWsCMRSE7wX/Q3hCb5rVgpbVKLYi7KUHV4vX5+a5&#10;WUxelk2q2/56Uyj0OMzMN8xy3TsrbtSFxrOCyTgDQVx53XCt4HjYjV5BhIis0XomBd8UYL0aPC0x&#10;1/7Oe7qVsRYJwiFHBSbGNpcyVIYchrFviZN38Z3DmGRXS93hPcGdldMsm0mHDacFgy29G6qu5ZdT&#10;sC1bOz0W5i2cPj/OZ1v87Oi0Vep52G8WICL18T/81y60gtnLfAK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+6cp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atNY8QA&#10;AADdAAAADwAAAGRycy9kb3ducmV2LnhtbESPQWsCMRSE7wX/Q3iCt5qosMpqFJEKgqdaPXh7JM/d&#10;1c3Lsknd9d83hUKPw8x8w6w2vavFk9pQedYwGSsQxMbbigsN56/9+wJEiMgWa8+k4UUBNuvB2wpz&#10;6zv+pOcpFiJBOOSooYyxyaUMpiSHYewb4uTdfOswJtkW0rbYJbir5VSpTDqsOC2U2NCuJPM4fTsN&#10;9708eqPQXM6X7mDn14+MaqX1aNhvlyAi9fE//Nc+WA3ZbD6F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GrTWP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5K1sYA&#10;AADdAAAADwAAAGRycy9kb3ducmV2LnhtbESPT4vCMBTE7wv7HcJb2NuaakGlaxQVBNnFg3+QPT6b&#10;Z1vavJQkavfbG0HwOMzMb5jJrDONuJLzlWUF/V4Cgji3uuJCwWG/+hqD8AFZY2OZFPyTh9n0/W2C&#10;mbY33tJ1FwoRIewzVFCG0GZS+rwkg75nW+Lona0zGKJ0hdQObxFuGjlIkqE0WHFcKLGlZUl5vbsY&#10;BX+XXz5v0p+5W4Sj7fa+HpzGtVKfH938G0SgLrzCz/ZaKximoxQeb+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f5K1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1ocMcA&#10;AADdAAAADwAAAGRycy9kb3ducmV2LnhtbESPT2sCMRTE7wW/Q3iF3mq2/u9qFC0IXgS1HurtuXnu&#10;Lm5e1iTVbT99Iwg9DjPzG2Yya0wlruR8aVnBWzsBQZxZXXKuYP+5fB2B8AFZY2WZFPyQh9m09TTB&#10;VNsbb+m6C7mIEPYpKihCqFMpfVaQQd+2NXH0TtYZDFG6XGqHtwg3lewkyUAaLDkuFFjTR0HZefdt&#10;FCzeR4vLpsfr3+3xQIev47nfcYlSL8/NfAwiUBP+w4/2SisYdIc9uL+JT0BO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NaHDHAAAA3QAAAA8AAAAAAAAAAAAAAAAAmAIAAGRy&#10;cy9kb3ducmV2LnhtbFBLBQYAAAAABAAEAPUAAACMAwAAAAA=&#10;" fillcolor="black" stroked="f"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036sUA&#10;AADdAAAADwAAAGRycy9kb3ducmV2LnhtbESPQUsDMRSE70L/Q3gFbzZri7WsTctSKIqnbVV6fd08&#10;N4ublyWJ6frvjSD0OMzMN8x6O9peJPKhc6zgflaAIG6c7rhV8P62v1uBCBFZY++YFPxQgO1mcrPG&#10;UrsLHygdYysyhEOJCkyMQyllaAxZDDM3EGfv03mLMUvfSu3xkuG2l/OiWEqLHecFgwPtDDVfx2+r&#10;IJ13dbVIp2QOr75qvaufP861UrfTsXoCEWmM1/B/+0UrWC4eH+D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vTfq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ehJb8YA&#10;AADdAAAADwAAAGRycy9kb3ducmV2LnhtbESPQWvCQBSE70L/w/IK3nRjhdimrlJEi3ppmxba4yP7&#10;mg3Nvg3ZbYz+elcQPA4z8w0zX/a2Fh21vnKsYDJOQBAXTldcKvj63IweQfiArLF2TAqO5GG5uBvM&#10;MdPuwB/U5aEUEcI+QwUmhCaT0heGLPqxa4ij9+taiyHKtpS6xUOE21o+JEkqLVYcFww2tDJU/OX/&#10;VoGfrNbfe3t66n5eDb/lO5O+l0ap4X3/8gwiUB9u4Wt7qxWk01kKlzfxCcjF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ehJb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104B2" w:rsidRDefault="00C104B2" w:rsidP="00C104B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ХХХІІІ  </w:t>
      </w:r>
      <w:r w:rsidRPr="00062C82">
        <w:rPr>
          <w:rFonts w:ascii="Times New Roman" w:hAnsi="Times New Roman" w:cs="Times New Roman"/>
        </w:rPr>
        <w:t xml:space="preserve">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Pr="00062C82" w:rsidRDefault="00C104B2" w:rsidP="00C104B2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Гуменюка В.С.</w:t>
      </w:r>
    </w:p>
    <w:p w:rsidR="00C104B2" w:rsidRPr="00062C8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Pr="006C55B2" w:rsidRDefault="00C104B2" w:rsidP="00C104B2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Гуменюка  В.С.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C104B2" w:rsidRPr="006C55B2" w:rsidRDefault="00C104B2" w:rsidP="00C104B2">
      <w:pPr>
        <w:jc w:val="both"/>
        <w:rPr>
          <w:rFonts w:ascii="Times New Roman" w:hAnsi="Times New Roman" w:cs="Times New Roman"/>
        </w:rPr>
      </w:pPr>
    </w:p>
    <w:p w:rsidR="00C104B2" w:rsidRPr="005F05B8" w:rsidRDefault="00C104B2" w:rsidP="00C104B2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Гуменюку Володимиру Сергійовичу,  який  зареєстрований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A81F94">
        <w:rPr>
          <w:rFonts w:ascii="Times New Roman" w:hAnsi="Times New Roman" w:cs="Times New Roman"/>
        </w:rPr>
        <w:t>___________</w:t>
      </w:r>
      <w:r w:rsidR="00A81F94" w:rsidRPr="00A81F94">
        <w:rPr>
          <w:rFonts w:ascii="Times New Roman" w:hAnsi="Times New Roman" w:cs="Times New Roman"/>
        </w:rPr>
        <w:t>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A81F94" w:rsidRPr="00A81F94">
        <w:rPr>
          <w:rFonts w:ascii="Times New Roman" w:hAnsi="Times New Roman" w:cs="Times New Roman"/>
          <w:color w:val="auto"/>
        </w:rPr>
        <w:t>_____________</w:t>
      </w:r>
      <w:r w:rsidRPr="006C55B2">
        <w:rPr>
          <w:rFonts w:ascii="Times New Roman" w:hAnsi="Times New Roman" w:cs="Times New Roman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 xml:space="preserve"> 3,4733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>
        <w:rPr>
          <w:rFonts w:ascii="Times New Roman" w:hAnsi="Times New Roman" w:cs="Times New Roman"/>
          <w:color w:val="auto"/>
        </w:rPr>
        <w:t>6823984000:03:002:0098</w:t>
      </w:r>
      <w:r w:rsidRPr="005F05B8">
        <w:rPr>
          <w:rFonts w:ascii="Times New Roman" w:hAnsi="Times New Roman" w:cs="Times New Roman"/>
          <w:color w:val="auto"/>
        </w:rPr>
        <w:t xml:space="preserve">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C104B2" w:rsidRPr="005F05B8" w:rsidRDefault="00C104B2" w:rsidP="00C104B2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</w:t>
      </w:r>
      <w:r>
        <w:rPr>
          <w:rFonts w:ascii="Times New Roman" w:hAnsi="Times New Roman" w:cs="Times New Roman"/>
          <w:color w:val="auto"/>
        </w:rPr>
        <w:t>у В.С</w:t>
      </w:r>
      <w:r w:rsidRPr="005F05B8">
        <w:rPr>
          <w:rFonts w:ascii="Times New Roman" w:hAnsi="Times New Roman" w:cs="Times New Roman"/>
          <w:color w:val="auto"/>
        </w:rPr>
        <w:t>., посвідчити своє право  в  установленому  законом  порядку.</w:t>
      </w:r>
    </w:p>
    <w:p w:rsidR="00C104B2" w:rsidRPr="006C55B2" w:rsidRDefault="00C104B2" w:rsidP="00C104B2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C104B2" w:rsidRDefault="00C104B2" w:rsidP="00C104B2">
      <w:pPr>
        <w:tabs>
          <w:tab w:val="left" w:pos="4424"/>
        </w:tabs>
        <w:rPr>
          <w:rFonts w:ascii="Times New Roman" w:hAnsi="Times New Roman" w:cs="Times New Roman"/>
        </w:rPr>
      </w:pPr>
    </w:p>
    <w:p w:rsidR="00C104B2" w:rsidRPr="00C104B2" w:rsidRDefault="00C104B2" w:rsidP="00C104B2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C104B2" w:rsidRPr="00062C82" w:rsidRDefault="00C104B2" w:rsidP="00C104B2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86314E" w:rsidRPr="00C104B2" w:rsidRDefault="00C104B2" w:rsidP="00C104B2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86314E" w:rsidRPr="00C104B2" w:rsidSect="00C104B2">
      <w:pgSz w:w="12240" w:h="15840"/>
      <w:pgMar w:top="144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C104B2"/>
    <w:rsid w:val="00171A2E"/>
    <w:rsid w:val="00304C90"/>
    <w:rsid w:val="00505B6D"/>
    <w:rsid w:val="0063430A"/>
    <w:rsid w:val="006D3977"/>
    <w:rsid w:val="007C174B"/>
    <w:rsid w:val="007D6C18"/>
    <w:rsid w:val="0086314E"/>
    <w:rsid w:val="00A81F94"/>
    <w:rsid w:val="00C104B2"/>
    <w:rsid w:val="00C8609F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04B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267</Words>
  <Characters>1526</Characters>
  <Application>Microsoft Office Word</Application>
  <DocSecurity>0</DocSecurity>
  <Lines>12</Lines>
  <Paragraphs>3</Paragraphs>
  <ScaleCrop>false</ScaleCrop>
  <Company>Microsoft</Company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2020-02-13T11:27:00Z</dcterms:created>
  <dcterms:modified xsi:type="dcterms:W3CDTF">2020-02-13T12:11:00Z</dcterms:modified>
</cp:coreProperties>
</file>