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35A" w:rsidRDefault="0069335A" w:rsidP="0069335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9335A" w:rsidRDefault="0069335A" w:rsidP="0069335A"/>
    <w:p w:rsidR="0069335A" w:rsidRDefault="0069335A" w:rsidP="0069335A"/>
    <w:p w:rsidR="0069335A" w:rsidRDefault="0069335A" w:rsidP="006933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9335A" w:rsidRDefault="0069335A" w:rsidP="006933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9335A" w:rsidRDefault="0069335A" w:rsidP="006933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9335A" w:rsidRDefault="0069335A" w:rsidP="006933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9335A" w:rsidRDefault="0069335A" w:rsidP="0069335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335A" w:rsidRDefault="0069335A" w:rsidP="006933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9335A" w:rsidRDefault="0069335A" w:rsidP="0069335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335A" w:rsidRDefault="0069335A" w:rsidP="006933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9335A" w:rsidRPr="00400000" w:rsidRDefault="0069335A" w:rsidP="0069335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41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69335A" w:rsidRPr="00400000" w:rsidRDefault="0069335A" w:rsidP="0069335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69335A" w:rsidRPr="00400000" w:rsidRDefault="0069335A" w:rsidP="0069335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69335A" w:rsidRPr="00400000" w:rsidRDefault="0069335A" w:rsidP="0069335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69335A" w:rsidRPr="00400000" w:rsidRDefault="0069335A" w:rsidP="0069335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9335A" w:rsidRPr="00400000" w:rsidRDefault="0069335A" w:rsidP="0069335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Троцюк</w:t>
      </w:r>
      <w:proofErr w:type="spellEnd"/>
      <w:r w:rsidRPr="0040000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Л.В.</w:t>
      </w:r>
    </w:p>
    <w:p w:rsidR="0069335A" w:rsidRPr="00400000" w:rsidRDefault="0069335A" w:rsidP="0069335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9335A" w:rsidRPr="00400000" w:rsidRDefault="0069335A" w:rsidP="0069335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69335A" w:rsidRPr="00400000" w:rsidRDefault="0069335A" w:rsidP="0069335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9335A" w:rsidRPr="00400000" w:rsidRDefault="0069335A" w:rsidP="0069335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1. </w:t>
      </w:r>
      <w:proofErr w:type="spellStart"/>
      <w:proofErr w:type="gram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Відмовити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Лідії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911A5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1,30 га, для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за межами</w:t>
      </w:r>
      <w:proofErr w:type="gram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села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9335A" w:rsidRPr="00400000" w:rsidRDefault="0069335A" w:rsidP="0069335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00000">
        <w:rPr>
          <w:rFonts w:ascii="Times New Roman" w:hAnsi="Times New Roman" w:cs="Times New Roman"/>
          <w:sz w:val="24"/>
          <w:szCs w:val="24"/>
        </w:rPr>
        <w:t xml:space="preserve">2. Контроль за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0000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400000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0000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400000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9335A" w:rsidRPr="00400000" w:rsidRDefault="0069335A" w:rsidP="0069335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335A" w:rsidRPr="00400000" w:rsidRDefault="0069335A" w:rsidP="0069335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9335A" w:rsidRPr="0069335A" w:rsidRDefault="0069335A" w:rsidP="0069335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9078B" w:rsidRPr="0069335A" w:rsidRDefault="0069335A" w:rsidP="0069335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400000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39078B" w:rsidRPr="0069335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335A"/>
    <w:rsid w:val="00171A2E"/>
    <w:rsid w:val="00304C90"/>
    <w:rsid w:val="0039078B"/>
    <w:rsid w:val="00505B6D"/>
    <w:rsid w:val="0069335A"/>
    <w:rsid w:val="006D3977"/>
    <w:rsid w:val="007911A5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8</TotalTime>
  <Pages>1</Pages>
  <Words>251</Words>
  <Characters>1431</Characters>
  <Application>Microsoft Office Word</Application>
  <DocSecurity>0</DocSecurity>
  <Lines>11</Lines>
  <Paragraphs>3</Paragraphs>
  <ScaleCrop>false</ScaleCrop>
  <Company>Microsoft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2020-05-29T13:58:00Z</dcterms:created>
  <dcterms:modified xsi:type="dcterms:W3CDTF">2020-05-29T14:30:00Z</dcterms:modified>
</cp:coreProperties>
</file>