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A35" w:rsidRDefault="00030A35" w:rsidP="00030A3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23CDD5" wp14:editId="739C2F28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704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704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35" w:rsidRDefault="00030A35" w:rsidP="00030A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Bp9s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Zuafj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mGXK2Vx8yBOuVBKN0nrsMuVsnRO1DI+4auw22GUtl6fK2VpJ3GE9KVPZrCdRdPQF0qZ&#10;BnEv97lSOrLn2zulz5UydY24DvHlW0fYjZ3IMFfKMLfiOuxzpXQjtpQwwlwpvZO/xEOulG5YJKUM&#10;uVJgRETzNeRK6egjtj3CIVfKINvrodDJPEoixOFmFXUvqngoNLLIw8s1IqpjyNXRt42kjiFXRysa&#10;hTFXRt/BAm/LbiyUgY0kfErGXBew6NLwxlwXOGqLO27MldH3rfSxG3NlYFWJq4VOrWkL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Vmur4A&#10;AADdAAAADwAAAGRycy9kb3ducmV2LnhtbERPyQrCMBC9C/5DGMGbpi6oVKOIqHgQpC73oRnbYjMp&#10;TdT69+YgeHy8fbFqTCleVLvCsoJBPwJBnFpdcKbgetn1ZiCcR9ZYWiYFH3KwWrZbC4y1fXNCr7PP&#10;RAhhF6OC3PsqltKlORl0fVsRB+5ua4M+wDqTusZ3CDelHEbRRBosODTkWNEmp/RxfhoFdrQ/HG/Z&#10;MBlteep5fZrdb81RqW6nWc9BeGr8X/xzH7SCaTQOc8Ob8ATk8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C1Zrq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8HL8gA&#10;AADdAAAADwAAAGRycy9kb3ducmV2LnhtbESPT0sDMRTE74LfITzBS3GzLdLaddMihW21B6F/wOtj&#10;89ysbl6WJLZrP70RBI/DzPyGKZeD7cSJfGgdKxhnOQji2umWGwXHQ3X3ACJEZI2dY1LwTQGWi+ur&#10;Egvtzryj0z42IkE4FKjAxNgXUobakMWQuZ44ee/OW4xJ+kZqj+cEt52c5PlUWmw5LRjsaWWo/tx/&#10;WQUf1at5W80uaz+a7+gyqrab7mWq1O3N8PQIItIQ/8N/7WetYJbfz+H3TXoCcvE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7wc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RaEMIA&#10;AADdAAAADwAAAGRycy9kb3ducmV2LnhtbERPzWrCQBC+C77DMoIXaTZVakvqKlKqFC+i9gGG7CQb&#10;mp0N2a1J375zKPT48f1vdqNv1Z362AQ28JjloIjLYBuuDXzeDg8voGJCttgGJgM/FGG3nU42WNgw&#10;8IXu11QrCeFYoAGXUldoHUtHHmMWOmLhqtB7TAL7WtseBwn3rV7m+Vp7bFgaHHb05qj8un57KTmv&#10;8HyqhtvhOOKA7yfHi/3FmPls3L+CSjSmf/Gf+8MaeM6fZL+8kSe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1FoQ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MqK8YA&#10;AADdAAAADwAAAGRycy9kb3ducmV2LnhtbESPQUsDMRSE74L/ITzBm8222FbWpqW0CiJ4aCuU3h6b&#10;193FzUtInt313xtB6HGYmW+YxWpwnbpQTK1nA+NRAYq48rbl2sDn4fXhCVQSZIudZzLwQwlWy9ub&#10;BZbW97yjy15qlSGcSjTQiIRS61Q15DCNfCDO3tlHh5JlrLWN2Ge46/SkKGbaYct5ocFAm4aqr/23&#10;M/DRv4T3+Wx6Dqf4ONFpa+W4EWPu74b1MyihQa7h//abNTAvpmP4e5OfgF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MqK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ph/MMA&#10;AADdAAAADwAAAGRycy9kb3ducmV2LnhtbESP3YrCMBCF7wXfIYzgjaypLrpSjSKyLuJN8ecBhmZs&#10;is2kNFlb336zIHh5OD8fZ7XpbCUe1PjSsYLJOAFBnDtdcqHgetl/LED4gKyxckwKnuRhs+73Vphq&#10;1/KJHudQiDjCPkUFJoQ6ldLnhiz6sauJo3dzjcUQZVNI3WAbx20lp0kylxZLjgSDNe0M5ffzr42Q&#10;7BOz46297H86bPH7aHi0PSk1HHTbJYhAXXiHX+2DVvCVzKbw/yY+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ph/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0Rx8YA&#10;AADdAAAADwAAAGRycy9kb3ducmV2LnhtbESPX0sDMRDE3wW/Q1jBN5uz2j+cTYtUhSL0oa0gfVsu&#10;27vDyyYka+/89o0g+DjMzG+YxWpwnTpTTK1nA/ejAhRx5W3LtYGPw9vdHFQSZIudZzLwQwlWy+ur&#10;BZbW97yj815qlSGcSjTQiIRS61Q15DCNfCDO3slHh5JlrLWN2Ge46/S4KKbaYct5ocFA64aqr/23&#10;M7DtX8P7bDo5hWN8HOv0YuVzLcbc3gzPT6CEBvkP/7U31sCsmDzA75v8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0Rx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QpzccA&#10;AADdAAAADwAAAGRycy9kb3ducmV2LnhtbESPS2vDMBCE74X8B7GFXkoi95EHbpTQBEQKLZQ8INfF&#10;2tgm1spISuz++6hQ6HGYmW+Y+bK3jbiSD7VjBU+jDARx4UzNpYLDXg9nIEJENtg4JgU/FGC5GNzN&#10;MTeu4y1dd7EUCcIhRwVVjG0uZSgqshhGriVO3sl5izFJX0rjsUtw28jnLJtIizWnhQpbWldUnHcX&#10;q2D13ZUv/rFY9e7ztDmOtTb6Syv1cN+/v4GI1Mf/8F/7wyiYZuNX+H2Tn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UKc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DWE8QA&#10;AADdAAAADwAAAGRycy9kb3ducmV2LnhtbESPwWrDMBBE74X8g9hAb43cUDfBjRxCiyGUXprkAxZr&#10;a7m2VkZSHOfvq0Cgx2Fm3jCb7WR7MZIPrWMFz4sMBHHtdMuNgtOxelqDCBFZY++YFFwpwLacPWyw&#10;0O7C3zQeYiMShEOBCkyMQyFlqA1ZDAs3ECfvx3mLMUnfSO3xkuC2l8sse5UWW04LBgd6N1R3h7NV&#10;UH0uv8burH3ldtOLpdz8rj+MUo/zafcGItIU/8P39l4rWGV5Dr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g1h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oSIcYA&#10;AADdAAAADwAAAGRycy9kb3ducmV2LnhtbESPQWsCMRSE74X+h/AKvRTNWlHLapQqhAoVRC14fWye&#10;u0s3L0uSuuu/N4VCj8PMfMMsVr1txJV8qB0rGA0zEMSFMzWXCr5OevAGIkRkg41jUnCjAKvl48MC&#10;c+M6PtD1GEuRIBxyVFDF2OZShqIii2HoWuLkXZy3GJP0pTQeuwS3jXzNsqm0WHNaqLClTUXF9/HH&#10;Kljvu3LsX4p17z4vH+eJ1kbvtFLPT/37HESkPv6H/9pbo2CWTabw+yY9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oSI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7t/8QA&#10;AADdAAAADwAAAGRycy9kb3ducmV2LnhtbESP3WoCMRSE74W+QzgF7zSr+MfWKKIsFOmN2z7AYXO6&#10;Wd2cLElct29vCoVeDjPzDbPdD7YVPfnQOFYwm2YgiCunG64VfH0Wkw2IEJE1to5JwQ8F2O9eRlvM&#10;tXvwhfoy1iJBOOSowMTY5VKGypDFMHUdcfK+nbcYk/S11B4fCW5bOc+ylbTYcFow2NHRUHUr71ZB&#10;cZ5/9Le79oU7DAtLS3PdnIxS49fh8AYi0hD/w3/td61gnS3X8PsmPQG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+7f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Rjq8AA&#10;AADdAAAADwAAAGRycy9kb3ducmV2LnhtbERPy4rCMBTdC/MP4Q64s4mPzgzVKIOg6NI6H3Bprm2x&#10;uek00da/NwvB5eG8V5vBNuJOna8da5gmCgRx4UzNpYa/827yA8IHZIONY9LwIA+b9cdohZlxPZ/o&#10;nodSxBD2GWqoQmgzKX1RkUWfuJY4chfXWQwRdqU0HfYx3DZyptSXtFhzbKiwpW1FxTW/WQ2LR7//&#10;z9Or2hlL0+O8PXIoUq3Hn8PvEkSgIbzFL/fBaPhWaZwb38Qn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2Rjq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rfLMMA&#10;AADdAAAADwAAAGRycy9kb3ducmV2LnhtbESPS6vCMBSE9xf8D+EI7jRV8FWNIooirq71sT40x7bY&#10;nJQmav33Rrhwl8PMfMPMl40pxZNqV1hW0O9FIIhTqwvOFJxP2+4EhPPIGkvLpOBNDpaL1s8cY21f&#10;fKRn4jMRIOxiVJB7X8VSujQng65nK+Lg3Wxt0AdZZ1LX+ApwU8pBFI2kwYLDQo4VrXNK78nDKHiM&#10;roMz3w76N9m8d9PNduXkJVOq025WMxCeGv8f/mvvtYJxNJzC9014AnL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rfL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/DC8UA&#10;AADdAAAADwAAAGRycy9kb3ducmV2LnhtbERPPW/CMBDdkfofrEPqBg4FBZrGQRQJiXYAFejQ7Rpf&#10;k5T4nMYGwr/HA1LHp/edzjtTizO1rrKsYDSMQBDnVldcKDjsV4MZCOeRNdaWScGVHMyzh16KibYX&#10;/qDzzhcihLBLUEHpfZNI6fKSDLqhbYgD92Nbgz7AtpC6xUsIN7V8iqJYGqw4NJTY0LKk/Lg7GQWf&#10;21n8vH19m/y+b75xbPTfl65ipR773eIFhKfO/4vv7rVWMI3isD+8CU9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T8ML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ukY8YA&#10;AADdAAAADwAAAGRycy9kb3ducmV2LnhtbESPQWvCQBSE7wX/w/IK3uomqUSJrmJbjMWTtYVeH9ln&#10;Epp9G7KrJv76bqHgcZiZb5jlujeNuFDnassK4kkEgriwuuZSwdfn9mkOwnlkjY1lUjCQg/Vq9LDE&#10;TNsrf9Dl6EsRIOwyVFB532ZSuqIig25iW+LgnWxn0AfZlVJ3eA1w08gkilJpsOawUGFLrxUVP8ez&#10;UXBLv/HgdsnL27P2NEznud0fcqXGj/1mAcJT7+/h//a7VjCL0hj+3o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ukY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FprMQA&#10;AADdAAAADwAAAGRycy9kb3ducmV2LnhtbESP0WrCQBRE3wv9h+UWfKsbg7UaXUVEwTdr6gdcstdN&#10;MHs3ZleNfn1XKPg4zMwZZrbobC2u1PrKsYJBPwFBXDhdsVFw+N18jkH4gKyxdkwK7uRhMX9/m2Gm&#10;3Y33dM2DERHCPkMFZQhNJqUvSrLo+64hjt7RtRZDlK2RusVbhNtapkkykhYrjgslNrQqqTjlF6vg&#10;7NIv3eVr3J3Wk5/KmOH5sR8q1fvollMQgbrwCv+3t1rBdzJK4fkmPg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xaa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xGX8UA&#10;AADdAAAADwAAAGRycy9kb3ducmV2LnhtbESPzW7CMBCE70i8g7VIvRWHogYIGFQqVeLKz4HjYi9J&#10;IF6H2EDap8dIlTiOZuYbzWzR2krcqPGlYwWDfgKCWDtTcq5gt/15H4PwAdlg5ZgU/JKHxbzbmWFm&#10;3J3XdNuEXEQI+wwVFCHUmZReF2TR911NHL2jayyGKJtcmgbvEW4r+ZEkqbRYclwosKbvgvR5c7UK&#10;VuWBPlN9nNjxUq/3f5cwHJ2MUm+99msKIlAbXuH/9sooGCXpEJ5v4hO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HEZ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t38IA&#10;AADdAAAADwAAAGRycy9kb3ducmV2LnhtbERPW2vCMBR+F/YfwhH2poky3KxGmYPBxlTwgr4emmNT&#10;1pyUJqv13y/CYI/fnW++7FwlWmpC6VnDaKhAEOfelFxoOB7eBy8gQkQ2WHkmDTcKsFw89OaYGX/l&#10;HbX7WIhUwiFDDTbGOpMy5JYchqGviZN28Y3DmGBTSNPgNZW7So6VmkiHJacFizW9Wcq/9z9OQ4vb&#10;mzrb1Wb6Wa7z8XZ1+jKJ14/97nUGIlIX/81/6Q+j4VlNnuD+Jj0B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/C3f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s2JMQA&#10;AADdAAAADwAAAGRycy9kb3ducmV2LnhtbESPQUvDQBSE70L/w/IK3uymAavEbkspVDxq9ODxmX3N&#10;pmbfC7vbJvrrXUHwOMzMN8x6O/leXSjETtjAclGAIm7EdtwaeHs93NyDignZYi9MBr4ownYzu1pj&#10;ZWXkF7rUqVUZwrFCAy6lodI6No48xoUMxNk7SvCYsgyttgHHDPe9LotipT12nBccDrR31HzWZ29g&#10;fGw+TuXx3brvMMihfpZT2Ysx1/Np9wAq0ZT+w3/tJ2vgrljd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LNi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Lu9MYA&#10;AADdAAAADwAAAGRycy9kb3ducmV2LnhtbESPW2sCMRSE3wv+h3CEvtVsfVhlNYr1AqVYxNv7cXPc&#10;XU1Olk2q679vCgUfh5n5hhlPW2vEjRpfOVbw3ktAEOdOV1woOOxXb0MQPiBrNI5JwYM8TCedlzFm&#10;2t15S7ddKESEsM9QQRlCnUnp85Is+p6riaN3do3FEGVTSN3gPcKtkf0kSaXFiuNCiTXNS8qvux+r&#10;YLVZmEv/ezs7yjBfDk5m+PWxWCv12m1nIxCB2vAM/7c/tYJBkqbw9yY+AT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Lu9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mG1scA&#10;AADdAAAADwAAAGRycy9kb3ducmV2LnhtbESPQWvCQBSE7wX/w/KEXkqzqaUaYlaRgqhQwdqC15fs&#10;Mwlm34bsNqb/3i0UPA4z8w2TLQfTiJ46V1tW8BLFIIgLq2suFXx/rZ8TEM4ja2wsk4JfcrBcjB4y&#10;TLW98if1R1+KAGGXooLK+zaV0hUVGXSRbYmDd7adQR9kV0rd4TXATSMncTyVBmsOCxW29F5RcTn+&#10;GAX94SMvt71rd5fkyb295pvNXp+UehwPqzkIT4O/h//bW61gFk9n8PcmPA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Zht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dubcQA&#10;AADdAAAADwAAAGRycy9kb3ducmV2LnhtbERPy2oCMRTdF/oP4Rbc1USpr9EotSC4KdTHQnfXyXVm&#10;cHIzTaKO/fpmUejycN6zRWtrcSMfKscael0Fgjh3puJCw363eh2DCBHZYO2YNDwowGL+/DTDzLg7&#10;b+i2jYVIIRwy1FDG2GRShrwki6HrGuLEnZ23GBP0hTQe7ync1rKv1FBarDg1lNjQR0n5ZXu1GpaT&#10;8fL7640/fzanIx0Pp8ug75XWnZf2fQoiUhv/xX/utdEwUsM0N71JT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nbm3EAAAA3QAAAA8AAAAAAAAAAAAAAAAAmAIAAGRycy9k&#10;b3ducmV2LnhtbFBLBQYAAAAABAAEAPUAAACJAwAAAAA=&#10;" fillcolor="black" stroked="f"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II+McA&#10;AADdAAAADwAAAGRycy9kb3ducmV2LnhtbESPQWvCQBSE7wX/w/IK3uqmgtFGV9G2glB70Pbg8TX7&#10;mizJvg3ZrUZ/fVcQPA4z8w0zW3S2FkdqvXGs4HmQgCDOnTZcKPj+Wj9NQPiArLF2TArO5GEx7z3M&#10;MNPuxDs67kMhIoR9hgrKEJpMSp+XZNEPXEMcvV/XWgxRtoXULZ4i3NZymCSptGg4LpTY0GtJebX/&#10;swoOH6mZ7AwNf7aX1bvejqrV51ulVP+xW05BBOrCPXxrb7SCcZK+wPV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CCP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QJDcIA&#10;AADdAAAADwAAAGRycy9kb3ducmV2LnhtbERPPW/CMBDdkfofrKvUDewyFJRiECpC7cIABXU9xdc4&#10;TXwOtoHAr8cDUsen9z1b9K4VZwqx9qzhdaRAEJfe1Fxp2H+vh1MQMSEbbD2ThitFWMyfBjMsjL/w&#10;ls67VIkcwrFADTalrpAylpYcxpHviDP364PDlGGopAl4yeGulWOl3qTDmnODxY4+LJXN7uQ0hOXP&#10;qrnx6dCo2+YaP//64xSt1i/P/fIdRKI+/Ysf7i+jYaImeX9+k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hAkN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wJJMYA&#10;AADdAAAADwAAAGRycy9kb3ducmV2LnhtbESPUUsDMRCE3wX/Q1jBF7FJ+9DTs2kRQRBahJ79Aetl&#10;vTtMNsdlba/99Y1Q6OMwM98wi9UYvNrTkLrIFqYTA4q4jq7jxsLu6/3xCVQSZIc+Mlk4UoLV8vZm&#10;gaWLB97SvpJGZQinEi20In2pdapbCpgmsSfO3k8cAkqWQ6PdgIcMD17PjJnrgB3nhRZ7emup/q3+&#10;ggU/+/bP6yJt5LjTG3MKsn34dNbe342vL6CERrmGL+0PZ6EwxRT+3+QnoJd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wJJ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KYF8UA&#10;AADdAAAADwAAAGRycy9kb3ducmV2LnhtbESPQWsCMRSE74X+h/AK3mrWPWhZjaIVYS8eulW8PjfP&#10;zWLysmxSXfvrm0Khx2FmvmEWq8FZcaM+tJ4VTMYZCOLa65YbBYfP3esbiBCRNVrPpOBBAVbL56cF&#10;Ftrf+YNuVWxEgnAoUIGJsSukDLUhh2HsO+LkXXzvMCbZN1L3eE9wZ2WeZVPpsOW0YLCjd0P1tfpy&#10;CrZVZ/NDaTbhdNyfz7b83tFpq9ToZVjPQUQa4n/4r11qBbNslsPvm/Q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wpgX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lyPcQA&#10;AADdAAAADwAAAGRycy9kb3ducmV2LnhtbESPQWsCMRSE74X+h/AK3mpSBVdWo5RSQeipuh68PZLn&#10;7urmZdlEd/vvG0HwOMzMN8xyPbhG3KgLtWcNH2MFgth4W3Opodhv3ucgQkS22HgmDX8UYL16fVli&#10;bn3Pv3TbxVIkCIccNVQxtrmUwVTkMIx9S5y8k+8cxiS7UtoO+wR3jZwoNZMOa04LFbb0VZG57K5O&#10;w3kjf7xRaA7Fod/a7Pg9o0ZpPXobPhcgIg3xGX60t1ZDprIp3N+kJ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Zcj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lIZ8YA&#10;AADdAAAADwAAAGRycy9kb3ducmV2LnhtbESPQWvCQBSE7wX/w/KE3upGK1Wiq6gglEoPjUU8PrPP&#10;JCT7NuyuGv+9Wyh4HGbmG2a+7EwjruR8ZVnBcJCAIM6trrhQ8Lvfvk1B+ICssbFMCu7kYbnovcwx&#10;1fbGP3TNQiEihH2KCsoQ2lRKn5dk0A9sSxy9s3UGQ5SukNrhLcJNI0dJ8iENVhwXSmxpU1JeZxej&#10;4HjZ8fn7/Wvl1uFgu72vR6dprdRrv1vNQATqwjP83/7UCibJZAx/b+IT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elIZ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9XLscA&#10;AADdAAAADwAAAGRycy9kb3ducmV2LnhtbESPQWsCMRSE74L/ITyhN00qWu3WKFUo9CJU20O9PTev&#10;u4ubl22S6uqvN4LQ4zAz3zCzRWtrcSQfKscaHgcKBHHuTMWFhq/Pt/4URIjIBmvHpOFMARbzbmeG&#10;mXEn3tBxGwuRIBwy1FDG2GRShrwki2HgGuLk/ThvMSbpC2k8nhLc1nKo1JO0WHFaKLGhVUn5Yftn&#10;NSyfp8vfjxGvL5v9jnbf+8N46JXWD7329QVEpDb+h+/td6NhoiZjuL1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/Vy7HAAAA3QAAAA8AAAAAAAAAAAAAAAAAmAIAAGRy&#10;cy9kb3ducmV2LnhtbFBLBQYAAAAABAAEAPUAAACMAwAAAAA=&#10;" fillcolor="black" stroked="f"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EzWMUA&#10;AADdAAAADwAAAGRycy9kb3ducmV2LnhtbESPQWsCMRSE74X+h/AKvdVsW9CyGmURSsXTalu8PjfP&#10;zeLmZUliXP99Uyj0OMzMN8xiNdpeJPKhc6zgeVKAIG6c7rhV8PX5/vQGIkRkjb1jUnCjAKvl/d0C&#10;S+2uvKO0j63IEA4lKjAxDqWUoTFkMUzcQJy9k/MWY5a+ldrjNcNtL1+KYiotdpwXDA60NtSc9xer&#10;IB3XdfWaDsnstr5qvas/vo+1Uo8PYzUHEWmM/+G/9kYrmBWzKfy+yU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kTNY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p2McYA&#10;AADdAAAADwAAAGRycy9kb3ducmV2LnhtbESPQWvCQBSE7wX/w/KE3urGHoxGVxGxxfbSNgp6fGSf&#10;2WD2bciuMe2v7wqFHoeZ+YZZrHpbi45aXzlWMB4lIIgLpysuFRz2L09TED4ga6wdk4Jv8rBaDh4W&#10;mGl34y/q8lCKCGGfoQITQpNJ6QtDFv3INcTRO7vWYoiyLaVu8RbhtpbPSTKRFiuOCwYb2hgqLvnV&#10;KvDjzfb4bn9m3enV8Ef+ZiafpVHqcdiv5yAC9eE//NfeaQVpkqZwf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p2M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30A35" w:rsidRDefault="00030A35" w:rsidP="00030A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30A35" w:rsidRDefault="00030A35" w:rsidP="00030A3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030A35" w:rsidRDefault="00030A35" w:rsidP="00030A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0A35" w:rsidRDefault="00030A35" w:rsidP="00030A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0A35" w:rsidRDefault="00030A35" w:rsidP="00030A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30A35" w:rsidRDefault="00030A35" w:rsidP="00030A3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30A35" w:rsidRDefault="00030A35" w:rsidP="00030A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30A35" w:rsidRDefault="00030A35" w:rsidP="00030A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30A35" w:rsidRDefault="00030A35" w:rsidP="00030A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0A35" w:rsidRDefault="00030A35" w:rsidP="00030A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30A35" w:rsidRDefault="00030A35" w:rsidP="00030A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0A35" w:rsidRDefault="00030A35" w:rsidP="00030A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30A35" w:rsidRDefault="00030A35" w:rsidP="00030A3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30A35" w:rsidRDefault="00030A35" w:rsidP="00030A3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№13</w:t>
      </w:r>
    </w:p>
    <w:p w:rsidR="00030A35" w:rsidRPr="003937A2" w:rsidRDefault="00030A35" w:rsidP="00030A3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30A35" w:rsidRPr="003937A2" w:rsidRDefault="00030A35" w:rsidP="00030A3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030A35" w:rsidRPr="003937A2" w:rsidRDefault="00030A35" w:rsidP="00030A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030A35" w:rsidRPr="003937A2" w:rsidRDefault="00030A35" w:rsidP="00030A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030A35" w:rsidRPr="003937A2" w:rsidRDefault="00030A35" w:rsidP="00030A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030A35" w:rsidRPr="003937A2" w:rsidRDefault="00030A35" w:rsidP="00030A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Матвіюк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В.А.</w:t>
      </w:r>
    </w:p>
    <w:p w:rsidR="00030A35" w:rsidRPr="003937A2" w:rsidRDefault="00030A35" w:rsidP="00030A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30A35" w:rsidRPr="003937A2" w:rsidRDefault="00030A35" w:rsidP="00030A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20,186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Матвіюк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</w:t>
      </w:r>
      <w:r w:rsidRPr="003937A2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030A35" w:rsidRPr="00D41553" w:rsidRDefault="00030A35" w:rsidP="00030A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030A35" w:rsidRPr="003937A2" w:rsidRDefault="00030A35" w:rsidP="00030A3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Матвіюк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</w:rPr>
        <w:t>іктору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Анатолійовичу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B1C52">
        <w:rPr>
          <w:rFonts w:ascii="Times New Roman" w:eastAsia="Calibri" w:hAnsi="Times New Roman" w:cs="Times New Roman"/>
          <w:sz w:val="24"/>
          <w:lang w:val="uk-UA"/>
        </w:rPr>
        <w:t>________________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0,38</w:t>
      </w:r>
      <w:r w:rsidRPr="003937A2">
        <w:rPr>
          <w:rFonts w:ascii="Times New Roman" w:eastAsia="Calibri" w:hAnsi="Times New Roman" w:cs="Times New Roman"/>
          <w:sz w:val="24"/>
        </w:rPr>
        <w:t xml:space="preserve">00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га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,я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Дідова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30A35" w:rsidRPr="003937A2" w:rsidRDefault="00030A35" w:rsidP="00030A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Матвіюк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030A35" w:rsidRPr="003937A2" w:rsidRDefault="00030A35" w:rsidP="00030A3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30A35" w:rsidRPr="003937A2" w:rsidRDefault="00030A35" w:rsidP="00030A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030A35" w:rsidRPr="003937A2" w:rsidRDefault="00030A35" w:rsidP="00030A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30A35" w:rsidRDefault="00030A35" w:rsidP="00030A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30A35" w:rsidRPr="003937A2" w:rsidRDefault="00030A35" w:rsidP="00030A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30A35" w:rsidRPr="00D41553" w:rsidRDefault="00030A35" w:rsidP="00030A3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F348EE" w:rsidRDefault="00F348EE"/>
    <w:sectPr w:rsidR="00F348E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35"/>
    <w:rsid w:val="00030A35"/>
    <w:rsid w:val="00F348EE"/>
    <w:rsid w:val="00FB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A3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30A3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30A3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30A35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A3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30A3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30A3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30A35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278</Words>
  <Characters>1588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2021-09-13T06:33:00Z</dcterms:created>
  <dcterms:modified xsi:type="dcterms:W3CDTF">2021-09-13T13:01:00Z</dcterms:modified>
</cp:coreProperties>
</file>