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703" w:rsidRPr="00DE6ED3" w:rsidRDefault="00320703" w:rsidP="0032070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966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96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" fillcolor="black" stroked="f"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" fillcolor="black" stroked="f"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20703" w:rsidRPr="00DE6ED3" w:rsidRDefault="00320703" w:rsidP="0032070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20703" w:rsidRPr="00DE6ED3" w:rsidRDefault="00320703" w:rsidP="0032070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320703" w:rsidRPr="00DE6ED3" w:rsidRDefault="00320703" w:rsidP="0032070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320703" w:rsidRPr="00DE6ED3" w:rsidRDefault="00320703" w:rsidP="0032070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320703" w:rsidRPr="00DE6ED3" w:rsidRDefault="00320703" w:rsidP="0032070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20703" w:rsidRDefault="00320703" w:rsidP="0032070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20703" w:rsidRDefault="00320703" w:rsidP="0032070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20703" w:rsidRPr="00DE6ED3" w:rsidRDefault="00320703" w:rsidP="0032070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320703" w:rsidRPr="00DE6ED3" w:rsidRDefault="00320703" w:rsidP="003207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20703" w:rsidRPr="00DE6ED3" w:rsidRDefault="00320703" w:rsidP="0032070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</w:rPr>
      </w:pP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Юзюку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О.І.</w:t>
      </w:r>
    </w:p>
    <w:p w:rsidR="00320703" w:rsidRPr="00DE6ED3" w:rsidRDefault="00320703" w:rsidP="00320703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</w:rPr>
        <w:t>Юзюка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О.І.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Юзюку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Іллічу,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44AD9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</w:rPr>
        <w:t>вул.Кринична</w:t>
      </w:r>
      <w:proofErr w:type="spellEnd"/>
      <w:r>
        <w:rPr>
          <w:rFonts w:ascii="Times New Roman" w:eastAsia="Calibri" w:hAnsi="Times New Roman" w:cs="Times New Roman"/>
          <w:sz w:val="24"/>
        </w:rPr>
        <w:t>, 41</w:t>
      </w:r>
      <w:r w:rsidRPr="00DE6ED3">
        <w:rPr>
          <w:rFonts w:ascii="Times New Roman" w:eastAsia="Calibri" w:hAnsi="Times New Roman" w:cs="Times New Roman"/>
          <w:sz w:val="24"/>
        </w:rPr>
        <w:t>.</w:t>
      </w: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Юзюку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О.І.</w:t>
      </w:r>
      <w:r w:rsidRPr="00DE6ED3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20703" w:rsidRPr="00DE6ED3" w:rsidRDefault="00320703" w:rsidP="003207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20703" w:rsidRPr="00DE6ED3" w:rsidRDefault="00320703" w:rsidP="0032070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20703" w:rsidRPr="00DE6ED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20703" w:rsidRDefault="00320703" w:rsidP="00320703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633AC" w:rsidRPr="00320703" w:rsidRDefault="00320703" w:rsidP="003207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Валерій  МИХАЛЮК </w:t>
      </w:r>
    </w:p>
    <w:sectPr w:rsidR="002633AC" w:rsidRPr="0032070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703"/>
    <w:rsid w:val="00171A2E"/>
    <w:rsid w:val="002633AC"/>
    <w:rsid w:val="00304C90"/>
    <w:rsid w:val="00320703"/>
    <w:rsid w:val="00505B6D"/>
    <w:rsid w:val="00544AD9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68499"/>
  <w15:docId w15:val="{84EFA19F-B8DF-45D2-BBF2-14B25F11C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703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261</Words>
  <Characters>1493</Characters>
  <Application>Microsoft Office Word</Application>
  <DocSecurity>0</DocSecurity>
  <Lines>12</Lines>
  <Paragraphs>3</Paragraphs>
  <ScaleCrop>false</ScaleCrop>
  <Company>Microsoft</Company>
  <LinksUpToDate>false</LinksUpToDate>
  <CharactersWithSpaces>1751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2021-04-14T12:13:00Z</dcterms:created>
  <dcterms:modified xsi:type="dcterms:W3CDTF">2021-04-15T12:24:00Z</dcterms:modified>
</cp:coreProperties>
</file>