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59C" w:rsidRPr="00DE6ED3" w:rsidRDefault="00E0659C" w:rsidP="00E0659C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DE6ED3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E0659C" w:rsidRPr="00DE6ED3" w:rsidRDefault="00E0659C" w:rsidP="00E06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E0659C" w:rsidRPr="00DE6ED3" w:rsidRDefault="00E0659C" w:rsidP="00E06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59C" w:rsidRDefault="00E0659C" w:rsidP="00E06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659C" w:rsidRDefault="00E0659C" w:rsidP="00E06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59C" w:rsidRDefault="00E0659C" w:rsidP="00E06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659C" w:rsidRDefault="00E0659C" w:rsidP="00E06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59C" w:rsidRDefault="00E0659C" w:rsidP="00E06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659C" w:rsidRDefault="00E0659C" w:rsidP="00E06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59C" w:rsidRDefault="00E0659C" w:rsidP="00E06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659C" w:rsidRDefault="00E0659C" w:rsidP="00E06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59C" w:rsidRDefault="00E0659C" w:rsidP="00E06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659C" w:rsidRDefault="00E0659C" w:rsidP="00E06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59C" w:rsidRDefault="00E0659C" w:rsidP="00E06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659C" w:rsidRDefault="00E0659C" w:rsidP="00E06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59C" w:rsidRDefault="00E0659C" w:rsidP="00E06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659C" w:rsidRDefault="00E0659C" w:rsidP="00E06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59C" w:rsidRDefault="00E0659C" w:rsidP="00E06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659C" w:rsidRDefault="00E0659C" w:rsidP="00E06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59C" w:rsidRDefault="00E0659C" w:rsidP="00E06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659C" w:rsidRDefault="00E0659C" w:rsidP="00E06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59C" w:rsidRDefault="00E0659C" w:rsidP="00E06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659C" w:rsidRDefault="00E0659C" w:rsidP="00E06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59C" w:rsidRDefault="00E0659C" w:rsidP="00E06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59C" w:rsidRDefault="00E0659C" w:rsidP="00E06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59C" w:rsidRDefault="00E0659C" w:rsidP="00E06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59C" w:rsidRDefault="00E0659C" w:rsidP="00E06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59C" w:rsidRDefault="00E0659C" w:rsidP="00E06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59C" w:rsidRDefault="00E0659C" w:rsidP="00E06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59C" w:rsidRDefault="00E0659C" w:rsidP="00E06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59C" w:rsidRDefault="00E0659C" w:rsidP="00E06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59C" w:rsidRDefault="00E0659C" w:rsidP="00E06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59C" w:rsidRDefault="00E0659C" w:rsidP="00E06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0659C" w:rsidRDefault="00E0659C" w:rsidP="00E06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0659C" w:rsidRDefault="00E0659C" w:rsidP="00E06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0659C" w:rsidRDefault="00E0659C" w:rsidP="00E06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0659C" w:rsidRDefault="00E0659C" w:rsidP="00E06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0659C" w:rsidRDefault="00E0659C" w:rsidP="00E06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0659C" w:rsidRDefault="00E0659C" w:rsidP="00E06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0659C" w:rsidRDefault="00E0659C" w:rsidP="00E06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0659C" w:rsidRDefault="00E0659C" w:rsidP="00E06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0659C" w:rsidRDefault="00E0659C" w:rsidP="00E06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0659C" w:rsidRDefault="00E0659C" w:rsidP="00E06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0659C" w:rsidRDefault="00E0659C" w:rsidP="00E06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0659C" w:rsidRDefault="00E0659C" w:rsidP="00E06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0659C" w:rsidRDefault="00E0659C" w:rsidP="00E06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0659C" w:rsidRDefault="00E0659C" w:rsidP="00E06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0659C" w:rsidRDefault="00E0659C" w:rsidP="00E06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0659C" w:rsidRDefault="00E0659C" w:rsidP="00E06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0659C" w:rsidRDefault="00E0659C" w:rsidP="00E06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0659C" w:rsidRDefault="00E0659C" w:rsidP="00E06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0659C" w:rsidRDefault="00E0659C" w:rsidP="00E06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0659C" w:rsidRDefault="00E0659C" w:rsidP="00E06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E0659C" w:rsidRDefault="00E0659C" w:rsidP="00E06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0659C" w:rsidRDefault="00E0659C" w:rsidP="00E06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0659C" w:rsidRDefault="00E0659C" w:rsidP="00E06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0659C" w:rsidRDefault="00E0659C" w:rsidP="00E06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0659C" w:rsidRDefault="00E0659C" w:rsidP="00E06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0659C" w:rsidRDefault="00E0659C" w:rsidP="00E06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0659C" w:rsidRDefault="00E0659C" w:rsidP="00E06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E0659C" w:rsidRDefault="00E0659C" w:rsidP="00E06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0659C" w:rsidRDefault="00E0659C" w:rsidP="00E06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0659C" w:rsidRDefault="00E0659C" w:rsidP="00E06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0659C" w:rsidRPr="00DE6ED3" w:rsidRDefault="00E0659C" w:rsidP="00E065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E0659C" w:rsidRPr="00DE6ED3" w:rsidRDefault="00E0659C" w:rsidP="00E0659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E0659C" w:rsidRPr="00DE6ED3" w:rsidRDefault="00E0659C" w:rsidP="00E065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E0659C" w:rsidRPr="00DE6ED3" w:rsidRDefault="00E0659C" w:rsidP="00E065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E0659C" w:rsidRPr="00DE6ED3" w:rsidRDefault="00E0659C" w:rsidP="00E0659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E0659C" w:rsidRPr="00DE6ED3" w:rsidRDefault="00E0659C" w:rsidP="00E065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E0659C" w:rsidRPr="00DE6ED3" w:rsidRDefault="00E0659C" w:rsidP="00E065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E0659C" w:rsidRPr="00DE6ED3" w:rsidRDefault="00E0659C" w:rsidP="00E065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E0659C" w:rsidRPr="00DE6ED3" w:rsidRDefault="00E0659C" w:rsidP="00E065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E0659C" w:rsidRPr="00DE6ED3" w:rsidRDefault="00E0659C" w:rsidP="00E065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E0659C" w:rsidRPr="00DE6ED3" w:rsidRDefault="007A0E00" w:rsidP="00E0659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bookmarkStart w:id="0" w:name="_GoBack"/>
      <w:bookmarkEnd w:id="0"/>
      <w:r w:rsidR="00E0659C"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ради  </w:t>
      </w:r>
      <w:r w:rsidR="00E0659C"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="00E0659C"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 скликання</w:t>
      </w:r>
    </w:p>
    <w:p w:rsidR="00E0659C" w:rsidRPr="00DE6ED3" w:rsidRDefault="00E0659C" w:rsidP="00E0659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E0659C" w:rsidRPr="00DE6ED3" w:rsidRDefault="00E0659C" w:rsidP="00E0659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25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.03.2021 року                                            Крупець                                                 №___</w:t>
      </w:r>
    </w:p>
    <w:p w:rsidR="00E0659C" w:rsidRPr="00DE6ED3" w:rsidRDefault="00E0659C" w:rsidP="00E0659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E0659C" w:rsidRPr="00DE6ED3" w:rsidRDefault="00E0659C" w:rsidP="00E0659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E0659C" w:rsidRPr="00DE6ED3" w:rsidRDefault="00E0659C" w:rsidP="00E0659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землеустрою</w:t>
      </w:r>
    </w:p>
    <w:p w:rsidR="00E0659C" w:rsidRPr="00DE6ED3" w:rsidRDefault="00E0659C" w:rsidP="00E0659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E0659C" w:rsidRPr="00DE6ED3" w:rsidRDefault="00E0659C" w:rsidP="00E0659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Поночовному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П.В.</w:t>
      </w:r>
    </w:p>
    <w:p w:rsidR="00E0659C" w:rsidRPr="00DE6ED3" w:rsidRDefault="00E0659C" w:rsidP="00E0659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0659C" w:rsidRPr="00DE6ED3" w:rsidRDefault="00E0659C" w:rsidP="00E0659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0659C" w:rsidRPr="00DE6ED3" w:rsidRDefault="00E0659C" w:rsidP="00E0659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DE6ED3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Поночовного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П.В.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E0659C" w:rsidRPr="00DE6ED3" w:rsidRDefault="00E0659C" w:rsidP="00E0659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E0659C" w:rsidRPr="00DE6ED3" w:rsidRDefault="00E0659C" w:rsidP="00E0659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0659C" w:rsidRPr="00DE6ED3" w:rsidRDefault="00E0659C" w:rsidP="00E0659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Поночовному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Павлу Володимировичу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кого господарства, площею 0,1487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сільська рада за межами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с.К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рупець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E0659C" w:rsidRPr="00DE6ED3" w:rsidRDefault="00E0659C" w:rsidP="00E065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</w:t>
      </w:r>
      <w:r w:rsidRPr="00FF1E0A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Поночовному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Павлу Володимировичу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 який  зар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еєстрований за адресою: </w:t>
      </w:r>
      <w:r w:rsidR="00236F13" w:rsidRPr="00236F13">
        <w:rPr>
          <w:rFonts w:ascii="Times New Roman" w:eastAsia="Calibri" w:hAnsi="Times New Roman" w:cs="Times New Roman"/>
          <w:sz w:val="24"/>
        </w:rPr>
        <w:t>_____________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ідентифікаційний номер </w:t>
      </w:r>
      <w:r w:rsidR="00236F13" w:rsidRPr="00236F13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земельну ділянку, площею 0,1487 га, кадастровий номер: 6823984000:03:018:0335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сільська рада за межами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с.К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рупець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E0659C" w:rsidRPr="00DE6ED3" w:rsidRDefault="00E0659C" w:rsidP="00E065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Поночовному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П.В.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DE6ED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E0659C" w:rsidRPr="00DE6ED3" w:rsidRDefault="00E0659C" w:rsidP="00E065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0659C" w:rsidRPr="00E0659C" w:rsidRDefault="00E0659C" w:rsidP="00E065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431A37" w:rsidRPr="00E0659C" w:rsidRDefault="00E0659C" w:rsidP="00E0659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431A37" w:rsidRPr="00E0659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59C"/>
    <w:rsid w:val="00171A2E"/>
    <w:rsid w:val="00236F13"/>
    <w:rsid w:val="00304C90"/>
    <w:rsid w:val="00431A37"/>
    <w:rsid w:val="00505B6D"/>
    <w:rsid w:val="006D3977"/>
    <w:rsid w:val="007A0E00"/>
    <w:rsid w:val="007D6C18"/>
    <w:rsid w:val="00D1641A"/>
    <w:rsid w:val="00E06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276</Words>
  <Characters>1577</Characters>
  <Application>Microsoft Office Word</Application>
  <DocSecurity>0</DocSecurity>
  <Lines>13</Lines>
  <Paragraphs>3</Paragraphs>
  <ScaleCrop>false</ScaleCrop>
  <Company>Microsoft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4</cp:revision>
  <dcterms:created xsi:type="dcterms:W3CDTF">2021-03-17T08:42:00Z</dcterms:created>
  <dcterms:modified xsi:type="dcterms:W3CDTF">2021-03-17T09:08:00Z</dcterms:modified>
</cp:coreProperties>
</file>