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240" w:rsidRPr="00B16AE7" w:rsidRDefault="00BC6240" w:rsidP="00BC6240"/>
    <w:p w:rsidR="00BC6240" w:rsidRDefault="00BC6240" w:rsidP="00BC62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8890" r="8890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C6240" w:rsidRDefault="00BC6240" w:rsidP="00BC6240"/>
    <w:p w:rsidR="00BC6240" w:rsidRDefault="00BC6240" w:rsidP="00BC6240"/>
    <w:p w:rsidR="00BC6240" w:rsidRDefault="00BC6240" w:rsidP="00BC62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C6240" w:rsidRDefault="00BC6240" w:rsidP="00BC62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C6240" w:rsidRDefault="00BC6240" w:rsidP="00BC62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C6240" w:rsidRDefault="00BC6240" w:rsidP="00BC62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C6240" w:rsidRDefault="00BC6240" w:rsidP="00BC62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6240" w:rsidRDefault="00BC6240" w:rsidP="00BC62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C6240" w:rsidRDefault="00BC6240" w:rsidP="00BC62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C6240" w:rsidRDefault="00BC6240" w:rsidP="00BC624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C6240" w:rsidRDefault="00BC6240" w:rsidP="00BC624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C6240" w:rsidRDefault="00BC6240" w:rsidP="00BC6240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BC6240" w:rsidRPr="00F30DAB" w:rsidRDefault="00BC6240" w:rsidP="00BC6240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BC6240" w:rsidRPr="003E128F" w:rsidRDefault="00BC6240" w:rsidP="00BC62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E128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BC6240" w:rsidRPr="003E128F" w:rsidRDefault="00BC6240" w:rsidP="00BC62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BC6240" w:rsidRPr="003E128F" w:rsidRDefault="00BC6240" w:rsidP="00BC624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3E128F">
        <w:rPr>
          <w:rFonts w:ascii="Times New Roman" w:hAnsi="Times New Roman" w:cs="Times New Roman"/>
          <w:b/>
          <w:sz w:val="24"/>
          <w:szCs w:val="24"/>
        </w:rPr>
        <w:t>Самчук</w:t>
      </w:r>
      <w:proofErr w:type="spellEnd"/>
      <w:r w:rsidRPr="003E128F">
        <w:rPr>
          <w:rFonts w:ascii="Times New Roman" w:hAnsi="Times New Roman" w:cs="Times New Roman"/>
          <w:b/>
          <w:sz w:val="24"/>
          <w:szCs w:val="24"/>
        </w:rPr>
        <w:t xml:space="preserve"> Н.М.</w:t>
      </w:r>
    </w:p>
    <w:p w:rsidR="00BC6240" w:rsidRPr="003E128F" w:rsidRDefault="00BC6240" w:rsidP="00BC624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C6240" w:rsidRPr="003E128F" w:rsidRDefault="00BC6240" w:rsidP="00BC624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», статей 12, 116, 118, 121, 186, та 186-1 </w:t>
      </w:r>
      <w:proofErr w:type="gramStart"/>
      <w:r w:rsidRPr="003E128F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3E128F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Н.М.,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BC6240" w:rsidRPr="003E128F" w:rsidRDefault="00BC6240" w:rsidP="00BC624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BC6240" w:rsidRPr="003E128F" w:rsidRDefault="00BC6240" w:rsidP="00BC624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proofErr w:type="gramStart"/>
      <w:r w:rsidRPr="003E128F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0,0770 га, яка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Лисиче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>.</w:t>
      </w:r>
    </w:p>
    <w:p w:rsidR="00BC6240" w:rsidRPr="003E128F" w:rsidRDefault="00BC6240" w:rsidP="00BC62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proofErr w:type="gramStart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3E128F">
        <w:rPr>
          <w:rFonts w:ascii="Times New Roman" w:hAnsi="Times New Roman" w:cs="Times New Roman"/>
          <w:sz w:val="24"/>
          <w:szCs w:val="24"/>
        </w:rPr>
        <w:t>адії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: </w:t>
      </w:r>
      <w:r w:rsidR="00D90199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D90199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bookmarkStart w:id="0" w:name="_GoBack"/>
      <w:bookmarkEnd w:id="0"/>
      <w:r w:rsidRPr="003E128F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0,0770 га,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номер: 6823984700:01:018:0036, для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Лисиче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>.</w:t>
      </w:r>
    </w:p>
    <w:p w:rsidR="00BC6240" w:rsidRPr="003E128F" w:rsidRDefault="00BC6240" w:rsidP="00BC62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Н.М.,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E128F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BC6240" w:rsidRPr="003E128F" w:rsidRDefault="00BC6240" w:rsidP="00BC62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E128F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E128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E128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BC6240" w:rsidRDefault="00BC6240" w:rsidP="00BC624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6240" w:rsidRDefault="00BC6240" w:rsidP="00BC624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6240" w:rsidRPr="003E128F" w:rsidRDefault="00BC6240" w:rsidP="00BC624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6240" w:rsidRPr="003E128F" w:rsidRDefault="00BC6240" w:rsidP="00BC624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E128F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3E128F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3E128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368C0" w:rsidRDefault="006368C0"/>
    <w:sectPr w:rsidR="006368C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240"/>
    <w:rsid w:val="00171A2E"/>
    <w:rsid w:val="00304C90"/>
    <w:rsid w:val="00505B6D"/>
    <w:rsid w:val="006368C0"/>
    <w:rsid w:val="006D3977"/>
    <w:rsid w:val="007D6C18"/>
    <w:rsid w:val="00BC6240"/>
    <w:rsid w:val="00D1641A"/>
    <w:rsid w:val="00D90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9</TotalTime>
  <Pages>1</Pages>
  <Words>278</Words>
  <Characters>1589</Characters>
  <Application>Microsoft Office Word</Application>
  <DocSecurity>0</DocSecurity>
  <Lines>13</Lines>
  <Paragraphs>3</Paragraphs>
  <ScaleCrop>false</ScaleCrop>
  <Company>Microsoft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2020-06-23T13:05:00Z</dcterms:created>
  <dcterms:modified xsi:type="dcterms:W3CDTF">2020-06-23T15:48:00Z</dcterms:modified>
</cp:coreProperties>
</file>