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FBF" w:rsidRDefault="00624FBF" w:rsidP="00624FBF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uk-UA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FBF" w:rsidRDefault="00624FBF" w:rsidP="00624F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FBF" w:rsidRDefault="00624FBF" w:rsidP="00624F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FBF" w:rsidRDefault="00624FBF" w:rsidP="00624F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FBF" w:rsidRDefault="00624FBF" w:rsidP="00624F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FBF" w:rsidRDefault="00624FBF" w:rsidP="00624F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FBF" w:rsidRDefault="00624FBF" w:rsidP="00624F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FBF" w:rsidRDefault="00624FBF" w:rsidP="00624F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FBF" w:rsidRDefault="00624FBF" w:rsidP="00624F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FBF" w:rsidRDefault="00624FBF" w:rsidP="00624F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FBF" w:rsidRDefault="00624FBF" w:rsidP="00624F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FBF" w:rsidRDefault="00624FBF" w:rsidP="00624F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FBF" w:rsidRDefault="00624FBF" w:rsidP="00624F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FBF" w:rsidRDefault="00624FBF" w:rsidP="00624F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FBF" w:rsidRDefault="00624FBF" w:rsidP="00624F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FBF" w:rsidRDefault="00624FBF" w:rsidP="00624F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FBF" w:rsidRDefault="00624FBF" w:rsidP="00624F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FBF" w:rsidRDefault="00624FBF" w:rsidP="00624F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FBF" w:rsidRDefault="00624FBF" w:rsidP="00624F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FBF" w:rsidRDefault="00624FBF" w:rsidP="00624F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FBF" w:rsidRDefault="00624FBF" w:rsidP="00624F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FBF" w:rsidRDefault="00624FBF" w:rsidP="00624F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FBF" w:rsidRDefault="00624FBF" w:rsidP="00624F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FBF" w:rsidRDefault="00624FBF" w:rsidP="00624F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FBF" w:rsidRDefault="00624FBF" w:rsidP="00624F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FBF" w:rsidRDefault="00624FBF" w:rsidP="00624F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FBF" w:rsidRDefault="00624FBF" w:rsidP="00624F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FBF" w:rsidRDefault="00624FBF" w:rsidP="00624F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FBF" w:rsidRDefault="00624FBF" w:rsidP="00624F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FBF" w:rsidRDefault="00624FBF" w:rsidP="00624F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FBF" w:rsidRDefault="00624FBF" w:rsidP="00624F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24FBF" w:rsidRDefault="00624FBF" w:rsidP="00624F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24FBF" w:rsidRDefault="00624FBF" w:rsidP="00624F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24FBF" w:rsidRDefault="00624FBF" w:rsidP="00624F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24FBF" w:rsidRDefault="00624FBF" w:rsidP="00624F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24FBF" w:rsidRDefault="00624FBF" w:rsidP="00624F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24FBF" w:rsidRDefault="00624FBF" w:rsidP="00624F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24FBF" w:rsidRDefault="00624FBF" w:rsidP="00624F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24FBF" w:rsidRDefault="00624FBF" w:rsidP="00624F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24FBF" w:rsidRDefault="00624FBF" w:rsidP="00624F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24FBF" w:rsidRDefault="00624FBF" w:rsidP="00624F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24FBF" w:rsidRDefault="00624FBF" w:rsidP="00624F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24FBF" w:rsidRDefault="00624FBF" w:rsidP="00624F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24FBF" w:rsidRDefault="00624FBF" w:rsidP="00624F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24FBF" w:rsidRDefault="00624FBF" w:rsidP="00624F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24FBF" w:rsidRDefault="00624FBF" w:rsidP="00624F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24FBF" w:rsidRDefault="00624FBF" w:rsidP="00624F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24FBF" w:rsidRDefault="00624FBF" w:rsidP="00624F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24FBF" w:rsidRDefault="00624FBF" w:rsidP="00624F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24FBF" w:rsidRDefault="00624FBF" w:rsidP="00624F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24FBF" w:rsidRDefault="00624FBF" w:rsidP="00624F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624FBF" w:rsidRDefault="00624FBF" w:rsidP="00624F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24FBF" w:rsidRDefault="00624FBF" w:rsidP="00624F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24FBF" w:rsidRDefault="00624FBF" w:rsidP="00624F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24FBF" w:rsidRDefault="00624FBF" w:rsidP="00624F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24FBF" w:rsidRDefault="00624FBF" w:rsidP="00624F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24FBF" w:rsidRDefault="00624FBF" w:rsidP="00624F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24FBF" w:rsidRDefault="00624FBF" w:rsidP="00624F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624FBF" w:rsidRDefault="00624FBF" w:rsidP="00624F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24FBF" w:rsidRDefault="00624FBF" w:rsidP="00624F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24FBF" w:rsidRDefault="00624FBF" w:rsidP="00624F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24FBF" w:rsidRDefault="00624FBF" w:rsidP="00624F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4FBF" w:rsidRDefault="00624FBF" w:rsidP="00624F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4FBF" w:rsidRDefault="00624FBF" w:rsidP="00624F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4FBF" w:rsidRDefault="00624FBF" w:rsidP="00624F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4FBF" w:rsidRDefault="00624FBF" w:rsidP="00624F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24FBF" w:rsidRDefault="00624FBF" w:rsidP="00624FB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24FBF" w:rsidRDefault="00624FBF" w:rsidP="00624F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24FBF" w:rsidRDefault="00624FBF" w:rsidP="00624F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24FBF" w:rsidRDefault="00624FBF" w:rsidP="00624F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4FBF" w:rsidRDefault="00624FBF" w:rsidP="00624F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24FBF" w:rsidRDefault="00624FBF" w:rsidP="00624F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4FBF" w:rsidRDefault="00624FBF" w:rsidP="00624F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III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24FBF" w:rsidRDefault="00624FBF" w:rsidP="00624FB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24FBF" w:rsidRDefault="00624FBF" w:rsidP="00624FB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28.11.2020 року                                            Крупець                                                       №__</w:t>
      </w:r>
    </w:p>
    <w:p w:rsidR="00624FBF" w:rsidRDefault="00624FBF" w:rsidP="00624FBF">
      <w:pPr>
        <w:pStyle w:val="24"/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</w:rPr>
      </w:pPr>
    </w:p>
    <w:p w:rsidR="00624FBF" w:rsidRDefault="00624FBF" w:rsidP="00624FB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624FBF" w:rsidRDefault="00624FBF" w:rsidP="00624FB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4FBF" w:rsidRDefault="00624FBF" w:rsidP="00624FB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ст.25, частини 2 ст.42 Закону України «Про місцеве самоврядування в Україні» в зв’язку із поданими  заявами  громадян - жителів Крупецької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3 від 24.12.2019 року «Про сільський  бюджет  Крупецької сільської ради на 2020 рік», та рішення сесії сільської ради № 7 від 12.01.2018 року «Про затвердження  Програми та Положення про надання матеріальної допомоги громадянам»</w:t>
      </w:r>
    </w:p>
    <w:p w:rsidR="00624FBF" w:rsidRDefault="00624FBF" w:rsidP="00624FB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624FBF" w:rsidRDefault="00624FBF" w:rsidP="00624FB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624FBF" w:rsidRDefault="00624FBF" w:rsidP="00624FB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матеріальну допомогу  на лікування  жителям  Крупецької сільської ради :</w:t>
      </w:r>
    </w:p>
    <w:p w:rsidR="00624FBF" w:rsidRDefault="00624FBF" w:rsidP="00624FB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Андрощуку Миколі Петровичу в розмірі ____________________________________</w:t>
      </w:r>
    </w:p>
    <w:p w:rsidR="00624FBF" w:rsidRDefault="00624FBF" w:rsidP="00624FB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 Ковалінській Антоніні Василівні  в розмірі ____________________________________</w:t>
      </w:r>
    </w:p>
    <w:p w:rsidR="00624FBF" w:rsidRDefault="00624FBF" w:rsidP="00624FB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1.3Дмитрійчук Миколі Петровичу в розмірі ____________________________________</w:t>
      </w:r>
    </w:p>
    <w:p w:rsidR="00624FBF" w:rsidRDefault="00624FBF" w:rsidP="00624FB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 Поліковській Ядвізі Миколаївні в розмірі ____________________________________</w:t>
      </w:r>
    </w:p>
    <w:p w:rsidR="00624FBF" w:rsidRDefault="00624FBF" w:rsidP="00624FB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 Іванюк Надії Петрівні в розмірі ____________________________________</w:t>
      </w:r>
    </w:p>
    <w:p w:rsidR="00624FBF" w:rsidRDefault="00624FBF" w:rsidP="00624FBF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 Алєксюк Олександру Олександровичу в розмірі _________________________________</w:t>
      </w:r>
    </w:p>
    <w:p w:rsidR="00624FBF" w:rsidRDefault="00624FBF" w:rsidP="00624FBF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 Ковба Валентині Василівні в розмірі ____________________________________</w:t>
      </w:r>
    </w:p>
    <w:p w:rsidR="00624FBF" w:rsidRDefault="00624FBF" w:rsidP="00624FBF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 Воробйовій Раїсі Миколаївні  в розмірі ____________________________________</w:t>
      </w:r>
    </w:p>
    <w:p w:rsidR="00624FBF" w:rsidRDefault="00624FBF" w:rsidP="00624FBF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 Молодецькій Яні Казимірівні в розмірі ____________________________________</w:t>
      </w:r>
    </w:p>
    <w:p w:rsidR="00624FBF" w:rsidRDefault="00624FBF" w:rsidP="00624FBF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1.10 Ковальчук Ваніні Іванівні в розмірі ____________________________________</w:t>
      </w:r>
    </w:p>
    <w:p w:rsidR="00624FBF" w:rsidRDefault="00624FBF" w:rsidP="00624FBF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Романовій Вірі Михайлівні в розмірі ____________________________________</w:t>
      </w:r>
    </w:p>
    <w:p w:rsidR="00624FBF" w:rsidRDefault="00624FBF" w:rsidP="00624FB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2.Відділу бухгалтерського обліку Крупецької сільської ради здійснити виплату матеріальної допомоги вищеназваним громадянам .</w:t>
      </w:r>
    </w:p>
    <w:p w:rsidR="00624FBF" w:rsidRDefault="00624FBF" w:rsidP="00624FBF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3.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(О.В.Качаровська)</w:t>
      </w:r>
    </w:p>
    <w:p w:rsidR="00624FBF" w:rsidRDefault="00624FBF" w:rsidP="00624FB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4FBF" w:rsidRDefault="00624FBF" w:rsidP="00624FB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4FBF" w:rsidRDefault="00624FBF" w:rsidP="00624FB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4FBF" w:rsidRDefault="00624FBF" w:rsidP="00624FB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Валерій МИХАЛЮК</w:t>
      </w:r>
    </w:p>
    <w:p w:rsidR="00DF0A72" w:rsidRDefault="00DF0A72">
      <w:bookmarkStart w:id="0" w:name="_GoBack"/>
      <w:bookmarkEnd w:id="0"/>
    </w:p>
    <w:sectPr w:rsidR="00DF0A7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FBF"/>
    <w:rsid w:val="00171A2E"/>
    <w:rsid w:val="00304C90"/>
    <w:rsid w:val="00505B6D"/>
    <w:rsid w:val="00624FBF"/>
    <w:rsid w:val="006D3977"/>
    <w:rsid w:val="007D6C18"/>
    <w:rsid w:val="00D1641A"/>
    <w:rsid w:val="00DF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624FB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624FBF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24FBF"/>
    <w:rPr>
      <w:rFonts w:ascii="Consolas" w:hAnsi="Consolas"/>
      <w:sz w:val="20"/>
      <w:szCs w:val="20"/>
      <w:lang w:val="ru-RU" w:eastAsia="ru-RU" w:bidi="ar-SA"/>
    </w:rPr>
  </w:style>
  <w:style w:type="character" w:customStyle="1" w:styleId="af4">
    <w:name w:val="Основной текст_"/>
    <w:link w:val="24"/>
    <w:locked/>
    <w:rsid w:val="00624FBF"/>
    <w:rPr>
      <w:spacing w:val="8"/>
      <w:shd w:val="clear" w:color="auto" w:fill="FFFFFF"/>
    </w:rPr>
  </w:style>
  <w:style w:type="paragraph" w:customStyle="1" w:styleId="24">
    <w:name w:val="Основной текст2"/>
    <w:basedOn w:val="a"/>
    <w:link w:val="af4"/>
    <w:rsid w:val="00624FBF"/>
    <w:pPr>
      <w:widowControl w:val="0"/>
      <w:shd w:val="clear" w:color="auto" w:fill="FFFFFF"/>
      <w:spacing w:before="300" w:after="0" w:line="315" w:lineRule="exact"/>
      <w:jc w:val="both"/>
    </w:pPr>
    <w:rPr>
      <w:spacing w:val="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624FB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624FBF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24FBF"/>
    <w:rPr>
      <w:rFonts w:ascii="Consolas" w:hAnsi="Consolas"/>
      <w:sz w:val="20"/>
      <w:szCs w:val="20"/>
      <w:lang w:val="ru-RU" w:eastAsia="ru-RU" w:bidi="ar-SA"/>
    </w:rPr>
  </w:style>
  <w:style w:type="character" w:customStyle="1" w:styleId="af4">
    <w:name w:val="Основной текст_"/>
    <w:link w:val="24"/>
    <w:locked/>
    <w:rsid w:val="00624FBF"/>
    <w:rPr>
      <w:spacing w:val="8"/>
      <w:shd w:val="clear" w:color="auto" w:fill="FFFFFF"/>
    </w:rPr>
  </w:style>
  <w:style w:type="paragraph" w:customStyle="1" w:styleId="24">
    <w:name w:val="Основной текст2"/>
    <w:basedOn w:val="a"/>
    <w:link w:val="af4"/>
    <w:rsid w:val="00624FBF"/>
    <w:pPr>
      <w:widowControl w:val="0"/>
      <w:shd w:val="clear" w:color="auto" w:fill="FFFFFF"/>
      <w:spacing w:before="300" w:after="0" w:line="315" w:lineRule="exact"/>
      <w:jc w:val="both"/>
    </w:pPr>
    <w:rPr>
      <w:spacing w:val="8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353</Words>
  <Characters>2016</Characters>
  <Application>Microsoft Office Word</Application>
  <DocSecurity>0</DocSecurity>
  <Lines>16</Lines>
  <Paragraphs>4</Paragraphs>
  <ScaleCrop>false</ScaleCrop>
  <Company>Microsoft</Company>
  <LinksUpToDate>false</LinksUpToDate>
  <CharactersWithSpaces>2365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2020-11-17T16:36:00Z</dcterms:created>
  <dcterms:modified xsi:type="dcterms:W3CDTF">2020-11-17T16:36:00Z</dcterms:modified>
</cp:coreProperties>
</file>