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BD6" w:rsidRPr="00154EFF" w:rsidRDefault="00A23BD6" w:rsidP="00A23BD6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3BD6" w:rsidRDefault="00A23BD6" w:rsidP="00A23B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23BD6" w:rsidRDefault="00A23BD6" w:rsidP="00A23B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23BD6" w:rsidRDefault="00A23BD6" w:rsidP="00A23BD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3BD6" w:rsidRDefault="00A23BD6" w:rsidP="00A23BD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23BD6" w:rsidRDefault="00A23BD6" w:rsidP="00A23BD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23BD6" w:rsidRPr="00B566CC" w:rsidRDefault="00A23BD6" w:rsidP="00A23BD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№21</w:t>
      </w:r>
    </w:p>
    <w:p w:rsidR="00A23BD6" w:rsidRPr="008D6F85" w:rsidRDefault="00A23BD6" w:rsidP="00A23BD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23BD6" w:rsidRPr="008D6F85" w:rsidRDefault="00A23BD6" w:rsidP="00A23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23BD6" w:rsidRPr="008D6F85" w:rsidRDefault="00A23BD6" w:rsidP="00A23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23BD6" w:rsidRPr="008D6F85" w:rsidRDefault="00A23BD6" w:rsidP="00A23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A23BD6" w:rsidRPr="008D6F85" w:rsidRDefault="00A23BD6" w:rsidP="00A23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23BD6" w:rsidRPr="008D6F85" w:rsidRDefault="00A23BD6" w:rsidP="00A23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Поліщуку М.Т.</w:t>
      </w:r>
    </w:p>
    <w:p w:rsidR="00A23BD6" w:rsidRPr="008D6F85" w:rsidRDefault="00A23BD6" w:rsidP="00A23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3BD6" w:rsidRPr="008D6F85" w:rsidRDefault="00A23BD6" w:rsidP="00A23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</w:t>
      </w:r>
      <w:r w:rsidRPr="008D6F85">
        <w:rPr>
          <w:rFonts w:ascii="Times New Roman" w:eastAsia="Arial Unicode MS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sz w:val="24"/>
          <w:szCs w:val="24"/>
        </w:rPr>
        <w:t>116,</w:t>
      </w:r>
      <w:r w:rsidRPr="008D6F85">
        <w:rPr>
          <w:rFonts w:ascii="Times New Roman" w:eastAsia="Arial Unicode MS" w:hAnsi="Times New Roman" w:cs="Times New Roman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sz w:val="24"/>
          <w:szCs w:val="24"/>
        </w:rPr>
        <w:t>,122,186</w:t>
      </w:r>
      <w:r w:rsidRPr="008D6F85">
        <w:rPr>
          <w:rFonts w:ascii="Times New Roman" w:eastAsia="Arial Unicode MS" w:hAnsi="Times New Roman" w:cs="Times New Roman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Поліщука М.Т.  сільська  рада </w:t>
      </w:r>
    </w:p>
    <w:p w:rsidR="00A23BD6" w:rsidRPr="008D6F85" w:rsidRDefault="00A23BD6" w:rsidP="00A23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A23BD6" w:rsidRPr="008D6F85" w:rsidRDefault="00A23BD6" w:rsidP="00A23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 xml:space="preserve">         1. Затвердити  Поліщуку Миколі Трохимовичу,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зареєстрована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832BC">
        <w:rPr>
          <w:rFonts w:ascii="Times New Roman" w:eastAsia="Calibri" w:hAnsi="Times New Roman" w:cs="Times New Roman"/>
          <w:sz w:val="24"/>
          <w:szCs w:val="24"/>
        </w:rPr>
        <w:t>_______</w:t>
      </w:r>
      <w:r w:rsidRPr="008D6F85">
        <w:rPr>
          <w:rFonts w:ascii="Times New Roman" w:eastAsia="Arial Unicode MS" w:hAnsi="Times New Roman" w:cs="Times New Roman"/>
          <w:sz w:val="24"/>
          <w:szCs w:val="24"/>
        </w:rPr>
        <w:t xml:space="preserve">, ідентифікаційний номер </w:t>
      </w:r>
      <w:r w:rsidR="000832BC">
        <w:rPr>
          <w:rFonts w:ascii="Times New Roman" w:eastAsia="Arial Unicode MS" w:hAnsi="Times New Roman" w:cs="Times New Roman"/>
          <w:sz w:val="24"/>
          <w:szCs w:val="24"/>
        </w:rPr>
        <w:t>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sz w:val="24"/>
          <w:szCs w:val="24"/>
        </w:rPr>
        <w:t xml:space="preserve">,  технічну документацію із землеустрою щодо встановлення (відновлення) меж земельної ділянки в натурі (на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місцевості), та передати її у приватну власність, площею 0,4395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га,  кадастровий номер: 6823982100:01:005:1028, д</w:t>
      </w:r>
      <w:r w:rsidRPr="008D6F85">
        <w:rPr>
          <w:rFonts w:ascii="Times New Roman" w:eastAsia="Calibri" w:hAnsi="Times New Roman" w:cs="Times New Roman"/>
          <w:sz w:val="24"/>
          <w:szCs w:val="24"/>
        </w:rPr>
        <w:t>ля ведення особистого селянського господарства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23BD6" w:rsidRPr="008D6F85" w:rsidRDefault="00A23BD6" w:rsidP="00A23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2. Поліщуку М.Т. посвідчити своє право  в  установленому  законом  порядку.</w:t>
      </w:r>
    </w:p>
    <w:p w:rsidR="00A23BD6" w:rsidRPr="008D6F85" w:rsidRDefault="00A23BD6" w:rsidP="00A23BD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23BD6" w:rsidRPr="008D6F85" w:rsidRDefault="00A23BD6" w:rsidP="00A23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F432A" w:rsidRPr="00A23BD6" w:rsidRDefault="00A23BD6" w:rsidP="00A23BD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3F432A" w:rsidRPr="00A23B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BD6"/>
    <w:rsid w:val="000832BC"/>
    <w:rsid w:val="003F432A"/>
    <w:rsid w:val="00A23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BD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23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23BD6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BD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23B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23BD6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254</Words>
  <Characters>1451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2022-02-08T06:34:00Z</dcterms:created>
  <dcterms:modified xsi:type="dcterms:W3CDTF">2022-02-08T11:11:00Z</dcterms:modified>
</cp:coreProperties>
</file>