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424" w:rsidRDefault="00646424" w:rsidP="00646424">
      <w:pPr>
        <w:spacing w:before="100" w:beforeAutospacing="1"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="SimSun" w:hAnsi="Times New Roman"/>
          <w:color w:val="000000"/>
          <w:sz w:val="24"/>
          <w:szCs w:val="24"/>
        </w:rPr>
        <w:tab/>
      </w:r>
      <w:r>
        <w:rPr>
          <w:rFonts w:ascii="Times New Roman" w:eastAsia="SimSun" w:hAnsi="Times New Roman"/>
          <w:color w:val="000000"/>
          <w:sz w:val="24"/>
          <w:szCs w:val="24"/>
        </w:rPr>
        <w:tab/>
      </w:r>
      <w:r>
        <w:rPr>
          <w:rFonts w:ascii="Times New Roman" w:eastAsia="SimSun" w:hAnsi="Times New Roman"/>
          <w:color w:val="000000"/>
          <w:sz w:val="24"/>
          <w:szCs w:val="24"/>
        </w:rPr>
        <w:tab/>
      </w:r>
      <w:r>
        <w:rPr>
          <w:rFonts w:ascii="Times New Roman" w:eastAsia="SimSun" w:hAnsi="Times New Roman"/>
          <w:color w:val="000000"/>
          <w:sz w:val="24"/>
          <w:szCs w:val="24"/>
        </w:rPr>
        <w:tab/>
      </w:r>
      <w:r>
        <w:rPr>
          <w:rFonts w:ascii="Times New Roman" w:eastAsia="SimSun" w:hAnsi="Times New Roman"/>
          <w:color w:val="000000"/>
          <w:sz w:val="24"/>
          <w:szCs w:val="24"/>
        </w:rPr>
        <w:tab/>
      </w:r>
    </w:p>
    <w:p w:rsidR="00646424" w:rsidRDefault="006A6F38" w:rsidP="006464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6F38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646424" w:rsidRDefault="00646424" w:rsidP="00646424"/>
    <w:p w:rsidR="00646424" w:rsidRDefault="00646424" w:rsidP="00646424"/>
    <w:p w:rsidR="00646424" w:rsidRDefault="00646424" w:rsidP="006464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46424" w:rsidRDefault="00646424" w:rsidP="006464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46424" w:rsidRDefault="00646424" w:rsidP="006464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46424" w:rsidRDefault="00646424" w:rsidP="006464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46424" w:rsidRDefault="00646424" w:rsidP="006464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424" w:rsidRDefault="00646424" w:rsidP="006464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46424" w:rsidRDefault="00646424" w:rsidP="006464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6424" w:rsidRDefault="00646424" w:rsidP="0064642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46424" w:rsidRDefault="00646424" w:rsidP="00646424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№52</w:t>
      </w:r>
    </w:p>
    <w:p w:rsidR="00646424" w:rsidRDefault="00646424" w:rsidP="00646424">
      <w:pPr>
        <w:tabs>
          <w:tab w:val="right" w:pos="9354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646424" w:rsidRDefault="00646424" w:rsidP="0064642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646424" w:rsidRDefault="00646424" w:rsidP="0064642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646424" w:rsidRDefault="00646424" w:rsidP="0064642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землеустроющодо</w:t>
      </w:r>
      <w:proofErr w:type="spellEnd"/>
    </w:p>
    <w:p w:rsidR="00646424" w:rsidRDefault="00646424" w:rsidP="0064642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46424" w:rsidRDefault="00646424" w:rsidP="0064642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Загородньої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Л.Б.</w:t>
      </w:r>
    </w:p>
    <w:p w:rsidR="00646424" w:rsidRDefault="00646424" w:rsidP="0064642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46424" w:rsidRDefault="00646424" w:rsidP="0064642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статті26,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Загородньої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Л.Б.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646424" w:rsidRDefault="00646424" w:rsidP="0064642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646424" w:rsidRDefault="00646424" w:rsidP="0064642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Загородній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Людмилі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Борисівні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FF0545" w:rsidRPr="00FF0545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</w:t>
      </w:r>
      <w:r w:rsidRPr="00E6171B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0,3360 га, для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земель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комунальної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власності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6823986800:05:005:0012,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пункту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Колом’</w:t>
      </w:r>
      <w:proofErr w:type="gramStart"/>
      <w:r>
        <w:rPr>
          <w:rFonts w:ascii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646424" w:rsidRDefault="00646424" w:rsidP="0064642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Загородній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Л.Б.,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646424" w:rsidRDefault="00646424" w:rsidP="0064642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46424" w:rsidRDefault="00646424" w:rsidP="0064642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46424" w:rsidRDefault="00646424" w:rsidP="0064642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B67E9" w:rsidRPr="00646424" w:rsidRDefault="00646424" w:rsidP="0064642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bookmarkStart w:id="0" w:name="_GoBack"/>
      <w:bookmarkEnd w:id="0"/>
      <w:proofErr w:type="spellEnd"/>
    </w:p>
    <w:sectPr w:rsidR="00EB67E9" w:rsidRPr="00646424" w:rsidSect="006A6F3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646424"/>
    <w:rsid w:val="00171A2E"/>
    <w:rsid w:val="00304C90"/>
    <w:rsid w:val="00505B6D"/>
    <w:rsid w:val="00646424"/>
    <w:rsid w:val="006A6F38"/>
    <w:rsid w:val="006D3977"/>
    <w:rsid w:val="007D6C18"/>
    <w:rsid w:val="00D1641A"/>
    <w:rsid w:val="00EB67E9"/>
    <w:rsid w:val="00FF0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F38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1074</Words>
  <Characters>613</Characters>
  <Application>Microsoft Office Word</Application>
  <DocSecurity>0</DocSecurity>
  <Lines>5</Lines>
  <Paragraphs>3</Paragraphs>
  <ScaleCrop>false</ScaleCrop>
  <Company>Microsoft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2020-04-27T16:11:00Z</dcterms:created>
  <dcterms:modified xsi:type="dcterms:W3CDTF">2020-04-28T06:24:00Z</dcterms:modified>
</cp:coreProperties>
</file>