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39" w:rsidRDefault="00AF7139" w:rsidP="00AF71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F7139" w:rsidRDefault="00AF7139" w:rsidP="00AF7139"/>
    <w:p w:rsidR="00AF7139" w:rsidRDefault="00AF7139" w:rsidP="00AF7139"/>
    <w:p w:rsidR="00AF7139" w:rsidRDefault="00AF7139" w:rsidP="00AF71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F7139" w:rsidRDefault="00AF7139" w:rsidP="00AF71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F7139" w:rsidRDefault="00AF7139" w:rsidP="00AF71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F7139" w:rsidRDefault="00AF7139" w:rsidP="00AF71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F7139" w:rsidRDefault="00AF7139" w:rsidP="00AF71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139" w:rsidRDefault="00AF7139" w:rsidP="00AF7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F7139" w:rsidRDefault="00AF7139" w:rsidP="00AF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7139" w:rsidRDefault="00AF7139" w:rsidP="00AF71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F7139" w:rsidRPr="00400000" w:rsidRDefault="00AF7139" w:rsidP="00AF713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F7139" w:rsidRPr="00400000" w:rsidRDefault="00AF7139" w:rsidP="00AF713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F7139" w:rsidRPr="00400000" w:rsidRDefault="00AF7139" w:rsidP="00AF713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F7139" w:rsidRPr="00400000" w:rsidRDefault="00AF7139" w:rsidP="00AF713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AF7139" w:rsidRPr="00400000" w:rsidRDefault="00AF7139" w:rsidP="00AF713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F7139" w:rsidRPr="00400000" w:rsidRDefault="00AF7139" w:rsidP="00AF713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Васі</w:t>
      </w:r>
      <w:proofErr w:type="gram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</w:t>
      </w:r>
      <w:proofErr w:type="gram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інчук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AF7139" w:rsidRPr="00400000" w:rsidRDefault="00AF7139" w:rsidP="00AF713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7139" w:rsidRPr="00400000" w:rsidRDefault="00AF7139" w:rsidP="00AF713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висновки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F7139" w:rsidRPr="00400000" w:rsidRDefault="00AF7139" w:rsidP="00AF713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F7139" w:rsidRPr="00400000" w:rsidRDefault="00AF7139" w:rsidP="00AF713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024E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межами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F7139" w:rsidRPr="00400000" w:rsidRDefault="00AF7139" w:rsidP="00AF713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2. Контроль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000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F7139" w:rsidRPr="00400000" w:rsidRDefault="00AF7139" w:rsidP="00AF713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139" w:rsidRPr="00AF7139" w:rsidRDefault="00AF7139" w:rsidP="00AF713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F7139" w:rsidRPr="00400000" w:rsidRDefault="00AF7139" w:rsidP="00AF713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E5098E" w:rsidRDefault="00E5098E"/>
    <w:sectPr w:rsidR="00E509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39"/>
    <w:rsid w:val="00171A2E"/>
    <w:rsid w:val="003024E4"/>
    <w:rsid w:val="00304C90"/>
    <w:rsid w:val="00505B6D"/>
    <w:rsid w:val="006D3977"/>
    <w:rsid w:val="007D6C18"/>
    <w:rsid w:val="00AF7139"/>
    <w:rsid w:val="00D1641A"/>
    <w:rsid w:val="00E5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2020-05-29T14:00:00Z</dcterms:created>
  <dcterms:modified xsi:type="dcterms:W3CDTF">2020-05-29T14:24:00Z</dcterms:modified>
</cp:coreProperties>
</file>