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101" w:rsidRDefault="00E56101" w:rsidP="00E5610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E56101" w:rsidRDefault="00E56101" w:rsidP="00E561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ECEAFE" wp14:editId="69FFE9DD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015" name="Группа 150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01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2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3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4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6101" w:rsidRDefault="00E56101" w:rsidP="00E5610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015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tAFb8A&#10;AADeAAAADwAAAGRycy9kb3ducmV2LnhtbERPyQrCMBC9C/5DGMGbpiouVKOIqHgQxO0+NGNbbCal&#10;iVr/3giCt3m8dWaL2hTiSZXLLSvodSMQxInVOacKLudNZwLCeWSNhWVS8CYHi3mzMcNY2xcf6Xny&#10;qQgh7GJUkHlfxlK6JCODrmtL4sDdbGXQB1ilUlf4CuGmkP0oGkmDOYeGDEtaZZTcTw+jwA62u/01&#10;7R8Hax57Xh4mt2u9V6rdqpdTEJ5q/xf/3Dsd5g+j3gi+74Qb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u20AV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NXLcYA&#10;AADeAAAADwAAAGRycy9kb3ducmV2LnhtbERPS2sCMRC+F/ofwgi9iGYt1MfWKEXYPjwIPsDrsJlu&#10;1m4mS5Lq1l/fFAre5uN7znzZ2UacyYfasYLRMANBXDpdc6XgsC8GUxAhImtsHJOCHwqwXNzfzTHX&#10;7sJbOu9iJVIIhxwVmBjbXMpQGrIYhq4lTtyn8xZjgr6S2uMlhdtGPmbZWFqsOTUYbGllqPzafVsF&#10;p2JjjqvJ9dX3Z1u69ov1W/MxVuqh1708g4jUxZv43/2u0/ynbDSBv3fSDX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1NXL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9nXsQA&#10;AADeAAAADwAAAGRycy9kb3ducmV2LnhtbESPzWrCQBDH7wXfYZmCl1I3KoqkriJSpXgRPx5gyI7Z&#10;0OxsyG5NfPvOQfA2w/w/frNc975Wd2pjFdjAeJSBIi6Crbg0cL3sPhegYkK2WAcmAw+KsF4N3paY&#10;29Dxie7nVCoJ4ZijAZdSk2sdC0ce4yg0xHK7hdZjkrUttW2xk3Bf60mWzbXHiqXBYUNbR8Xv+c9L&#10;yXGKx8Otu+z2PXb4fXD8sTkZM3zvN1+gEvXpJX66f6zgz7Kx8Mo7MoNe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fZ1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fX/8UA&#10;AADeAAAADwAAAGRycy9kb3ducmV2LnhtbERPTUsDMRC9C/0PYQrebLbFVt02LVIVROjBWijehs10&#10;d+lmEpKxu/57Iwje5vE+Z7UZXKcuFFPr2cB0UoAirrxtuTZw+Hi5uQeVBNli55kMfFOCzXp0tcLS&#10;+p7f6bKXWuUQTiUaaERCqXWqGnKYJj4QZ+7ko0PJMNbaRuxzuOv0rCgW2mHLuaHBQNuGqvP+yxnY&#10;9c/h7W4xP4XPeDvT6cnKcSvGXI+HxyUooUH+xX/uV5vnz4vpA/y+k2/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F9f/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Wh5cUA&#10;AADeAAAADwAAAGRycy9kb3ducmV2LnhtbESP3WrCQBCF7wu+wzKCN0U3tVQkuoqISvFG/HmAITtm&#10;g9nZkN2a+Padi0LvZphzzjdnue59rZ7UxiqwgY9JBoq4CLbi0sDtuh/PQcWEbLEOTAZeFGG9Grwt&#10;Mbeh4zM9L6lUEsIxRwMupSbXOhaOPMZJaIjldg+txyRrW2rbYifhvtbTLJtpjxULwWFDW0fF4/Lj&#10;BXL6xNPx3l33hx473B0dv2/OxoyG/WYBKlGf/sV/7m8r739lUykgdWQG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8xaHl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0RRMQA&#10;AADe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F0U5g9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NEUT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qS2sQA&#10;AADeAAAADwAAAGRycy9kb3ducmV2LnhtbERP32vCMBB+H/g/hBN8GTNdhyKdUXQQNnAg6mCvR3O2&#10;xeZSkmi7/94MBnu7j+/nLdeDbcWNfGgcK3ieZiCIS2carhR8nfTTAkSIyAZbx6TghwKsV6OHJRbG&#10;9Xyg2zFWIoVwKFBBHWNXSBnKmiyGqeuIE3d23mJM0FfSeOxTuG1lnmVzabHh1FBjR281lZfj1SrY&#10;7vvqxT+W28Htzu/fM62N/tRKTcbD5hVEpCH+i//cHybNn2V5Dr/vpBv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aktr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Z9vsMA&#10;AADeAAAADwAAAGRycy9kb3ducmV2LnhtbERP3WrCMBS+H/gO4Qi7m+k6FelMRTYKMnYz9QEOzVnT&#10;tTkpSaz17RdhsLvz8f2e7W6yvRjJh9axgudFBoK4drrlRsH5VD1tQISIrLF3TApuFGBXzh62WGh3&#10;5S8aj7ERKYRDgQpMjEMhZagNWQwLNxAn7tt5izFB30jt8ZrCbS/zLFtLiy2nBoMDvRmqu+PFKqg+&#10;8s+xu2hfuf20tLQyP5t3o9TjfNq/gog0xX/xn/ug0/xVlr/A/Z10gy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KZ9v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+vNcUA&#10;AADeAAAADwAAAGRycy9kb3ducmV2LnhtbERP22oCMRB9L/QfwhR8KZqtN8pqlFoIChaKWvB12Iy7&#10;SzeTJYnu9u8bodC3OZzrLNe9bcSNfKgdK3gZZSCIC2dqLhV8nfTwFUSIyAYbx6TghwKsV48PS8yN&#10;6/hAt2MsRQrhkKOCKsY2lzIUFVkMI9cSJ+7ivMWYoC+l8dilcNvIcZbNpcWaU0OFLb1XVHwfr1bB&#10;5rMrJ/652PRuf9meZ1ob/aGVGjz1bwsQkfr4L/5z70yaP8vGU7i/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f681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NAUcMA&#10;AADeAAAADwAAAGRycy9kb3ducmV2LnhtbERPS2rDMBDdB3IHMYHuErmmLsGNYkKCoZRsmvYAgzW1&#10;XFsjIymOe/sqUOhuHu87u2q2g5jIh86xgsdNBoK4cbrjVsHnR73egggRWePgmBT8UIBqv1zssNTu&#10;xu80XWIrUgiHEhWYGMdSytAYshg2biRO3JfzFmOCvpXa4y2F20HmWfYsLXacGgyOdDTU9JerVVC/&#10;5eepv2pfu8P8ZKkw39uTUephNR9eQESa47/4z/2q0/wiywu4v5NukP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NAU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9AzsIA&#10;AADeAAAADwAAAGRycy9kb3ducmV2LnhtbERPzWrCQBC+F/oOyxR6a3ajjUjMGqSg1GOjDzBkxySY&#10;nY3ZrYlv3y0UepuP73eKcra9uNPoO8ca0kSBIK6d6bjRcD7t39YgfEA22DsmDQ/yUG6fnwrMjZv4&#10;i+5VaEQMYZ+jhjaEIZfS1y1Z9IkbiCN3caPFEOHYSDPiFMNtLxdKraTFjmNDiwN9tFRfq2+r4f0x&#10;HW5VdlV7Yyk9LocjhzrT+vVl3m1ABJrDv/jP/Wni/EwtVvD7TrxB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H0DO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Hz+sQA&#10;AADeAAAADwAAAGRycy9kb3ducmV2LnhtbERPTWvCQBC9F/wPywi91Y0BrY1ZRQyW0lONqechOybB&#10;7GzIbjT++26h0Ns83uek29G04ka9aywrmM8iEMSl1Q1XCorT4WUFwnlkja1lUvAgB9vN5CnFRNs7&#10;H+mW+0qEEHYJKqi97xIpXVmTQTezHXHgLrY36APsK6l7vIdw08o4ipbSYMOhocaO9jWV13wwCobl&#10;OS748qm/8uzx/pYddk5+V0o9T8fdGoSn0f+L/9wfOsxfRPEr/L4Tb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R8/r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HXlckA&#10;AADeAAAADwAAAGRycy9kb3ducmV2LnhtbESPT0/CQBDF7yZ8h82QeJMtqA0UFqImJupBwr8Dt6E7&#10;tMXubO2uUL+9czDhNpP35r3fzBadq9WZ2lB5NjAcJKCIc28rLgxsN693Y1AhIlusPZOBXwqwmPdu&#10;ZphZf+EVndexUBLCIUMDZYxNpnXIS3IYBr4hFu3oW4dR1rbQtsWLhLtaj5Ik1Q4rloYSG3opKf9a&#10;/zgDu+U4nSyf3x9OH58HvHf2e2+r1Jjbfvc0BRWpi1fz//WbFfzHZCS88o7MoO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aHXl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TlmsQA&#10;AADeAAAADwAAAGRycy9kb3ducmV2LnhtbERPS2vCQBC+C/6HZYTedNNUxaauUhUfeEptodchO01C&#10;s7Mhu2r017uC4G0+vudM562pxIkaV1pW8DqIQBBnVpecK/j5XvcnIJxH1lhZJgUXcjCfdTtTTLQ9&#10;8xedDj4XIYRdggoK7+tESpcVZNANbE0cuD/bGPQBNrnUDZ5DuKlkHEVjabDk0FBgTcuCsv/D0Si4&#10;jn8xddt4sXrTni7Dycbu041SL7328wOEp9Y/xQ/3Tof5oyh+h/s74QY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U5Zr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6zdMYA&#10;AADeAAAADwAAAGRycy9kb3ducmV2LnhtbESPQW/CMAyF75P4D5GRuI10DNDWEdA0gcSNtewHWI2X&#10;VjROaTLo9uvxAWk3W35+732rzeBbdaE+NoENPE0zUMRVsA07A1/H3eMLqJiQLbaBycAvRdisRw8r&#10;zG24ckGXMjklJhxzNFCn1OVax6omj3EaOmK5fYfeY5K1d9r2eBVz3+pZli21x4YlocaOPmqqTuWP&#10;N3AOs4Udyi0eTtvXz8a5+fmvmBszGQ/vb6ASDelffP/eW6m/yJ4FQHBkBr2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M6zd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5wBMIA&#10;AADeAAAADwAAAGRycy9kb3ducmV2LnhtbERPTYvCMBC9L/gfwgjeNFXR1WqUdUHwqu7B45iMbbWZ&#10;dJusVn+9EYS9zeN9znzZ2FJcqfaFYwX9XgKCWDtTcKbgZ7/uTkD4gGywdEwK7uRhuWh9zDE17sZb&#10;uu5CJmII+xQV5CFUqZRe52TR91xFHLmTqy2GCOtMmhpvMdyWcpAkY2mx4NiQY0XfOenL7s8q2BRH&#10;Go31aWonK709PH7D8PNslOq0m68ZiEBN+Be/3RsT54+SYR9e78Qb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PnAE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0XpMYA&#10;AADeAAAADwAAAGRycy9kb3ducmV2LnhtbERPXWsCMRB8L/gfwgp9q0mvtOjVKFootGgFP7Cvy2V7&#10;Obxsjkt6nv/eCIW+ze7szOxM572rRUdtqDxreBwpEMSFNxWXGg7794cxiBCRDdaeScOFAsxng7sp&#10;5safeUvdLpYimXDIUYONscmlDIUlh2HkG+LE/fjWYUxjW0rT4jmZu1pmSr1IhxWnBIsNvVkqTrtf&#10;p6HDzUV92+XX5LNaF9lmeVyZtNf3w37xCiJSH/+P/9QfJr3/rJ4yuNVJGO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0Xp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xtpcMA&#10;AADeAAAADwAAAGRycy9kb3ducmV2LnhtbERPTUvDQBC9C/0PyxS82U1TFIndllKoeNToweOYnWZT&#10;szNhd9tEf70rCN7m8T5nvZ18ry4UYidsYLkoQBE3YjtuDby9Hm7uQcWEbLEXJgNfFGG7mV2tsbIy&#10;8gtd6tSqHMKxQgMupaHSOjaOPMaFDMSZO0rwmDIMrbYBxxzue10WxZ322HFucDjQ3lHzWZ+9gfGx&#10;+TiVx3frvsMgh/pZTmUvxlzPp90DqERT+hf/uZ9snn9brF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xtp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3lxsUA&#10;AADeAAAADwAAAGRycy9kb3ducmV2LnhtbERP22oCMRB9L/Qfwgh906zWWlmNYr2AiFK09X26me5u&#10;m0yWTdT1701B6NscznXG08Yacabal44VdDsJCOLM6ZJzBZ8fq/YQhA/IGo1jUnAlD9PJ48MYU+0u&#10;vKfzIeQihrBPUUERQpVK6bOCLPqOq4gj9+1qiyHCOpe6xksMt0b2kmQgLZYcGwqsaF5Q9ns4WQWr&#10;94X56e32s6MM8+Xrlxlu3hZbpZ5azWwEIlAT/sV391rH+S/Jcx/+3ok3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eXG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edycQA&#10;AADeAAAADwAAAGRycy9kb3ducmV2LnhtbERPTYvCMBC9C/6HMIIXWVOVinSNIoKosMKuLux1bMa2&#10;2ExKE2v99xtB8DaP9znzZWtK0VDtCssKRsMIBHFqdcGZgt/T5mMGwnlkjaVlUvAgB8tFtzPHRNs7&#10;/1Bz9JkIIewSVJB7XyVSujQng25oK+LAXWxt0AdYZ1LXeA/hppTjKJpKgwWHhhwrWueUXo83o6D5&#10;/jpnu8ZV++ts4OLJebs96D+l+r129QnCU+vf4pd7p8P8OJrE8Hwn3C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8nncn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l9o8UA&#10;AADeAAAADwAAAGRycy9kb3ducmV2LnhtbERPS2sCMRC+F/wPYYTealJf2K1RqlDoRVDbQ72Nm+nu&#10;4mayTVJd/fVGEHqbj+8503lra3EkHyrHGp57CgRx7kzFhYavz/enCYgQkQ3WjknDmQLMZ52HKWbG&#10;nXhDx20sRArhkKGGMsYmkzLkJVkMPdcQJ+7HeYsxQV9I4/GUwm0t+0qNpcWKU0OJDS1Lyg/bP6th&#10;8TJZ/K6HvLps9jvafe8Po75XWj9227dXEJHa+C++uz9Mmj9SgzHc3kk3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mX2jxQAAAN4AAAAPAAAAAAAAAAAAAAAAAJgCAABkcnMv&#10;ZG93bnJldi54bWxQSwUGAAAAAAQABAD1AAAAigMAAAAA&#10;" fillcolor="black" stroked="f"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bWOMYA&#10;AADeAAAADwAAAGRycy9kb3ducmV2LnhtbERPS2sCMRC+F/ofwhS81ayKD7ZGqbUFofbg4+Bxuhl3&#10;w24myybq6q83QqG3+fieM523thJnarxxrKDXTUAQZ04bzhXsd1+vExA+IGusHJOCK3mYz56fpphq&#10;d+ENnbchFzGEfYoKihDqVEqfFWTRd11NHLmjayyGCJtc6gYvMdxWsp8kI2nRcGwosKaPgrJye7IK&#10;Dt8jM9kY6v+ub4tPvR6Wi59lqVTnpX1/AxGoDf/iP/dKx/nDZDCGxzvxBj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bWO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sveMcA&#10;AADeAAAADwAAAGRycy9kb3ducmV2LnhtbESPQU/DMAyF70j8h8hI3FgCCDSVZdM0NI0LBwaIq9WY&#10;prRxuiTbuv16fEDiZus9v/d5thhDrw6UchvZwu3EgCKuo2u5sfDxvr6ZgsoF2WEfmSycKMNifnkx&#10;w8rFI7/RYVsaJSGcK7TgSxkqrXPtKWCexIFYtO+YAhZZU6NdwqOEh17fGfOoA7YsDR4HWnmqu+0+&#10;WEjLr+fuzPvPzpxfT3nzM+6m6K29vhqXT6AKjeXf/Hf94gT/wdwLr7wjM+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bL3j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Y8qMQA&#10;AADeAAAADwAAAGRycy9kb3ducmV2LnhtbERP20oDMRB9F/yHMIW+iE2sWO3atEihULAUevmAcTPu&#10;Lk0my2Zst369EQTf5nCuM1v0waszdamJbOFhZEARl9E1XFk4Hlb3L6CSIDv0kcnClRIs5rc3Myxc&#10;vPCOznupVA7hVKCFWqQttE5lTQHTKLbEmfuMXUDJsKu06/CSw4PXY2MmOmDDuaHGlpY1laf9V7Dg&#10;xx9++v6cNnI96o35DrK72zprh4P+7RWUUC//4j/32uX5T+ZxCr/v5Bv0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mPK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qnEscA&#10;AADeAAAADwAAAGRycy9kb3ducmV2LnhtbESPT0/DMAzF70h8h8hI3Fi6CRAqy6b90aReOFCGdvUa&#10;r6mWOFUTtsKnxwckbrb8/N77zZdj8OpCQ+oiG5hOClDETbQdtwb2H7uHF1ApI1v0kcnANyVYLm5v&#10;5ljaeOV3utS5VWLCqUQDLue+1Do1jgKmSeyJ5XaKQ8As69BqO+BVzIPXs6J41gE7lgSHPW0cNef6&#10;KxjY1r2f7Su3TofPt+PRVz87OmyNub8bV6+gMo35X/z3XVmp/1Q8CoDgyAx6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kKpxL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Owv8MA&#10;AADeAAAADwAAAGRycy9kb3ducmV2LnhtbERPS2sCMRC+C/0PYQq9aWKpVlajlNIFwZOvQ29DMu6u&#10;3UyWTbq7/feNIHibj+85q83gatFRGyrPGqYTBYLYeFtxoeF0zMcLECEiW6w9k4Y/CrBZP41WmFnf&#10;8566QyxECuGQoYYyxiaTMpiSHIaJb4gTd/Gtw5hgW0jbYp/CXS1flZpLhxWnhhIb+izJ/Bx+nYZr&#10;LnfeKDTn07nf2vfvrznVSuuX5+FjCSLSEB/iu3tr0/yZepvC7Z10g1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0Owv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ndr8QA&#10;AADeAAAADwAAAGRycy9kb3ducmV2LnhtbERPS2vCQBC+F/wPywi91Y1pKxJdRYVCqfTgA/E4Zsck&#10;JDsbdleN/94VCr3Nx/ec6bwzjbiS85VlBcNBAoI4t7riQsF+9/U2BuEDssbGMim4k4f5rPcyxUzb&#10;G2/oug2FiCHsM1RQhtBmUvq8JIN+YFviyJ2tMxgidIXUDm8x3DQyTZKRNFhxbCixpVVJeb29GAXH&#10;y5rPv+8/C7cMB9vtfJ2exrVSr/1uMQERqAv/4j/3t47zP5OPFJ7vxBv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53a/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itRsYA&#10;AADeAAAADwAAAGRycy9kb3ducmV2LnhtbERPS2sCMRC+F/wPYYTealIfxW6NUoVCL4LaHupt3Ex3&#10;FzeTbZLq6q83guBtPr7nTGatrcWBfKgca3juKRDEuTMVFxq+vz6exiBCRDZYOyYNJwowm3YeJpgZ&#10;d+Q1HTaxECmEQ4YayhibTMqQl2Qx9FxDnLhf5y3GBH0hjcdjCre17Cv1Ii1WnBpKbGhRUr7f/FsN&#10;89fx/G815OV5vdvS9me3H/W90vqx276/gYjUxrv45v40af5IDQdwfSfdI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itRsYAAADeAAAADwAAAAAAAAAAAAAAAACYAgAAZHJz&#10;L2Rvd25yZXYueG1sUEsFBgAAAAAEAAQA9QAAAIsDAAAAAA==&#10;" fillcolor="black" stroked="f"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c+mMQA&#10;AADeAAAADwAAAGRycy9kb3ducmV2LnhtbERPTUsDMRC9C/6HMII3m1XbImvTshRE6WlbK16nm+lm&#10;6WayJDHd/nsjFLzN433OYjXaXiTyoXOs4HFSgCBunO64VbD/fHt4AREissbeMSm4UIDV8vZmgaV2&#10;Z95S2sVW5BAOJSowMQ6llKExZDFM3ECcuaPzFmOGvpXa4zmH214+FcVcWuw4NxgcaG2oOe1+rIJ0&#10;WNfVc/pOZrvxVetd/f51qJW6vxurVxCRxvgvvro/dJ4/K6ZT+Hsn3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63Ppj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ffCsUA&#10;AADeAAAADwAAAGRycy9kb3ducmV2LnhtbERPTWvCQBC9F/oflil4qxtFpU1dRURL7cU2CnocstNs&#10;MDsbsmuM/nq3UOhtHu9zpvPOVqKlxpeOFQz6CQji3OmSCwX73fr5BYQPyBorx6TgSh7ms8eHKaba&#10;Xfib2iwUIoawT1GBCaFOpfS5IYu+72riyP24xmKIsCmkbvASw20lh0kykRZLjg0Ga1oayk/Z2Srw&#10;g+Xq8Glvr+3x3fA225jJV2GU6j11izcQgbrwL/5zf+g4f5yMxvD7TrxB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V98K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56101" w:rsidRDefault="00E56101" w:rsidP="00E5610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56101" w:rsidRDefault="00E56101" w:rsidP="00E5610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56101" w:rsidRDefault="00E56101" w:rsidP="00E5610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56101" w:rsidRDefault="00E56101" w:rsidP="00E5610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56101" w:rsidRDefault="00E56101" w:rsidP="00E5610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56101" w:rsidRDefault="00E56101" w:rsidP="00E5610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E56101" w:rsidRDefault="00E56101" w:rsidP="00E5610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E56101" w:rsidRDefault="00E56101" w:rsidP="00E5610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E56101" w:rsidRDefault="00E56101" w:rsidP="00E5610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E56101" w:rsidRDefault="00E56101" w:rsidP="00E5610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56101" w:rsidRDefault="00E56101" w:rsidP="00E5610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E56101" w:rsidRDefault="00E56101" w:rsidP="00E5610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56101" w:rsidRDefault="00E56101" w:rsidP="00E5610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E56101" w:rsidRDefault="00E56101" w:rsidP="00E5610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E56101" w:rsidRDefault="00E56101" w:rsidP="00E5610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E56101" w:rsidRDefault="00E56101" w:rsidP="00E5610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E56101" w:rsidRDefault="00E56101" w:rsidP="00E5610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E56101" w:rsidRDefault="00E56101" w:rsidP="00E5610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E56101" w:rsidRDefault="00E56101" w:rsidP="00E5610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E56101" w:rsidRDefault="00E56101" w:rsidP="00E5610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Іванюк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С.В.</w:t>
      </w:r>
    </w:p>
    <w:p w:rsidR="00E56101" w:rsidRDefault="00E56101" w:rsidP="00E5610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E56101" w:rsidRDefault="00E56101" w:rsidP="00E5610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Іванюк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E56101" w:rsidRDefault="00E56101" w:rsidP="00E5610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E56101" w:rsidRDefault="00E56101" w:rsidP="00E5610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56101" w:rsidRDefault="00E56101" w:rsidP="00E5610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Іванюк Софії Володимирівні,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F2D2D" w:rsidRPr="00AF2D2D">
        <w:rPr>
          <w:rFonts w:ascii="Times New Roman" w:eastAsia="Calibri" w:hAnsi="Times New Roman" w:cs="Times New Roman"/>
          <w:sz w:val="24"/>
          <w:lang w:eastAsia="en-US"/>
        </w:rPr>
        <w:t>_</w:t>
      </w:r>
      <w:r w:rsidR="00AF2D2D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0,2500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с.Дідова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Гора.</w:t>
      </w:r>
    </w:p>
    <w:p w:rsidR="00E56101" w:rsidRDefault="00E56101" w:rsidP="00E5610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Іванюк С.В,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56101" w:rsidRDefault="00E56101" w:rsidP="00E561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56101" w:rsidRDefault="00E56101" w:rsidP="00E5610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56101" w:rsidRDefault="00E56101" w:rsidP="00E5610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56101" w:rsidRDefault="00E56101" w:rsidP="00E5610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56101" w:rsidRDefault="00E56101" w:rsidP="00E561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56101" w:rsidRDefault="00E56101" w:rsidP="00E561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56101" w:rsidRDefault="00E56101" w:rsidP="00E561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56101" w:rsidRPr="00E56101" w:rsidRDefault="00E56101" w:rsidP="00E5610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234366" w:rsidRPr="00E56101" w:rsidRDefault="00E56101" w:rsidP="00E5610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34366" w:rsidRPr="00E5610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6101"/>
    <w:rsid w:val="00234366"/>
    <w:rsid w:val="00AF2D2D"/>
    <w:rsid w:val="00E5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10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10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240</Words>
  <Characters>1371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2021-07-19T05:46:00Z</dcterms:created>
  <dcterms:modified xsi:type="dcterms:W3CDTF">2021-07-19T06:31:00Z</dcterms:modified>
</cp:coreProperties>
</file>