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1F2" w:rsidRPr="00D815F3" w:rsidRDefault="00AC51F2" w:rsidP="00AC51F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AC51F2" w:rsidRPr="001869AA" w:rsidRDefault="00AC51F2" w:rsidP="00AC51F2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752" name="Группа 10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7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76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IQG8QA&#10;AADeAAAADwAAAGRycy9kb3ducmV2LnhtbERPS2vCQBC+F/wPywi91Y2GVkldQxBbchCK2tyH7OSB&#10;2dmQ3Zr4791Cobf5+J6zTSfTiRsNrrWsYLmIQBCXVrdcK/i+fLxsQDiPrLGzTAru5CDdzZ62mGg7&#10;8oluZ1+LEMIuQQWN930ipSsbMugWticOXGUHgz7AoZZ6wDGEm06uouhNGmw5NDTY076h8nr+MQps&#10;/Jkfi3p1ig+89px9bapiOir1PJ+ydxCeJv8v/nPnOsyP1q8x/L4TbpC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SEB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86zMcA&#10;AADeAAAADwAAAGRycy9kb3ducmV2LnhtbERPS0sDMRC+F/wPYQQvpc1W7MO1aSmFVeuh0Ad4HTbj&#10;ZnUzWZLYrv31RhB6m4/vOfNlZxtxIh9qxwpGwwwEcel0zZWC46EYzECEiKyxcUwKfijAcnHTm2Ou&#10;3Zl3dNrHSqQQDjkqMDG2uZShNGQxDF1LnLgP5y3GBH0ltcdzCreNvM+yibRYc2ow2NLaUPm1/7YK&#10;PouteV9PL8++/7ijS794e2k2E6XubrvVE4hIXbyK/92vOs3PpuMH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/Os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A7VsUA&#10;AADeAAAADwAAAGRycy9kb3ducmV2LnhtbESP3YrCMBCF7wXfIYywN7KmruhKNYrIKuJN8ecBhmZs&#10;is2kNFnbffuNIHg3wzlzvjPLdWcr8aDGl44VjEcJCOLc6ZILBdfL7nMOwgdkjZVjUvBHHtarfm+J&#10;qXYtn+hxDoWIIexTVGBCqFMpfW7Ioh+5mjhqN9dYDHFtCqkbbGO4reRXksykxZIjwWBNW0P5/fxr&#10;IySbYHa8tZfdvsMWf46Gh5uTUh+DbrMAEagLb/Pr+qBj/eR7OoX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oDt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awG8QA&#10;AADeAAAADwAAAGRycy9kb3ducmV2LnhtbERPTUsDMRC9C/6HMII3m7XYbVmbltJWEMGDVSjehs10&#10;d3EzCcm0u/57Iwje5vE+Z7keXa8uFFPn2cD9pABFXHvbcWPg4/3pbgEqCbLF3jMZ+KYE69X11RIr&#10;6wd+o8tBGpVDOFVooBUJldapbslhmvhAnLmTjw4lw9hoG3HI4a7X06IotcOOc0OLgbYt1V+HszPw&#10;OuzDy7ycncJnfJjqtLNy3Ioxtzfj5hGU0Cj/4j/3s83zi/ms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2sB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4AusUA&#10;AADeAAAADwAAAGRycy9kb3ducmV2LnhtbESP3YrCMBCF74V9hzAL3sia7oo/VKOIrCLeFHUfYGjG&#10;pmwzKU209e2NIHg3wzlzvjOLVWcrcaPGl44VfA8TEMS50yUXCv7O268ZCB+QNVaOScGdPKyWH70F&#10;ptq1fKTbKRQihrBPUYEJoU6l9Lkhi37oauKoXVxjMcS1KaRusI3htpI/STKRFkuOBIM1bQzl/6er&#10;jZBshNnh0p63uw5b/D0YHqyPSvU/u/UcRKAuvM2v672O9ZPpeArPd+IM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gC6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WB8sYA&#10;AADeAAAADwAAAGRycy9kb3ducmV2LnhtbESPQUsDQQyF74L/YYjgzc5abCtrp0WqgggeWgXxFnbS&#10;3cWdzDATu+u/NwfBW8J7ee/LejuFwZwolz6yg+tZBYa4ib7n1sH729PVLZgiyB6HyOTghwpsN+dn&#10;a6x9HHlPp4O0RkO41OigE0m1taXpKGCZxUSs2jHmgKJrbq3POGp4GOy8qpY2YM/a0GGiXUfN1+E7&#10;OHgdH9PLark4ps98M7flwcvHTpy7vJju78AITfJv/rt+9opfrRbKq+/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WB8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5gMUA&#10;AADeAAAADwAAAGRycy9kb3ducmV2LnhtbERP22oCMRB9L/gPYQp9KZpti1W3RqlCsNBC8QK+Dptx&#10;d3EzWZLobv/eFAp9m8O5znzZ20ZcyYfasYKnUQaCuHCm5lLBYa+HUxAhIhtsHJOCHwqwXAzu5pgb&#10;1/GWrrtYihTCIUcFVYxtLmUoKrIYRq4lTtzJeYsxQV9K47FL4baRz1n2Ki3WnBoqbGldUXHeXayC&#10;1XdXvvjHYtW7z9PmONba6C+t1MN9//4GIlIf/8V/7g+T5meT8Qx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bDm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oQX8YA&#10;AADeAAAADwAAAGRycy9kb3ducmV2LnhtbESPQW/CMAyF75P2HyJP2m2kQ4OhQkBoU6UJcYHxA6zG&#10;NIXGqZJQun8/HybtZsvP771vtRl9pwaKqQ1s4HVSgCKug225MXD6rl4WoFJGttgFJgM/lGCzfnxY&#10;YWnDnQ80HHOjxIRTiQZczn2pdaodeUyT0BPL7RyixyxrbLSNeBdz3+lpUcy1x5YlwWFPH47q6/Hm&#10;DVS76X643myswnZ88zRzl8WnM+b5adwuQWUa87/47/vLSv3ifS4Agi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oQX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bpQcQA&#10;AADeAAAADwAAAGRycy9kb3ducmV2LnhtbERP32vCMBB+H/g/hBvsRWaqokg1igpBYYMxHfh6NGdb&#10;1lxKktn635vBYG/38f281aa3jbiRD7VjBeNRBoK4cKbmUsHXWb8uQISIbLBxTAruFGCzHjytMDeu&#10;40+6nWIpUgiHHBVUMba5lKGoyGIYuZY4cVfnLcYEfSmNxy6F20ZOsmwuLdacGipsaV9R8X36sQp2&#10;H1059cNi17u36+Ey09rod63Uy3O/XYKI1Md/8Z/7aNL8bDGZwu876Qa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26UH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7ysMA&#10;AADeAAAADwAAAGRycy9kb3ducmV2LnhtbERPS2rDMBDdB3IHMYHuErkmLcaNHEKCoYRumvYAgzW1&#10;XFsjIymOe/sqUOhuHu87u/1sBzGRD51jBY+bDARx43THrYLPj3pdgAgRWePgmBT8UIB9tVzssNTu&#10;xu80XWIrUgiHEhWYGMdSytAYshg2biRO3JfzFmOCvpXa4y2F20HmWfYsLXacGgyOdDTU9JerVVCf&#10;87epv2pfu8O8tfRkvouTUephNR9eQESa47/4z/2q0/ysyLdwfyfdI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87y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0AucIA&#10;AADeAAAADwAAAGRycy9kb3ducmV2LnhtbERPzWrCQBC+F/oOyxR6q7vRRkLMGqSg1GOjDzBkxySY&#10;nY3ZrYlv3y0UepuP73eKcra9uNPoO8cakoUCQVw703Gj4Xzav2UgfEA22DsmDQ/yUG6fnwrMjZv4&#10;i+5VaEQMYZ+jhjaEIZfS1y1Z9As3EEfu4kaLIcKxkWbEKYbbXi6VWkuLHceGFgf6aKm+Vt9Ww/tj&#10;Otyq9Kr2xlJyXA1HDnWq9evLvNuACDSHf/Gf+9PE+SpbpvD7Trx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bQC5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2IYcMA&#10;AADeAAAADwAAAGRycy9kb3ducmV2LnhtbERPTWuDQBC9F/oflin0Vtd6kMRmFYmklJ5aY3oe3IlK&#10;3FlxN4n5991CIbd5vM/ZFIsZxYVmN1hW8BrFIIhbqwfuFDT73csKhPPIGkfLpOBGDor88WGDmbZX&#10;/qZL7TsRQthlqKD3fsqkdG1PBl1kJ+LAHe1s0Ac4d1LPeA3hZpRJHKfS4MChoceJtj21p/psFJzT&#10;n6Th46f+qqvb+7ralU4eOqWen5byDYSnxd/F/+4PHebHqySFv3fCD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2IY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6d58YA&#10;AADeAAAADwAAAGRycy9kb3ducmV2LnhtbERPTWvCQBC9C/6HZYTedFMraRpdRQuFtgdFrQdvY3aa&#10;pM3Oxuyq6b93C4K3ebzPmcxaU4kzNa60rOBxEIEgzqwuOVfwtX3rJyCcR9ZYWSYFf+RgNu12Jphq&#10;e+E1nTc+FyGEXYoKCu/rVEqXFWTQDWxNHLhv2xj0ATa51A1eQrip5DCKYmmw5NBQYE2vBWW/m5NR&#10;sFsl8ctq8TH6+Vwe8Mno416XsVIPvXY+BuGp9Xfxzf2uw/woGT7D/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6d5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ieAccA&#10;AADeAAAADwAAAGRycy9kb3ducmV2LnhtbESPT2vCQBDF74V+h2UK3urGVCREV/EPVenJ2oLXITtN&#10;QrOzIbtq9NM7h0JvM7w37/1mtuhdoy7UhdqzgdEwAUVceFtzaeD76/01AxUissXGMxm4UYDF/Plp&#10;hrn1V/6kyzGWSkI45GigirHNtQ5FRQ7D0LfEov34zmGUtSu17fAq4a7RaZJMtMOapaHCltYVFb/H&#10;szNwn5zwEHbpavNmI93G2dZ/HLbGDF765RRUpD7+m/+u91bwkywVXnlHZt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4ngH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1SNMIA&#10;AADeAAAADwAAAGRycy9kb3ducmV2LnhtbERPzYrCMBC+C/sOYRa8aWpR0WqUZXHBm1r3AYZmNi02&#10;k9pktfr0RhC8zcf3O8t1Z2txodZXjhWMhgkI4sLpio2C3+PPYAbCB2SNtWNScCMP69VHb4mZdlc+&#10;0CUPRsQQ9hkqKENoMil9UZJFP3QNceT+XGsxRNgaqVu8xnBbyzRJptJixbGhxIa+SypO+b9VcHbp&#10;RHf5BnenzXxfGTM+3w9jpfqf3dcCRKAuvMUv91bH+cksncPznXiD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VI0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ILn8YA&#10;AADeAAAADwAAAGRycy9kb3ducmV2LnhtbESPQW/CMAyF75P2HyJP4jZShoCuIyCGhMQVtgNHLzFt&#10;R+OUJkDZr58Pk3az5ef33jdf9r5RV+piHdjAaJiBIrbB1Vwa+PzYPOegYkJ22AQmA3eKsFw8Psyx&#10;cOHGO7ruU6nEhGOBBqqU2kLraCvyGIehJZbbMXQek6xdqV2HNzH3jX7Jsqn2WLMkVNjSuiJ72l+8&#10;gW39RZOpPb76/N3uDj/nNJ59O2MGT/3qDVSiPv2L/763Tupn+VgABEd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9ILn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9X08UA&#10;AADeAAAADwAAAGRycy9kb3ducmV2LnhtbERP0WoCMRB8L/QfwhZ8q4kWRE+jVEGoaAVtsa/LZXs5&#10;etkcl3ief2+Egm+zOzszO7NF5yrRUhNKzxoGfQWCOPem5ELD99f6dQwiRGSDlWfScKUAi/nz0wwz&#10;4y98oPYYC5FMOGSowcZYZ1KG3JLD0Pc1ceJ+feMwprEppGnwksxdJYdKjaTDklOCxZpWlvK/49lp&#10;aHF/VT92+TnZlLt8uF+etibtde+le5+CiNTFx/G/+sOk99X4bQD3Ogm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v1f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WPsMA&#10;AADeAAAADwAAAGRycy9kb3ducmV2LnhtbERPTUvDQBC9C/0PyxR6sxtTkBK7LUWoeNTooccxO82m&#10;zc6E3bWJ/npXELzN433OZjf5Xl0pxE7YwN2yAEXciO24NfD+drhdg4oJ2WIvTAa+KMJuO7vZYGVl&#10;5Fe61qlVOYRjhQZcSkOldWwceYxLGYgzd5LgMWUYWm0Djjnc97osinvtsePc4HCgR0fNpf70Bsan&#10;5uNcno7WfYdBDvWLnMtejFnMp/0DqERT+hf/uZ9tnl+sVyX8vpNv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AWP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SjssQA&#10;AADeAAAADwAAAGRycy9kb3ducmV2LnhtbERP22oCMRB9L/QfwhR8q9kq6LIaxSuIKEVr36eb6e62&#10;yWTZRF3/vikIvs3hXGc8ba0RF2p85VjBWzcBQZw7XXGh4PSxfk1B+ICs0TgmBTfyMJ08P40x0+7K&#10;B7ocQyFiCPsMFZQh1JmUPi/Jou+6mjhy366xGCJsCqkbvMZwa2QvSQbSYsWxocSaFiXlv8ezVbB+&#10;X5qf3v4w+5RhsRp+mXQ7X+6U6ry0sxGIQG14iO/ujY7zk7Tfh/934g1y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Uo7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mUsUA&#10;AADeAAAADwAAAGRycy9kb3ducmV2LnhtbERP22rCQBB9L/gPyxR8Ed20Xgipq0ihqKDgDfo6ZqdJ&#10;MDsbsmuMf+8KQt/mcK4znbemFA3VrrCs4GMQgSBOrS44U3A6/vRjEM4jaywtk4I7OZjPOm9TTLS9&#10;8Z6ag89ECGGXoILc+yqR0qU5GXQDWxEH7s/WBn2AdSZ1jbcQbkr5GUUTabDg0JBjRd85pZfD1Sho&#10;dptztmpctb7EPTcenpfLrf5VqvveLr5AeGr9v/jlXukwP4qHI3i+E26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y+Z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s91MYA&#10;AADeAAAADwAAAGRycy9kb3ducmV2LnhtbERPTWsCMRC9F/ofwgjeaqJWWbdGqQWhl0K1Peht3Ex3&#10;FzeTbRJ121/fCAVv83ifM192thFn8qF2rGE4UCCIC2dqLjV8fqwfMhAhIhtsHJOGHwqwXNzfzTE3&#10;7sIbOm9jKVIIhxw1VDG2uZShqMhiGLiWOHFfzluMCfpSGo+XFG4bOVJqKi3WnBoqbOmlouK4PVkN&#10;q1m2+n5/5LffzWFP+93hOBl5pXW/1z0/gYjUxZv43/1q0nyVjSdwfSfd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s91MYAAADeAAAADwAAAAAAAAAAAAAAAACYAgAAZHJz&#10;L2Rvd25yZXYueG1sUEsFBgAAAAAEAAQA9QAAAIsDAAAAAA==&#10;" fillcolor="black" stroked="f"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to8YA&#10;AADeAAAADwAAAGRycy9kb3ducmV2LnhtbERPS2vCQBC+C/6HZQq96aaWhhBdpdoWCurBx8HjmJ0m&#10;S7KzIbvVtL++KxS8zcf3nNmit424UOeNYwVP4wQEceG04VLB8fAxykD4gKyxcUwKfsjDYj4czDDX&#10;7so7uuxDKWII+xwVVCG0uZS+qMiiH7uWOHJfrrMYIuxKqTu8xnDbyEmSpNKi4dhQYUuriop6/20V&#10;nNapyXaGJufN7/Jdb17q5fatVurxoX+dggjUh7v43/2p4/wke07h9k68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qto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RlCsQA&#10;AADeAAAADwAAAGRycy9kb3ducmV2LnhtbERPTU8CMRC9m/gfmjHxBq2Y6GahEKIhevEgaLhOtsN2&#10;2e10bQss/HprQuJtXt7nzBaD68SRQmw8a3gYKxDElTcN1xq+NqtRASImZIOdZ9JwpgiL+e3NDEvj&#10;T/xJx3WqRQ7hWKIGm1JfShkrSw7j2PfEmdv54DBlGGppAp5yuOvkRKkn6bDh3GCxpxdLVbs+OA1h&#10;uX1tL3z4btXl4xzf9sNPgVbr+7thOQWRaEj/4qv73eT5qnh8hr938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kZQ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pHM8YA&#10;AADeAAAADwAAAGRycy9kb3ducmV2LnhtbESP0UoDQQxF3wX/YYjgi9gZK9h27bSIIAgWobUfkO7E&#10;3cWZzLIT261fbx4E3xLuzb0ny/WYojnSULrMHu4mDgxxnUPHjYf9x8vtHEwR5IAxM3k4U4H16vJi&#10;iVXIJ97ScSeN0RAuFXpoRfrK2lK3lLBMck+s2mceEoquQ2PDgCcNT9FOnXuwCTvWhhZ7em6p/tp9&#10;Jw9xeoiLt1nZyHlvN+4nyfbmPXh/fTU+PYIRGuXf/Hf9GhTfze+VV9/RG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pHM8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j8sUA&#10;AADeAAAADwAAAGRycy9kb3ducmV2LnhtbERPTWsCMRC9F/wPYYTearYWRLdGaSvCXjy4bvE6bqab&#10;pclk2aS69dcbodDbPN7nLNeDs+JMfWg9K3ieZCCIa69bbhRUh+3THESIyBqtZ1LwSwHWq9HDEnPt&#10;L7yncxkbkUI45KjAxNjlUobakMMw8R1x4r587zAm2DdS93hJ4c7KaZbNpMOWU4PBjj4M1d/lj1Ow&#10;KTs7rQrzHo6fu9PJFtctHTdKPY6Ht1cQkYb4L/5zFzrNz+YvC7i/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qPy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/LJMYA&#10;AADeAAAADwAAAGRycy9kb3ducmV2LnhtbESPT2sCMRDF74V+hzAFbzWpiMrWKKVUEHqqfw7ehmS6&#10;u7qZLJvobr995yB4m2HevPd+y/UQGnWjLtWRLbyNDShiF33NpYXDfvO6AJUysscmMln4owTr1fPT&#10;Egsfe/6h2y6XSkw4FWihyrkttE6uooBpHFtiuf3GLmCWtSu177AX89DoiTEzHbBmSaiwpc+K3GV3&#10;DRbOG/0dnUF3PBz7rZ+fvmbUGGtHL8PHO6hMQ36I799bL/XNYioAgi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/LJ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d2MQA&#10;AADeAAAADwAAAGRycy9kb3ducmV2LnhtbERPTWvCQBC9C/0PyxS86UYtElI3QYVCafGgFvE4zY5J&#10;SHY27K6a/nu3UOhtHu9zVsVgOnEj5xvLCmbTBARxaXXDlYKv49skBeEDssbOMin4IQ9F/jRaYabt&#10;nfd0O4RKxBD2GSqoQ+gzKX1Zk0E/tT1x5C7WGQwRukpqh/cYbjo5T5KlNNhwbKixp21NZXu4GgXn&#10;6ydfdouPtduEkx2Ovp1/p61S4+dh/Qoi0BD+xX/udx3nJ+nLDH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Lnd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W3cYA&#10;AADeAAAADwAAAGRycy9kb3ducmV2LnhtbERPTU8CMRC9m/gfmjHx5rZugKwLhQiJiRcSQQ9yG7bD&#10;7obtdGkrrP56amLibV7e58wWg+3EmXxoHWt4zBQI4sqZlmsNH+8vDwWIEJENdo5JwzcFWMxvb2ZY&#10;GnfhDZ23sRYphEOJGpoY+1LKUDVkMWSuJ07cwXmLMUFfS+PxksJtJ3OlJtJiy6mhwZ5WDVXH7ZfV&#10;sHwqlqe3Ea9/Nvsd7T73x3Huldb3d8PzFESkIf6L/9yvJs1XxSiH33fSD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TW3cYAAADeAAAADwAAAAAAAAAAAAAAAACYAgAAZHJz&#10;L2Rvd25yZXYueG1sUEsFBgAAAAAEAAQA9QAAAIsDAAAAAA==&#10;" fillcolor="black" stroked="f"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547MQA&#10;AADeAAAADwAAAGRycy9kb3ducmV2LnhtbERPS0sDMRC+F/wPYQRvbVYrUtamZSlIxdP2IV6nm3Gz&#10;uJksSZqu/94UCt7m43vOcj3aXiTyoXOs4HFWgCBunO64VXA8vE0XIEJE1tg7JgW/FGC9upsssdTu&#10;wjtK+9iKHMKhRAUmxqGUMjSGLIaZG4gz9+28xZihb6X2eMnhtpdPRfEiLXacGwwOtDHU/OzPVkE6&#10;bepqnr6S2X34qvWu3n6eaqUe7sfqFUSkMf6Lb+53necXi+c5XN/JN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+eO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ukkcUA&#10;AADeAAAADwAAAGRycy9kb3ducmV2LnhtbERPTWvCQBC9C/6HZYTemo0iYqOriNjS9lIbBT0O2TEb&#10;zM6G7Dam/fXdQsHbPN7nLNe9rUVHra8cKxgnKQjiwumKSwXHw/PjHIQPyBprx6TgmzysV8PBEjPt&#10;bvxJXR5KEUPYZ6jAhNBkUvrCkEWfuIY4chfXWgwRtqXULd5iuK3lJE1n0mLFscFgQ1tDxTX/sgr8&#10;eLs7vdufp+78YvgjfzOzfWmUehj1mwWIQH24i//drzrOT+fTKfy9E2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6S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51F2" w:rsidRPr="00D815F3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AC51F2" w:rsidRPr="001869AA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51F2" w:rsidRPr="001869AA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51F2" w:rsidRPr="001869AA" w:rsidRDefault="00AC51F2" w:rsidP="00AC51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51F2" w:rsidRPr="00D815F3" w:rsidRDefault="00AC51F2" w:rsidP="00AC51F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AC51F2" w:rsidRPr="001869AA" w:rsidRDefault="00AC51F2" w:rsidP="00AC51F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AC51F2" w:rsidRPr="001869AA" w:rsidRDefault="00AC51F2" w:rsidP="00AC51F2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C51F2" w:rsidRPr="001869AA" w:rsidRDefault="00AC51F2" w:rsidP="00AC51F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C51F2" w:rsidRPr="001869AA" w:rsidRDefault="00AC51F2" w:rsidP="00AC51F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C51F2" w:rsidRPr="001869AA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1F2" w:rsidRDefault="00AC51F2" w:rsidP="00AC51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79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51F2" w:rsidRDefault="00AC51F2" w:rsidP="00AC51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C51F2" w:rsidRDefault="00AC51F2" w:rsidP="00AC51F2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AC51F2" w:rsidRPr="001869AA" w:rsidRDefault="00AC51F2" w:rsidP="00AC51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C51F2" w:rsidRDefault="00AC51F2" w:rsidP="00AC51F2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AC51F2" w:rsidRPr="001869AA" w:rsidRDefault="00AC51F2" w:rsidP="00AC51F2">
      <w:pPr>
        <w:spacing w:after="0" w:line="240" w:lineRule="auto"/>
        <w:jc w:val="center"/>
        <w:rPr>
          <w:rFonts w:ascii="Times New Roman" w:hAnsi="Times New Roman"/>
        </w:rPr>
      </w:pPr>
    </w:p>
    <w:p w:rsidR="00AC51F2" w:rsidRPr="00312454" w:rsidRDefault="00AC51F2" w:rsidP="00AC51F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AC51F2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51F2" w:rsidRDefault="00AC51F2" w:rsidP="00AC51F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51F2" w:rsidRPr="00E12288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AC51F2" w:rsidRPr="00E12288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AC51F2" w:rsidRPr="00E12288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AC51F2" w:rsidRPr="00E12288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Є.В.</w:t>
      </w:r>
    </w:p>
    <w:p w:rsidR="00AC51F2" w:rsidRPr="00E12288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C51F2" w:rsidRPr="00E12288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C51F2" w:rsidRPr="00E12288" w:rsidRDefault="00AC51F2" w:rsidP="00AC51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AC51F2" w:rsidRPr="00E12288" w:rsidRDefault="00AC51F2" w:rsidP="00AC51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AC51F2" w:rsidRPr="00E12288" w:rsidRDefault="00AC51F2" w:rsidP="00AC51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C51F2" w:rsidRPr="00E12288" w:rsidRDefault="00AC51F2" w:rsidP="00AC51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Євгену Васильовичу, </w:t>
      </w:r>
      <w:r>
        <w:rPr>
          <w:rFonts w:ascii="Times New Roman" w:hAnsi="Times New Roman"/>
          <w:sz w:val="24"/>
        </w:rPr>
        <w:t xml:space="preserve"> який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215D6A">
        <w:rPr>
          <w:rFonts w:ascii="Times New Roman" w:hAnsi="Times New Roman"/>
          <w:sz w:val="24"/>
          <w:lang w:val="en-US"/>
        </w:rPr>
        <w:t>____________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215D6A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0,1100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984000:01:009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105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особистого селянського 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AC51F2" w:rsidRPr="00E12288" w:rsidRDefault="00AC51F2" w:rsidP="00AC51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AC51F2" w:rsidRPr="00E12288" w:rsidRDefault="00AC51F2" w:rsidP="00AC51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C51F2" w:rsidRPr="00E12288" w:rsidRDefault="00AC51F2" w:rsidP="00AC51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C51F2" w:rsidRPr="00E12288" w:rsidRDefault="00AC51F2" w:rsidP="00AC51F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AC51F2" w:rsidRPr="00E12288" w:rsidRDefault="00AC51F2" w:rsidP="00AC51F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AC51F2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AC51F2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754CB9" w:rsidRPr="00AC51F2" w:rsidRDefault="00AC51F2" w:rsidP="00AC51F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754CB9" w:rsidRPr="00AC51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F2"/>
    <w:rsid w:val="00171A2E"/>
    <w:rsid w:val="00215D6A"/>
    <w:rsid w:val="00304C90"/>
    <w:rsid w:val="00505B6D"/>
    <w:rsid w:val="006D3977"/>
    <w:rsid w:val="00754CB9"/>
    <w:rsid w:val="007D6C18"/>
    <w:rsid w:val="00AC51F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1F2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1F2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250</Words>
  <Characters>1426</Characters>
  <Application>Microsoft Office Word</Application>
  <DocSecurity>0</DocSecurity>
  <Lines>11</Lines>
  <Paragraphs>3</Paragraphs>
  <ScaleCrop>false</ScaleCrop>
  <Company>Microsoft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2020-11-17T16:01:00Z</dcterms:created>
  <dcterms:modified xsi:type="dcterms:W3CDTF">2020-11-18T06:56:00Z</dcterms:modified>
</cp:coreProperties>
</file>