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F5" w:rsidRPr="00B623A8" w:rsidRDefault="00DF6CF5" w:rsidP="00DF6CF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F5" w:rsidRDefault="00DF6CF5" w:rsidP="00DF6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6CF5" w:rsidRDefault="00DF6CF5" w:rsidP="00DF6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6CF5" w:rsidRDefault="00DF6CF5" w:rsidP="00DF6C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CF5" w:rsidRDefault="00DF6CF5" w:rsidP="00DF6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F6CF5" w:rsidRDefault="00DF6CF5" w:rsidP="00DF6C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6CF5" w:rsidRPr="00FC4B24" w:rsidRDefault="00DF6CF5" w:rsidP="00DF6C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№20</w:t>
      </w:r>
    </w:p>
    <w:p w:rsidR="00DF6CF5" w:rsidRPr="008E2C07" w:rsidRDefault="00DF6CF5" w:rsidP="00DF6CF5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Гамолюк</w:t>
      </w:r>
      <w:proofErr w:type="spellEnd"/>
      <w:r>
        <w:rPr>
          <w:rFonts w:ascii="Times New Roman" w:hAnsi="Times New Roman"/>
          <w:b/>
          <w:sz w:val="24"/>
        </w:rPr>
        <w:t xml:space="preserve"> В.А.</w:t>
      </w: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В.А.,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DF6CF5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E4DE1">
        <w:rPr>
          <w:rFonts w:ascii="Times New Roman" w:hAnsi="Times New Roman"/>
          <w:sz w:val="24"/>
          <w:lang w:val="uk-UA"/>
        </w:rPr>
        <w:t>______________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0,27</w:t>
      </w:r>
      <w:r w:rsidRPr="008E2C07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>.</w:t>
      </w: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В.А.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DF6CF5" w:rsidRPr="008E2C07" w:rsidRDefault="00DF6CF5" w:rsidP="00DF6C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F6CF5" w:rsidRPr="008E2C07" w:rsidRDefault="00DF6CF5" w:rsidP="00DF6C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F6CF5" w:rsidRPr="008E2C07" w:rsidRDefault="00DF6CF5" w:rsidP="00DF6CF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F6CF5" w:rsidRDefault="00DF6CF5" w:rsidP="00DF6CF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264510" w:rsidRDefault="00264510"/>
    <w:sectPr w:rsidR="002645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F5"/>
    <w:rsid w:val="00171A2E"/>
    <w:rsid w:val="00264510"/>
    <w:rsid w:val="00304C90"/>
    <w:rsid w:val="00505B6D"/>
    <w:rsid w:val="006D3977"/>
    <w:rsid w:val="007D6C18"/>
    <w:rsid w:val="00D1641A"/>
    <w:rsid w:val="00DF6CF5"/>
    <w:rsid w:val="00FE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6CF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F6C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F6CF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6CF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F6C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F6CF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2020-10-16T16:58:00Z</dcterms:created>
  <dcterms:modified xsi:type="dcterms:W3CDTF">2020-10-16T17:58:00Z</dcterms:modified>
</cp:coreProperties>
</file>