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F03" w:rsidRDefault="00921F03" w:rsidP="00921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9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23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Freeform 30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Freeform 33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Freeform 34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35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36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37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Rectangle 38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39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40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0" o:spid="_x0000_s1026" style="position:absolute;margin-left:223.65pt;margin-top:0;width:34.4pt;height:48.3pt;z-index:251667456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">
                <v:shape id="Freeform 11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WWC8QA&#10;AADbAAAADwAAAGRycy9kb3ducmV2LnhtbESPQWvCQBCF74X+h2WE3urGCLZEV5FKS8FTjRWPQ3ZM&#10;gtnZsLuN6b93DoXeZnhv3vtmtRldpwYKsfVsYDbNQBFX3rZcGziW78+voGJCtth5JgO/FGGzfnxY&#10;YWH9jb9oOKRaSQjHAg00KfWF1rFqyGGc+p5YtIsPDpOsodY24E3CXafzLFtohy1LQ4M9vTVUXQ8/&#10;zsB+yBen88fOlfM6fwnV/HuXt50xT5NxuwSVaEz/5r/rTyv4Qi+/yAB6f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8llgvEAAAA2w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12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2Q98IA&#10;AADbAAAADwAAAGRycy9kb3ducmV2LnhtbERPTWvCQBC9F/oflin0UppNPKhEV5FAoakgmAi9Dtkx&#10;iWZnQ3bV9N93BcHbPN7nLNej6cSVBtdaVpBEMQjiyuqWawWH8utzDsJ5ZI2dZVLwRw7Wq9eXJaba&#10;3nhP18LXIoSwS1FB432fSumqhgy6yPbEgTvawaAPcKilHvAWwk0nJ3E8lQZbDg0N9pQ1VJ2Li1Eg&#10;yyL3+aw1H8nP725M7CnbViel3t/GzQKEp9E/xQ/3tw7zE7j/Eg6Qq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LZD3wgAAANsAAAAPAAAAAAAAAAAAAAAAAJgCAABkcnMvZG93&#10;bnJldi54bWxQSwUGAAAAAAQABAD1AAAAhwMAAAAA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13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QxacMA&#10;AADbAAAADwAAAGRycy9kb3ducmV2LnhtbERPS2sCMRC+F/wPYQQvRbNKK7oaxQoW8VCoj/u4GXdX&#10;N5Ntkuq2v74RCt7m43vOdN6YSlzJ+dKygn4vAUGcWV1yrmC/W3VHIHxA1lhZJgU/5GE+az1NMdX2&#10;xp903YZcxBD2KSooQqhTKX1WkEHfszVx5E7WGQwRulxqh7cYbio5SJKhNFhybCiwpmVB2WX7bRSs&#10;1nQZH+qv95df95qPzsePzdvuWalOu1lMQARqwkP8717rOH8A91/iAXL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OQxacMAAADbAAAADwAAAAAAAAAAAAAAAACYAgAAZHJzL2Rv&#10;d25yZXYueG1sUEsFBgAAAAAEAAQA9QAAAIgDAAAAAA=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14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nycsAA&#10;AADbAAAADwAAAGRycy9kb3ducmV2LnhtbERPS4vCMBC+C/6HMII3TV1RpJoWcXFZ8OQDvY7N2Fab&#10;SWmytvvvzcKCt/n4nrNKO1OJJzWutKxgMo5AEGdWl5wrOB23owUI55E1VpZJwS85SJN+b4Wxti3v&#10;6XnwuQgh7GJUUHhfx1K6rCCDbmxr4sDdbGPQB9jkUjfYhnBTyY8omkuDJYeGAmvaFJQ9Dj9GQbSb&#10;VdfbmbvF5fMre9zbLbflRKnhoFsvQXjq/Fv87/7WYf4U/n4JB8jk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rnycsAAAADbAAAADwAAAAAAAAAAAAAAAACYAgAAZHJzL2Rvd25y&#10;ZXYueG1sUEsFBgAAAAAEAAQA9QAAAIUDAAAAAA=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15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EMhsQA&#10;AADbAAAADwAAAGRycy9kb3ducmV2LnhtbERPTWsCMRC9C/0PYQpepGYrWtatUVpBkR4Etd6nm+nu&#10;1s1km0Rd/fWmIPQ2j/c5k1lranEi5yvLCp77CQji3OqKCwWfu8VTCsIHZI21ZVJwIQ+z6UNngpm2&#10;Z97QaRsKEUPYZ6igDKHJpPR5SQZ93zbEkfu2zmCI0BVSOzzHcFPLQZK8SIMVx4YSG5qXlB+2R6Ng&#10;saLDeN/8LodXNyrSn6/1x/uup1T3sX17BRGoDf/iu3ul4/wh/P0SD5DT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RBDIbEAAAA2wAAAA8AAAAAAAAAAAAAAAAAmAIAAGRycy9k&#10;b3ducmV2LnhtbFBLBQYAAAAABAAEAPUAAACJAwAAAAA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16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hzPncAA&#10;AADbAAAADwAAAGRycy9kb3ducmV2LnhtbERPTYvCMBC9C/6HMII3myq4SDUtoiiCp3VFr2MzttVm&#10;Uppou/9+s7Cwt3m8z1llvanFm1pXWVYwjWIQxLnVFRcKzl+7yQKE88gaa8uk4JscZOlwsMJE244/&#10;6X3yhQgh7BJUUHrfJFK6vCSDLrINceDutjXoA2wLqVvsQrip5SyOP6TBikNDiQ1tSsqfp5dREB/n&#10;9e1+4X5x3e7z56PbcVdNlRqP+vUShKfe/4v/3Acd5s/h95dwgEx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hzPncAAAADbAAAADwAAAAAAAAAAAAAAAACYAgAAZHJzL2Rvd25y&#10;ZXYueG1sUEsFBgAAAAAEAAQA9QAAAIUDAAAAAA=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17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kXbqcAA&#10;AADbAAAADwAAAGRycy9kb3ducmV2LnhtbERPTYvCMBC9L/gfwgje1lQF0WoUqbvgdbUevI3N2JY2&#10;k9LEWv31m4UFb/N4n7Pe9qYWHbWutKxgMo5AEGdWl5wrSE/fnwsQziNrrC2Tgic52G4GH2uMtX3w&#10;D3VHn4sQwi5GBYX3TSylywoy6Ma2IQ7czbYGfYBtLnWLjxBuajmNork0WHJoKLChpKCsOt6NgvO+&#10;qmZLjmavS5csXHJN0+ntS6nRsN+tQHjq/Vv87z7oMH8Of7+EA+Tm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kXbqcAAAADb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8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bipsQA&#10;AADbAAAADwAAAGRycy9kb3ducmV2LnhtbERPS2vCQBC+C/6HZQpeim4UaSV1FRELFfTgg2pvQ3ZM&#10;gtnZNLuN0V/vCgVv8/E9ZzxtTCFqqlxuWUG/F4EgTqzOOVWw3312RyCcR9ZYWCYFV3IwnbRbY4y1&#10;vfCG6q1PRQhhF6OCzPsyltIlGRl0PVsSB+5kK4M+wCqVusJLCDeFHETRmzSYc2jIsKR5Rsl5+2cU&#10;DKk+zla3n/X38Xfh7en1sHT9g1Kdl2b2AcJT45/if/eXDvPf4fFLOEBO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q24qbEAAAA2wAAAA8AAAAAAAAAAAAAAAAAmAIAAGRycy9k&#10;b3ducmV2LnhtbFBLBQYAAAAABAAEAPUAAACJAwAAAAA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9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JbqQM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Y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SW6kD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20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XTT8QA&#10;AADbAAAADwAAAGRycy9kb3ducmV2LnhtbERPS2vCQBC+C/6HZQpeim4UKTV1FRELFfTgg2pvQ3ZM&#10;gtnZNLuN0V/vCgVv8/E9ZzxtTCFqqlxuWUG/F4EgTqzOOVWw331230E4j6yxsEwKruRgOmm3xhhr&#10;e+EN1VufihDCLkYFmfdlLKVLMjLoerYkDtzJVgZ9gFUqdYWXEG4KOYiiN2kw59CQYUnzjJLz9s8o&#10;GFJ9nK1uP+vv4+/C29PrYen6B6U6L83sA4Snxj/F/+4vHeaP4PFLOEBO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l00/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21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1U5MMA&#10;AADbAAAADwAAAGRycy9kb3ducmV2LnhtbERPXWvCMBR9F/Yfwh3sTdM5cdIZZTi2CYJgJ/p6ae6a&#10;zuama6Kt/nrzIPh4ON/TeWcrcaLGl44VPA8SEMS50yUXCrY/n/0JCB+QNVaOScGZPMxnD70pptq1&#10;vKFTFgoRQ9inqMCEUKdS+tyQRT9wNXHkfl1jMUTYFFI32MZwW8lhkoylxZJjg8GaFobyQ3a0Cvaj&#10;l7Uz35k7th9fl8Pm//Vvt1gp9fTYvb+BCNSFu/jmXmoFw7g+fok/QM6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X1U5MMAAADbAAAADwAAAAAAAAAAAAAAAACYAgAAZHJzL2Rv&#10;d25yZXYueG1sUEsFBgAAAAAEAAQA9QAAAIg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22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/aqnsQA&#10;AADbAAAADwAAAGRycy9kb3ducmV2LnhtbESPzWrDMBCE74W8g9hAb41sl5bgRAlJaYxpT/m7L9bG&#10;NrFWrqU66ttXhUKOw8x8wyzXwXRipMG1lhWkswQEcWV1y7WC03H3NAfhPLLGzjIp+CEH69XkYYm5&#10;tjfe03jwtYgQdjkqaLzvcyld1ZBBN7M9cfQudjDooxxqqQe8RbjpZJYkr9Jgy3GhwZ7eGqquh2+j&#10;4Pnj5avQ2/p97OaF+ywvu9CGs1KP07BZgPAU/D383y61giyFvy/xB8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2qp7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23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7R1M8MA&#10;AADbAAAADwAAAGRycy9kb3ducmV2LnhtbESPQWvCQBSE7wX/w/IEb3WTHGyNrhIUISA9NO3B4yP7&#10;zAazb0N2jem/7wqFHoeZ+YbZ7ifbiZEG3zpWkC4TEMS10y03Cr6/Tq/vIHxA1tg5JgU/5GG/m71s&#10;MdfuwZ80VqEREcI+RwUmhD6X0teGLPql64mjd3WDxRDl0Eg94CPCbSezJFlJiy3HBYM9HQzVt+pu&#10;FVzWH+t0MsfkPL4VZagZ8TaulFrMp2IDItAU/sN/7VIryDJ4fok/QO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7R1M8MAAADbAAAADwAAAAAAAAAAAAAAAACYAgAAZHJzL2Rv&#10;d25yZXYueG1sUEsFBgAAAAAEAAQA9QAAAIg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24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LhxcQA&#10;AADbAAAADwAAAGRycy9kb3ducmV2LnhtbESPT4vCMBTE7wt+h/AEb5paQdauUURQvHjw/x4fzdu2&#10;a/NSm6jVT28WhD0OM/MbZjxtTCluVLvCsoJ+LwJBnFpdcKZgv1t0P0E4j6yxtEwKHuRgOml9jDHR&#10;9s4bum19JgKEXYIKcu+rREqX5mTQ9WxFHLwfWxv0QdaZ1DXeA9yUMo6ioTRYcFjIsaJ5Tul5ezUK&#10;Tv31c1QNmkP87S+r33h5SRfHoVKddjP7AuGp8f/hd3ulFcQD+PsSfoCcv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Ui4cXEAAAA2wAAAA8AAAAAAAAAAAAAAAAAmAIAAGRycy9k&#10;b3ducmV2LnhtbFBLBQYAAAAABAAEAPUAAACJAwAAAAA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25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iT1cEA&#10;AADbAAAADwAAAGRycy9kb3ducmV2LnhtbESP0YrCMBRE3xf8h3AF39ZUEZVqlOIiuOyT3f2AS3Nt&#10;q81NSLK2/r1ZWPBxmJkzzHY/mE7cyYfWsoLZNANBXFndcq3g5/v4vgYRIrLGzjIpeFCA/W70tsVc&#10;257PdC9jLRKEQ44KmhhdLmWoGjIYptYRJ+9ivcGYpK+l9tgnuOnkPMuW0mDLaaFBR4eGqlv5axSg&#10;d6sPV8r+vLx+4en6WdDCFkpNxkOxARFpiK/wf/ukFcwX8Pcl/QC5e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7Yk9XBAAAA2wAAAA8AAAAAAAAAAAAAAAAAmAIAAGRycy9kb3du&#10;cmV2LnhtbFBLBQYAAAAABAAEAPUAAACGAwAAAAA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26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AqesYA&#10;AADbAAAADwAAAGRycy9kb3ducmV2LnhtbESPzWvCQBTE74X+D8sreKubKlqJrlI/AlJzqR8Hb4/s&#10;axKafRuyq0b/ercgeBxm5jfMZNaaSpypcaVlBR/dCARxZnXJuYL9LnkfgXAeWWNlmRRcycFs+voy&#10;wVjbC//QeetzESDsYlRQeF/HUrqsIIOua2vi4P3axqAPssmlbvAS4KaSvSgaSoMlh4UCa1oUlP1t&#10;T0ZBmqR1uuHV6Lg8zfvH9e3wyd+JUp239msMwlPrn+FHe60V9Abw/yX8ADm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bAqesYAAADbAAAADwAAAAAAAAAAAAAAAACYAgAAZHJz&#10;L2Rvd25yZXYueG1sUEsFBgAAAAAEAAQA9QAAAIs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27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/m7v8QA&#10;AADbAAAADwAAAGRycy9kb3ducmV2LnhtbESPQWvCQBSE70L/w/IKvemmHkKNriKCaKEVqoIen9ln&#10;Epp9G3fXmP57tyB4HGbmG2Yy60wtWnK+sqzgfZCAIM6trrhQsN8t+x8gfEDWWFsmBX/kYTZ96U0w&#10;0/bGP9RuQyEihH2GCsoQmkxKn5dk0A9sQxy9s3UGQ5SukNrhLcJNLYdJkkqDFceFEhtalJT/bq9G&#10;weaSXr/aw3F1ct2yudSfi289qpR6e+3mYxCBuvAMP9prrWCYwv+X+APk9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v5u7/EAAAA2wAAAA8AAAAAAAAAAAAAAAAAmAIAAGRycy9k&#10;b3ducmV2LnhtbFBLBQYAAAAABAAEAPUAAACJ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8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9CeMIA&#10;AADbAAAADwAAAGRycy9kb3ducmV2LnhtbESP3YrCMBSE7xd8h3AE79ZUwR+qUUTwBxEWqw9waI5N&#10;sTkpTdS6T78RhL0cZuYbZr5sbSUe1PjSsYJBPwFBnDtdcqHgct58T0H4gKyxckwKXuRhueh8zTHV&#10;7sknemShEBHCPkUFJoQ6ldLnhiz6vquJo3d1jcUQZVNI3eAzwm0lh0kylhZLjgsGa1obym/Z3Srg&#10;RG5+jnml5fb3MjnsTHYY3TOlet12NQMRqA3/4U97rxUMJ/D+En+AX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j0J4wgAAANsAAAAPAAAAAAAAAAAAAAAAAJgCAABkcnMvZG93&#10;bnJldi54bWxQSwUGAAAAAAQABAD1AAAAhw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9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Kmns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2P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xCpp7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30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9pb8QA&#10;AADbAAAADwAAAGRycy9kb3ducmV2LnhtbESPzWrDMBCE74W+g9hAbrWcGErjRgkhpNBDDs3PAyzW&#10;xnJqrVxL/snbR4FAj8PMN8Ms16OtRU+trxwrmCUpCOLC6YpLBefT19sHCB+QNdaOScGNPKxXry9L&#10;zLUb+ED9MZQilrDPUYEJocml9IUhiz5xDXH0Lq61GKJsS6lbHGK5reU8Td+lxYrjgsGGtoaK32Nn&#10;FczPm+v28pPtr39Zyjtrxl13MEpNJ+PmE0SgMfyHn/S3jtwCHl/iD5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C/aW/EAAAA2wAAAA8AAAAAAAAAAAAAAAAAmAIAAGRycy9k&#10;b3ducmV2LnhtbFBLBQYAAAAABAAEAPUAAACJ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31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hpyAsMA&#10;AADbAAAADwAAAGRycy9kb3ducmV2LnhtbERPz2vCMBS+C/sfwhvspumcDu0aZQ4EL4K6HfT22ry1&#10;xealS6JW/3pzEHb8+H5n88404kzO15YVvA4SEMSF1TWXCn6+l/0JCB+QNTaWScGVPMxnT70MU20v&#10;vKXzLpQihrBPUUEVQptK6YuKDPqBbYkj92udwRChK6V2eInhppHDJHmXBmuODRW29FVRcdydjILF&#10;dLL424x4fdvmBzrs8+N46BKlXp67zw8QgbrwL364V1rBW1wfv8QfIG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hpyAsMAAADbAAAADwAAAAAAAAAAAAAAAACYAgAAZHJzL2Rv&#10;d25yZXYueG1sUEsFBgAAAAAEAAQA9QAAAIgDAAAAAA==&#10;" fillcolor="black" stroked="f"/>
                <v:shape id="Freeform 32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0jJsUA&#10;AADbAAAADwAAAGRycy9kb3ducmV2LnhtbESPQWvCQBSE70L/w/IKXkQ3sUVC6hpEKthexKjg8ZF9&#10;TYLZtyG7TdJ/3y0UPA4z8w2zzkbTiJ46V1tWEC8iEMSF1TWXCi7n/TwB4TyyxsYyKfghB9nmabLG&#10;VNuBT9TnvhQBwi5FBZX3bSqlKyoy6Ba2JQ7el+0M+iC7UuoOhwA3jVxG0UoarDksVNjSrqLinn8b&#10;BZ+y6GcfrxQfy/52fz8mV7M6xUpNn8ftGwhPo3+E/9sHreAlhr8v4QfIz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nSMmxQAAANsAAAAPAAAAAAAAAAAAAAAAAJgCAABkcnMv&#10;ZG93bnJldi54bWxQSwUGAAAAAAQABAD1AAAAigMAAAAA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33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dlEMQA&#10;AADbAAAADwAAAGRycy9kb3ducmV2LnhtbESP3WrCQBSE7wt9h+UUvKsbIxZNXUVKhRaE4s8DHHZP&#10;k2D2bMgeTezTd4VCL4eZ+YZZrgffqCt1sQ5sYDLOQBHb4GouDZyO2+c5qCjIDpvAZOBGEdarx4cl&#10;Fi70vKfrQUqVIBwLNFCJtIXW0VbkMY5DS5y879B5lCS7UrsO+wT3jc6z7EV7rDktVNjSW0X2fLh4&#10;A/nFivWLz5/d+0lmX8e2z2bzjTGjp2HzCkpokP/wX/vDGZjmcP+SfoBe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xnZRDEAAAA2wAAAA8AAAAAAAAAAAAAAAAAmAIAAGRycy9k&#10;b3ducmV2LnhtbFBLBQYAAAAABAAEAPUAAACJAwAAAAA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34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OFIcQA&#10;AADbAAAADwAAAGRycy9kb3ducmV2LnhtbESPQWsCMRSE7wX/Q3iCt5rVBSmrUYpoqbCtqL309kie&#10;m6Wbl2UTdf33TaHgcZiZb5jFqneNuFIXas8KJuMMBLH2puZKwddp+/wCIkRkg41nUnCnAKvl4GmB&#10;hfE3PtD1GCuRIBwKVGBjbAspg7bkMIx9S5y8s+8cxiS7SpoObwnuGjnNspl0WHNasNjS2pL+OV6c&#10;Av2Wl5td+W31Zbr/qOrPfekOZ6VGw/51DiJSHx/h//a7UZDn8Pcl/QC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FzhSHEAAAA2wAAAA8AAAAAAAAAAAAAAAAAmAIAAGRycy9k&#10;b3ducmV2LnhtbFBLBQYAAAAABAAEAPUAAACJAwAAAAA=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35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GiYsIA&#10;AADbAAAADwAAAGRycy9kb3ducmV2LnhtbESPzarCMBSE94LvEI7gTlN/EKlGEUHQjaBX0eWhObbF&#10;5qQ0sa336W8E4S6HmfmGWa5bU4iaKpdbVjAaRiCIE6tzThVcfnaDOQjnkTUWlknBmxysV93OEmNt&#10;Gz5RffapCBB2MSrIvC9jKV2SkUE3tCVx8B62MuiDrFKpK2wC3BRyHEUzaTDnsJBhSduMkuf5ZRSU&#10;5vd6uR+OdTS64Vg3W26eM1aq32s3CxCeWv8f/rb3WsFkCp8v4QfI1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EaJi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36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nSCMUA&#10;AADbAAAADwAAAGRycy9kb3ducmV2LnhtbESPQWvCQBSE7wX/w/KE3upG20qNriKFlJwCNULq7ZF9&#10;JsHs25BdTdpf3y0UPA4z8w2z2Y2mFTfqXWNZwXwWgSAurW64UnDMk6c3EM4ja2wtk4JvcrDbTh42&#10;GGs78CfdDr4SAcIuRgW1910spStrMuhmtiMO3tn2Bn2QfSV1j0OAm1YuomgpDTYcFmrs6L2m8nK4&#10;GgUvX6t9XtDp51J82EKmeWaz5KrU43Tcr0F4Gv09/N9OtYLnV/j7En6A3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CdIIxQAAANsAAAAPAAAAAAAAAAAAAAAAAJgCAABkcnMv&#10;ZG93bnJldi54bWxQSwUGAAAAAAQABAD1AAAAigMAAAAA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37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3ev88QA&#10;AADbAAAADwAAAGRycy9kb3ducmV2LnhtbESPQWvCQBSE7wX/w/KE3nSjQpDoKqIIlUKhKnh9Zp9J&#10;TPZt3N1q/PfdgtDjMDPfMPNlZxpxJ+crywpGwwQEcW51xYWC42E7mILwAVljY5kUPMnDctF7m2Om&#10;7YO/6b4PhYgQ9hkqKENoMyl9XpJBP7QtcfQu1hkMUbpCaoePCDeNHCdJKg1WHBdKbGldUl7vf4yC&#10;22RTf7nz6Xr+3E2faZ3fxnKXKvXe71YzEIG68B9+tT+0gkkKf1/iD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t3r/PEAAAA2wAAAA8AAAAAAAAAAAAAAAAAmAIAAGRycy9k&#10;b3ducmV2LnhtbFBLBQYAAAAABAAEAPUAAACJ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8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PqdsYA&#10;AADbAAAADwAAAGRycy9kb3ducmV2LnhtbESPzWsCMRTE7wX/h/AEbzXrR1u7NYoKBS8FP3qot+fm&#10;dXdx87Imqa7+9UYoeBxm5jfMeNqYSpzI+dKygl43AUGcWV1yruB7+/k8AuEDssbKMim4kIfppPU0&#10;xlTbM6/ptAm5iBD2KSooQqhTKX1WkEHftTVx9H6tMxiidLnUDs8RbirZT5JXabDkuFBgTYuCssPm&#10;zyiYv4/mx9WQv67r/Y52P/vDS98lSnXazewDRKAmPML/7aVWMHiD+5f4A+Tk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fPqdsYAAADbAAAADwAAAAAAAAAAAAAAAACYAgAAZHJz&#10;L2Rvd25yZXYueG1sUEsFBgAAAAAEAAQA9QAAAIsDAAAAAA==&#10;" fillcolor="black" stroked="f"/>
                <v:shape id="Freeform 39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QzQM8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bP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EM0DP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40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QRw8UA&#10;AADbAAAADwAAAGRycy9kb3ducmV2LnhtbESPT2vCQBTE7wW/w/IEb3VjBanRNcRCoCC09c/B4zP7&#10;zAazb9Psqum37xYKHoeZ+Q2zzHrbiBt1vnasYDJOQBCXTtdcKTjsi+dXED4ga2wck4If8pCtBk9L&#10;TLW785Zuu1CJCGGfogITQptK6UtDFv3YtcTRO7vOYoiyq6Tu8B7htpEvSTKTFmuOCwZbejNUXnZX&#10;q8BKPJ6qWVF+5NPN52Zer7++C6PUaNjnCxCB+vAI/7fftYLpHP6+xB8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tBHDxQAAANsAAAAPAAAAAAAAAAAAAAAAAJgCAABkcnMv&#10;ZG93bnJldi54bWxQSwUGAAAAAAQABAD1AAAAigMAAAAA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921F03" w:rsidRDefault="00921F03" w:rsidP="00921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921F03" w:rsidRDefault="00921F03" w:rsidP="00921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921F03" w:rsidRDefault="00921F03" w:rsidP="00921F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921F03" w:rsidRDefault="00921F03" w:rsidP="00921F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921F03" w:rsidRDefault="00921F03" w:rsidP="00921F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921F03" w:rsidRDefault="00921F03" w:rsidP="00921F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921F03" w:rsidRDefault="00921F03" w:rsidP="00921F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1F03" w:rsidRDefault="00921F03" w:rsidP="00921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921F03" w:rsidRDefault="00921F03" w:rsidP="00921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21F03" w:rsidRDefault="00921F03" w:rsidP="00921F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921F03" w:rsidRDefault="00921F03" w:rsidP="00921F0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-693420</wp:posOffset>
                </wp:positionH>
                <wp:positionV relativeFrom="paragraph">
                  <wp:posOffset>-404495</wp:posOffset>
                </wp:positionV>
                <wp:extent cx="55245" cy="69850"/>
                <wp:effectExtent l="0" t="0" r="9525" b="0"/>
                <wp:wrapNone/>
                <wp:docPr id="8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45" cy="69850"/>
                        </a:xfrm>
                        <a:custGeom>
                          <a:avLst/>
                          <a:gdLst>
                            <a:gd name="T0" fmla="*/ 85 w 872"/>
                            <a:gd name="T1" fmla="*/ 89 h 1094"/>
                            <a:gd name="T2" fmla="*/ 86 w 872"/>
                            <a:gd name="T3" fmla="*/ 77 h 1094"/>
                            <a:gd name="T4" fmla="*/ 87 w 872"/>
                            <a:gd name="T5" fmla="*/ 65 h 1094"/>
                            <a:gd name="T6" fmla="*/ 87 w 872"/>
                            <a:gd name="T7" fmla="*/ 52 h 1094"/>
                            <a:gd name="T8" fmla="*/ 87 w 872"/>
                            <a:gd name="T9" fmla="*/ 42 h 1094"/>
                            <a:gd name="T10" fmla="*/ 86 w 872"/>
                            <a:gd name="T11" fmla="*/ 36 h 1094"/>
                            <a:gd name="T12" fmla="*/ 86 w 872"/>
                            <a:gd name="T13" fmla="*/ 30 h 1094"/>
                            <a:gd name="T14" fmla="*/ 84 w 872"/>
                            <a:gd name="T15" fmla="*/ 24 h 1094"/>
                            <a:gd name="T16" fmla="*/ 83 w 872"/>
                            <a:gd name="T17" fmla="*/ 18 h 1094"/>
                            <a:gd name="T18" fmla="*/ 81 w 872"/>
                            <a:gd name="T19" fmla="*/ 13 h 1094"/>
                            <a:gd name="T20" fmla="*/ 78 w 872"/>
                            <a:gd name="T21" fmla="*/ 7 h 1094"/>
                            <a:gd name="T22" fmla="*/ 74 w 872"/>
                            <a:gd name="T23" fmla="*/ 2 h 1094"/>
                            <a:gd name="T24" fmla="*/ 70 w 872"/>
                            <a:gd name="T25" fmla="*/ 0 h 1094"/>
                            <a:gd name="T26" fmla="*/ 65 w 872"/>
                            <a:gd name="T27" fmla="*/ 0 h 1094"/>
                            <a:gd name="T28" fmla="*/ 59 w 872"/>
                            <a:gd name="T29" fmla="*/ 1 h 1094"/>
                            <a:gd name="T30" fmla="*/ 54 w 872"/>
                            <a:gd name="T31" fmla="*/ 2 h 1094"/>
                            <a:gd name="T32" fmla="*/ 49 w 872"/>
                            <a:gd name="T33" fmla="*/ 3 h 1094"/>
                            <a:gd name="T34" fmla="*/ 44 w 872"/>
                            <a:gd name="T35" fmla="*/ 4 h 1094"/>
                            <a:gd name="T36" fmla="*/ 38 w 872"/>
                            <a:gd name="T37" fmla="*/ 6 h 1094"/>
                            <a:gd name="T38" fmla="*/ 33 w 872"/>
                            <a:gd name="T39" fmla="*/ 8 h 1094"/>
                            <a:gd name="T40" fmla="*/ 28 w 872"/>
                            <a:gd name="T41" fmla="*/ 10 h 1094"/>
                            <a:gd name="T42" fmla="*/ 24 w 872"/>
                            <a:gd name="T43" fmla="*/ 13 h 1094"/>
                            <a:gd name="T44" fmla="*/ 19 w 872"/>
                            <a:gd name="T45" fmla="*/ 15 h 1094"/>
                            <a:gd name="T46" fmla="*/ 15 w 872"/>
                            <a:gd name="T47" fmla="*/ 19 h 1094"/>
                            <a:gd name="T48" fmla="*/ 11 w 872"/>
                            <a:gd name="T49" fmla="*/ 22 h 1094"/>
                            <a:gd name="T50" fmla="*/ 7 w 872"/>
                            <a:gd name="T51" fmla="*/ 26 h 1094"/>
                            <a:gd name="T52" fmla="*/ 4 w 872"/>
                            <a:gd name="T53" fmla="*/ 29 h 1094"/>
                            <a:gd name="T54" fmla="*/ 1 w 872"/>
                            <a:gd name="T55" fmla="*/ 34 h 1094"/>
                            <a:gd name="T56" fmla="*/ 0 w 872"/>
                            <a:gd name="T57" fmla="*/ 108 h 1094"/>
                            <a:gd name="T58" fmla="*/ 11 w 872"/>
                            <a:gd name="T59" fmla="*/ 108 h 1094"/>
                            <a:gd name="T60" fmla="*/ 22 w 872"/>
                            <a:gd name="T61" fmla="*/ 109 h 1094"/>
                            <a:gd name="T62" fmla="*/ 34 w 872"/>
                            <a:gd name="T63" fmla="*/ 110 h 1094"/>
                            <a:gd name="T64" fmla="*/ 45 w 872"/>
                            <a:gd name="T65" fmla="*/ 110 h 1094"/>
                            <a:gd name="T66" fmla="*/ 51 w 872"/>
                            <a:gd name="T67" fmla="*/ 110 h 1094"/>
                            <a:gd name="T68" fmla="*/ 56 w 872"/>
                            <a:gd name="T69" fmla="*/ 109 h 1094"/>
                            <a:gd name="T70" fmla="*/ 62 w 872"/>
                            <a:gd name="T71" fmla="*/ 108 h 1094"/>
                            <a:gd name="T72" fmla="*/ 67 w 872"/>
                            <a:gd name="T73" fmla="*/ 106 h 1094"/>
                            <a:gd name="T74" fmla="*/ 72 w 872"/>
                            <a:gd name="T75" fmla="*/ 104 h 1094"/>
                            <a:gd name="T76" fmla="*/ 77 w 872"/>
                            <a:gd name="T77" fmla="*/ 102 h 1094"/>
                            <a:gd name="T78" fmla="*/ 81 w 872"/>
                            <a:gd name="T79" fmla="*/ 99 h 1094"/>
                            <a:gd name="T80" fmla="*/ 85 w 872"/>
                            <a:gd name="T81" fmla="*/ 95 h 1094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w 872"/>
                            <a:gd name="T124" fmla="*/ 0 h 1094"/>
                            <a:gd name="T125" fmla="*/ 872 w 872"/>
                            <a:gd name="T126" fmla="*/ 1094 h 1094"/>
                          </a:gdLst>
                          <a:ahLst/>
                          <a:cxnLst>
                            <a:cxn ang="T82">
                              <a:pos x="T0" y="T1"/>
                            </a:cxn>
                            <a:cxn ang="T83">
                              <a:pos x="T2" y="T3"/>
                            </a:cxn>
                            <a:cxn ang="T84">
                              <a:pos x="T4" y="T5"/>
                            </a:cxn>
                            <a:cxn ang="T85">
                              <a:pos x="T6" y="T7"/>
                            </a:cxn>
                            <a:cxn ang="T86">
                              <a:pos x="T8" y="T9"/>
                            </a:cxn>
                            <a:cxn ang="T87">
                              <a:pos x="T10" y="T11"/>
                            </a:cxn>
                            <a:cxn ang="T88">
                              <a:pos x="T12" y="T13"/>
                            </a:cxn>
                            <a:cxn ang="T89">
                              <a:pos x="T14" y="T15"/>
                            </a:cxn>
                            <a:cxn ang="T90">
                              <a:pos x="T16" y="T17"/>
                            </a:cxn>
                            <a:cxn ang="T91">
                              <a:pos x="T18" y="T19"/>
                            </a:cxn>
                            <a:cxn ang="T92">
                              <a:pos x="T20" y="T21"/>
                            </a:cxn>
                            <a:cxn ang="T93">
                              <a:pos x="T22" y="T23"/>
                            </a:cxn>
                            <a:cxn ang="T94">
                              <a:pos x="T24" y="T25"/>
                            </a:cxn>
                            <a:cxn ang="T95">
                              <a:pos x="T26" y="T27"/>
                            </a:cxn>
                            <a:cxn ang="T96">
                              <a:pos x="T28" y="T29"/>
                            </a:cxn>
                            <a:cxn ang="T97">
                              <a:pos x="T30" y="T31"/>
                            </a:cxn>
                            <a:cxn ang="T98">
                              <a:pos x="T32" y="T33"/>
                            </a:cxn>
                            <a:cxn ang="T99">
                              <a:pos x="T34" y="T35"/>
                            </a:cxn>
                            <a:cxn ang="T100">
                              <a:pos x="T36" y="T37"/>
                            </a:cxn>
                            <a:cxn ang="T101">
                              <a:pos x="T38" y="T39"/>
                            </a:cxn>
                            <a:cxn ang="T102">
                              <a:pos x="T40" y="T41"/>
                            </a:cxn>
                            <a:cxn ang="T103">
                              <a:pos x="T42" y="T43"/>
                            </a:cxn>
                            <a:cxn ang="T104">
                              <a:pos x="T44" y="T45"/>
                            </a:cxn>
                            <a:cxn ang="T105">
                              <a:pos x="T46" y="T47"/>
                            </a:cxn>
                            <a:cxn ang="T106">
                              <a:pos x="T48" y="T49"/>
                            </a:cxn>
                            <a:cxn ang="T107">
                              <a:pos x="T50" y="T51"/>
                            </a:cxn>
                            <a:cxn ang="T108">
                              <a:pos x="T52" y="T53"/>
                            </a:cxn>
                            <a:cxn ang="T109">
                              <a:pos x="T54" y="T55"/>
                            </a:cxn>
                            <a:cxn ang="T110">
                              <a:pos x="T56" y="T57"/>
                            </a:cxn>
                            <a:cxn ang="T111">
                              <a:pos x="T58" y="T59"/>
                            </a:cxn>
                            <a:cxn ang="T112">
                              <a:pos x="T60" y="T61"/>
                            </a:cxn>
                            <a:cxn ang="T113">
                              <a:pos x="T62" y="T63"/>
                            </a:cxn>
                            <a:cxn ang="T114">
                              <a:pos x="T64" y="T65"/>
                            </a:cxn>
                            <a:cxn ang="T115">
                              <a:pos x="T66" y="T67"/>
                            </a:cxn>
                            <a:cxn ang="T116">
                              <a:pos x="T68" y="T69"/>
                            </a:cxn>
                            <a:cxn ang="T117">
                              <a:pos x="T70" y="T71"/>
                            </a:cxn>
                            <a:cxn ang="T118">
                              <a:pos x="T72" y="T73"/>
                            </a:cxn>
                            <a:cxn ang="T119">
                              <a:pos x="T74" y="T75"/>
                            </a:cxn>
                            <a:cxn ang="T120">
                              <a:pos x="T76" y="T77"/>
                            </a:cxn>
                            <a:cxn ang="T121">
                              <a:pos x="T78" y="T79"/>
                            </a:cxn>
                            <a:cxn ang="T122">
                              <a:pos x="T80" y="T81"/>
                            </a:cxn>
                          </a:cxnLst>
                          <a:rect l="T123" t="T124" r="T125" b="T126"/>
                          <a:pathLst>
                            <a:path w="872" h="1094">
                              <a:moveTo>
                                <a:pt x="853" y="940"/>
                              </a:moveTo>
                              <a:lnTo>
                                <a:pt x="854" y="885"/>
                              </a:lnTo>
                              <a:lnTo>
                                <a:pt x="857" y="827"/>
                              </a:lnTo>
                              <a:lnTo>
                                <a:pt x="860" y="767"/>
                              </a:lnTo>
                              <a:lnTo>
                                <a:pt x="865" y="706"/>
                              </a:lnTo>
                              <a:lnTo>
                                <a:pt x="868" y="642"/>
                              </a:lnTo>
                              <a:lnTo>
                                <a:pt x="871" y="579"/>
                              </a:lnTo>
                              <a:lnTo>
                                <a:pt x="872" y="516"/>
                              </a:lnTo>
                              <a:lnTo>
                                <a:pt x="872" y="453"/>
                              </a:lnTo>
                              <a:lnTo>
                                <a:pt x="871" y="421"/>
                              </a:lnTo>
                              <a:lnTo>
                                <a:pt x="869" y="390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" o:spid="_x0000_s1026" style="position:absolute;margin-left:-54.6pt;margin-top:-31.85pt;width:4.35pt;height: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2,10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" path="m853,940r1,-55l857,827r3,-60l865,706r3,-64l871,579r1,-63l872,453r-1,-32l869,390,853,940xe" filled="f" strokeweight=".5pt">
                <v:path arrowok="t" o:connecttype="custom" o:connectlocs="5385,5682;5448,4916;5512,4150;5512,3320;5512,2682;5448,2299;5448,1915;5322,1532;5258,1149;5132,830;4942,447;4688,128;4435,0;4118,0;3738,64;3421,128;3104,192;2788,255;2407,383;2091,511;1774,638;1521,830;1204,958;950,1213;697,1405;443,1660;253,1852;63,2171;0,6896;697,6896;1394,6959;2154,7023;2851,7023;3231,7023;3548,6959;3928,6896;4245,6768;4562,6640;4878,6513;5132,6321;5385,6066" o:connectangles="0,0,0,0,0,0,0,0,0,0,0,0,0,0,0,0,0,0,0,0,0,0,0,0,0,0,0,0,0,0,0,0,0,0,0,0,0,0,0,0,0" textboxrect="0,0,872,1094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-796925</wp:posOffset>
                </wp:positionH>
                <wp:positionV relativeFrom="paragraph">
                  <wp:posOffset>-1122045</wp:posOffset>
                </wp:positionV>
                <wp:extent cx="55245" cy="69215"/>
                <wp:effectExtent l="3175" t="0" r="0" b="0"/>
                <wp:wrapNone/>
                <wp:docPr id="7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45" cy="69215"/>
                        </a:xfrm>
                        <a:custGeom>
                          <a:avLst/>
                          <a:gdLst>
                            <a:gd name="T0" fmla="*/ 2 w 872"/>
                            <a:gd name="T1" fmla="*/ 88 h 1093"/>
                            <a:gd name="T2" fmla="*/ 1 w 872"/>
                            <a:gd name="T3" fmla="*/ 76 h 1093"/>
                            <a:gd name="T4" fmla="*/ 0 w 872"/>
                            <a:gd name="T5" fmla="*/ 64 h 1093"/>
                            <a:gd name="T6" fmla="*/ 0 w 872"/>
                            <a:gd name="T7" fmla="*/ 51 h 1093"/>
                            <a:gd name="T8" fmla="*/ 0 w 872"/>
                            <a:gd name="T9" fmla="*/ 42 h 1093"/>
                            <a:gd name="T10" fmla="*/ 1 w 872"/>
                            <a:gd name="T11" fmla="*/ 36 h 1093"/>
                            <a:gd name="T12" fmla="*/ 1 w 872"/>
                            <a:gd name="T13" fmla="*/ 30 h 1093"/>
                            <a:gd name="T14" fmla="*/ 3 w 872"/>
                            <a:gd name="T15" fmla="*/ 24 h 1093"/>
                            <a:gd name="T16" fmla="*/ 4 w 872"/>
                            <a:gd name="T17" fmla="*/ 18 h 1093"/>
                            <a:gd name="T18" fmla="*/ 6 w 872"/>
                            <a:gd name="T19" fmla="*/ 13 h 1093"/>
                            <a:gd name="T20" fmla="*/ 9 w 872"/>
                            <a:gd name="T21" fmla="*/ 7 h 1093"/>
                            <a:gd name="T22" fmla="*/ 13 w 872"/>
                            <a:gd name="T23" fmla="*/ 2 h 1093"/>
                            <a:gd name="T24" fmla="*/ 17 w 872"/>
                            <a:gd name="T25" fmla="*/ 0 h 1093"/>
                            <a:gd name="T26" fmla="*/ 22 w 872"/>
                            <a:gd name="T27" fmla="*/ 0 h 1093"/>
                            <a:gd name="T28" fmla="*/ 28 w 872"/>
                            <a:gd name="T29" fmla="*/ 1 h 1093"/>
                            <a:gd name="T30" fmla="*/ 33 w 872"/>
                            <a:gd name="T31" fmla="*/ 2 h 1093"/>
                            <a:gd name="T32" fmla="*/ 38 w 872"/>
                            <a:gd name="T33" fmla="*/ 3 h 1093"/>
                            <a:gd name="T34" fmla="*/ 43 w 872"/>
                            <a:gd name="T35" fmla="*/ 4 h 1093"/>
                            <a:gd name="T36" fmla="*/ 49 w 872"/>
                            <a:gd name="T37" fmla="*/ 6 h 1093"/>
                            <a:gd name="T38" fmla="*/ 54 w 872"/>
                            <a:gd name="T39" fmla="*/ 8 h 1093"/>
                            <a:gd name="T40" fmla="*/ 59 w 872"/>
                            <a:gd name="T41" fmla="*/ 10 h 1093"/>
                            <a:gd name="T42" fmla="*/ 63 w 872"/>
                            <a:gd name="T43" fmla="*/ 13 h 1093"/>
                            <a:gd name="T44" fmla="*/ 68 w 872"/>
                            <a:gd name="T45" fmla="*/ 15 h 1093"/>
                            <a:gd name="T46" fmla="*/ 72 w 872"/>
                            <a:gd name="T47" fmla="*/ 18 h 1093"/>
                            <a:gd name="T48" fmla="*/ 76 w 872"/>
                            <a:gd name="T49" fmla="*/ 22 h 1093"/>
                            <a:gd name="T50" fmla="*/ 80 w 872"/>
                            <a:gd name="T51" fmla="*/ 25 h 1093"/>
                            <a:gd name="T52" fmla="*/ 83 w 872"/>
                            <a:gd name="T53" fmla="*/ 29 h 1093"/>
                            <a:gd name="T54" fmla="*/ 86 w 872"/>
                            <a:gd name="T55" fmla="*/ 33 h 1093"/>
                            <a:gd name="T56" fmla="*/ 87 w 872"/>
                            <a:gd name="T57" fmla="*/ 107 h 1093"/>
                            <a:gd name="T58" fmla="*/ 76 w 872"/>
                            <a:gd name="T59" fmla="*/ 107 h 1093"/>
                            <a:gd name="T60" fmla="*/ 65 w 872"/>
                            <a:gd name="T61" fmla="*/ 108 h 1093"/>
                            <a:gd name="T62" fmla="*/ 53 w 872"/>
                            <a:gd name="T63" fmla="*/ 109 h 1093"/>
                            <a:gd name="T64" fmla="*/ 42 w 872"/>
                            <a:gd name="T65" fmla="*/ 109 h 1093"/>
                            <a:gd name="T66" fmla="*/ 36 w 872"/>
                            <a:gd name="T67" fmla="*/ 109 h 1093"/>
                            <a:gd name="T68" fmla="*/ 31 w 872"/>
                            <a:gd name="T69" fmla="*/ 108 h 1093"/>
                            <a:gd name="T70" fmla="*/ 25 w 872"/>
                            <a:gd name="T71" fmla="*/ 107 h 1093"/>
                            <a:gd name="T72" fmla="*/ 20 w 872"/>
                            <a:gd name="T73" fmla="*/ 106 h 1093"/>
                            <a:gd name="T74" fmla="*/ 15 w 872"/>
                            <a:gd name="T75" fmla="*/ 104 h 1093"/>
                            <a:gd name="T76" fmla="*/ 10 w 872"/>
                            <a:gd name="T77" fmla="*/ 101 h 1093"/>
                            <a:gd name="T78" fmla="*/ 6 w 872"/>
                            <a:gd name="T79" fmla="*/ 98 h 1093"/>
                            <a:gd name="T80" fmla="*/ 2 w 872"/>
                            <a:gd name="T81" fmla="*/ 94 h 1093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w 872"/>
                            <a:gd name="T124" fmla="*/ 0 h 1093"/>
                            <a:gd name="T125" fmla="*/ 872 w 872"/>
                            <a:gd name="T126" fmla="*/ 1093 h 1093"/>
                          </a:gdLst>
                          <a:ahLst/>
                          <a:cxnLst>
                            <a:cxn ang="T82">
                              <a:pos x="T0" y="T1"/>
                            </a:cxn>
                            <a:cxn ang="T83">
                              <a:pos x="T2" y="T3"/>
                            </a:cxn>
                            <a:cxn ang="T84">
                              <a:pos x="T4" y="T5"/>
                            </a:cxn>
                            <a:cxn ang="T85">
                              <a:pos x="T6" y="T7"/>
                            </a:cxn>
                            <a:cxn ang="T86">
                              <a:pos x="T8" y="T9"/>
                            </a:cxn>
                            <a:cxn ang="T87">
                              <a:pos x="T10" y="T11"/>
                            </a:cxn>
                            <a:cxn ang="T88">
                              <a:pos x="T12" y="T13"/>
                            </a:cxn>
                            <a:cxn ang="T89">
                              <a:pos x="T14" y="T15"/>
                            </a:cxn>
                            <a:cxn ang="T90">
                              <a:pos x="T16" y="T17"/>
                            </a:cxn>
                            <a:cxn ang="T91">
                              <a:pos x="T18" y="T19"/>
                            </a:cxn>
                            <a:cxn ang="T92">
                              <a:pos x="T20" y="T21"/>
                            </a:cxn>
                            <a:cxn ang="T93">
                              <a:pos x="T22" y="T23"/>
                            </a:cxn>
                            <a:cxn ang="T94">
                              <a:pos x="T24" y="T25"/>
                            </a:cxn>
                            <a:cxn ang="T95">
                              <a:pos x="T26" y="T27"/>
                            </a:cxn>
                            <a:cxn ang="T96">
                              <a:pos x="T28" y="T29"/>
                            </a:cxn>
                            <a:cxn ang="T97">
                              <a:pos x="T30" y="T31"/>
                            </a:cxn>
                            <a:cxn ang="T98">
                              <a:pos x="T32" y="T33"/>
                            </a:cxn>
                            <a:cxn ang="T99">
                              <a:pos x="T34" y="T35"/>
                            </a:cxn>
                            <a:cxn ang="T100">
                              <a:pos x="T36" y="T37"/>
                            </a:cxn>
                            <a:cxn ang="T101">
                              <a:pos x="T38" y="T39"/>
                            </a:cxn>
                            <a:cxn ang="T102">
                              <a:pos x="T40" y="T41"/>
                            </a:cxn>
                            <a:cxn ang="T103">
                              <a:pos x="T42" y="T43"/>
                            </a:cxn>
                            <a:cxn ang="T104">
                              <a:pos x="T44" y="T45"/>
                            </a:cxn>
                            <a:cxn ang="T105">
                              <a:pos x="T46" y="T47"/>
                            </a:cxn>
                            <a:cxn ang="T106">
                              <a:pos x="T48" y="T49"/>
                            </a:cxn>
                            <a:cxn ang="T107">
                              <a:pos x="T50" y="T51"/>
                            </a:cxn>
                            <a:cxn ang="T108">
                              <a:pos x="T52" y="T53"/>
                            </a:cxn>
                            <a:cxn ang="T109">
                              <a:pos x="T54" y="T55"/>
                            </a:cxn>
                            <a:cxn ang="T110">
                              <a:pos x="T56" y="T57"/>
                            </a:cxn>
                            <a:cxn ang="T111">
                              <a:pos x="T58" y="T59"/>
                            </a:cxn>
                            <a:cxn ang="T112">
                              <a:pos x="T60" y="T61"/>
                            </a:cxn>
                            <a:cxn ang="T113">
                              <a:pos x="T62" y="T63"/>
                            </a:cxn>
                            <a:cxn ang="T114">
                              <a:pos x="T64" y="T65"/>
                            </a:cxn>
                            <a:cxn ang="T115">
                              <a:pos x="T66" y="T67"/>
                            </a:cxn>
                            <a:cxn ang="T116">
                              <a:pos x="T68" y="T69"/>
                            </a:cxn>
                            <a:cxn ang="T117">
                              <a:pos x="T70" y="T71"/>
                            </a:cxn>
                            <a:cxn ang="T118">
                              <a:pos x="T72" y="T73"/>
                            </a:cxn>
                            <a:cxn ang="T119">
                              <a:pos x="T74" y="T75"/>
                            </a:cxn>
                            <a:cxn ang="T120">
                              <a:pos x="T76" y="T77"/>
                            </a:cxn>
                            <a:cxn ang="T121">
                              <a:pos x="T78" y="T79"/>
                            </a:cxn>
                            <a:cxn ang="T122">
                              <a:pos x="T80" y="T81"/>
                            </a:cxn>
                          </a:cxnLst>
                          <a:rect l="T123" t="T124" r="T125" b="T126"/>
                          <a:pathLst>
                            <a:path w="872" h="1093">
                              <a:moveTo>
                                <a:pt x="18" y="940"/>
                              </a:moveTo>
                              <a:lnTo>
                                <a:pt x="18" y="885"/>
                              </a:lnTo>
                              <a:lnTo>
                                <a:pt x="15" y="827"/>
                              </a:lnTo>
                              <a:lnTo>
                                <a:pt x="12" y="767"/>
                              </a:lnTo>
                              <a:lnTo>
                                <a:pt x="7" y="705"/>
                              </a:lnTo>
                              <a:lnTo>
                                <a:pt x="4" y="643"/>
                              </a:lnTo>
                              <a:lnTo>
                                <a:pt x="1" y="579"/>
                              </a:lnTo>
                              <a:lnTo>
                                <a:pt x="0" y="516"/>
                              </a:lnTo>
                              <a:lnTo>
                                <a:pt x="0" y="453"/>
                              </a:lnTo>
                              <a:lnTo>
                                <a:pt x="1" y="422"/>
                              </a:lnTo>
                              <a:lnTo>
                                <a:pt x="3" y="39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" o:spid="_x0000_s1026" style="position:absolute;margin-left:-62.75pt;margin-top:-88.35pt;width:4.35pt;height:5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2,10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" path="m18,940r,-55l15,827,12,767,7,705,4,643,1,579,,516,,453,1,422,3,391,18,940xe" stroked="f">
                <v:path arrowok="t" o:connecttype="custom" o:connectlocs="127,5573;63,4813;0,4053;0,3230;0,2660;63,2280;63,1900;190,1520;253,1140;380,823;570,443;824,127;1077,0;1394,0;1774,63;2091,127;2407,190;2724,253;3104,380;3421,507;3738,633;3991,823;4308,950;4562,1140;4815,1393;5068,1583;5258,1836;5448,2090;5512,6776;4815,6776;4118,6839;3358,6903;2661,6903;2281,6903;1964,6839;1584,6776;1267,6713;950,6586;634,6396;380,6206;127,5953" o:connectangles="0,0,0,0,0,0,0,0,0,0,0,0,0,0,0,0,0,0,0,0,0,0,0,0,0,0,0,0,0,0,0,0,0,0,0,0,0,0,0,0,0" textboxrect="0,0,872,1093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-796925</wp:posOffset>
                </wp:positionH>
                <wp:positionV relativeFrom="paragraph">
                  <wp:posOffset>-1840865</wp:posOffset>
                </wp:positionV>
                <wp:extent cx="55245" cy="69215"/>
                <wp:effectExtent l="12700" t="0" r="0" b="4445"/>
                <wp:wrapNone/>
                <wp:docPr id="6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45" cy="69215"/>
                        </a:xfrm>
                        <a:custGeom>
                          <a:avLst/>
                          <a:gdLst>
                            <a:gd name="T0" fmla="*/ 2 w 872"/>
                            <a:gd name="T1" fmla="*/ 88 h 1093"/>
                            <a:gd name="T2" fmla="*/ 1 w 872"/>
                            <a:gd name="T3" fmla="*/ 76 h 1093"/>
                            <a:gd name="T4" fmla="*/ 0 w 872"/>
                            <a:gd name="T5" fmla="*/ 64 h 1093"/>
                            <a:gd name="T6" fmla="*/ 0 w 872"/>
                            <a:gd name="T7" fmla="*/ 51 h 1093"/>
                            <a:gd name="T8" fmla="*/ 0 w 872"/>
                            <a:gd name="T9" fmla="*/ 42 h 1093"/>
                            <a:gd name="T10" fmla="*/ 1 w 872"/>
                            <a:gd name="T11" fmla="*/ 36 h 1093"/>
                            <a:gd name="T12" fmla="*/ 1 w 872"/>
                            <a:gd name="T13" fmla="*/ 30 h 1093"/>
                            <a:gd name="T14" fmla="*/ 3 w 872"/>
                            <a:gd name="T15" fmla="*/ 24 h 1093"/>
                            <a:gd name="T16" fmla="*/ 4 w 872"/>
                            <a:gd name="T17" fmla="*/ 18 h 1093"/>
                            <a:gd name="T18" fmla="*/ 6 w 872"/>
                            <a:gd name="T19" fmla="*/ 13 h 1093"/>
                            <a:gd name="T20" fmla="*/ 9 w 872"/>
                            <a:gd name="T21" fmla="*/ 7 h 1093"/>
                            <a:gd name="T22" fmla="*/ 13 w 872"/>
                            <a:gd name="T23" fmla="*/ 2 h 1093"/>
                            <a:gd name="T24" fmla="*/ 17 w 872"/>
                            <a:gd name="T25" fmla="*/ 0 h 1093"/>
                            <a:gd name="T26" fmla="*/ 22 w 872"/>
                            <a:gd name="T27" fmla="*/ 0 h 1093"/>
                            <a:gd name="T28" fmla="*/ 28 w 872"/>
                            <a:gd name="T29" fmla="*/ 1 h 1093"/>
                            <a:gd name="T30" fmla="*/ 33 w 872"/>
                            <a:gd name="T31" fmla="*/ 2 h 1093"/>
                            <a:gd name="T32" fmla="*/ 38 w 872"/>
                            <a:gd name="T33" fmla="*/ 3 h 1093"/>
                            <a:gd name="T34" fmla="*/ 43 w 872"/>
                            <a:gd name="T35" fmla="*/ 4 h 1093"/>
                            <a:gd name="T36" fmla="*/ 49 w 872"/>
                            <a:gd name="T37" fmla="*/ 6 h 1093"/>
                            <a:gd name="T38" fmla="*/ 54 w 872"/>
                            <a:gd name="T39" fmla="*/ 8 h 1093"/>
                            <a:gd name="T40" fmla="*/ 59 w 872"/>
                            <a:gd name="T41" fmla="*/ 10 h 1093"/>
                            <a:gd name="T42" fmla="*/ 63 w 872"/>
                            <a:gd name="T43" fmla="*/ 13 h 1093"/>
                            <a:gd name="T44" fmla="*/ 68 w 872"/>
                            <a:gd name="T45" fmla="*/ 15 h 1093"/>
                            <a:gd name="T46" fmla="*/ 72 w 872"/>
                            <a:gd name="T47" fmla="*/ 18 h 1093"/>
                            <a:gd name="T48" fmla="*/ 76 w 872"/>
                            <a:gd name="T49" fmla="*/ 22 h 1093"/>
                            <a:gd name="T50" fmla="*/ 80 w 872"/>
                            <a:gd name="T51" fmla="*/ 25 h 1093"/>
                            <a:gd name="T52" fmla="*/ 83 w 872"/>
                            <a:gd name="T53" fmla="*/ 29 h 1093"/>
                            <a:gd name="T54" fmla="*/ 86 w 872"/>
                            <a:gd name="T55" fmla="*/ 33 h 1093"/>
                            <a:gd name="T56" fmla="*/ 87 w 872"/>
                            <a:gd name="T57" fmla="*/ 107 h 1093"/>
                            <a:gd name="T58" fmla="*/ 76 w 872"/>
                            <a:gd name="T59" fmla="*/ 107 h 1093"/>
                            <a:gd name="T60" fmla="*/ 65 w 872"/>
                            <a:gd name="T61" fmla="*/ 108 h 1093"/>
                            <a:gd name="T62" fmla="*/ 53 w 872"/>
                            <a:gd name="T63" fmla="*/ 109 h 1093"/>
                            <a:gd name="T64" fmla="*/ 42 w 872"/>
                            <a:gd name="T65" fmla="*/ 109 h 1093"/>
                            <a:gd name="T66" fmla="*/ 36 w 872"/>
                            <a:gd name="T67" fmla="*/ 109 h 1093"/>
                            <a:gd name="T68" fmla="*/ 31 w 872"/>
                            <a:gd name="T69" fmla="*/ 108 h 1093"/>
                            <a:gd name="T70" fmla="*/ 25 w 872"/>
                            <a:gd name="T71" fmla="*/ 107 h 1093"/>
                            <a:gd name="T72" fmla="*/ 20 w 872"/>
                            <a:gd name="T73" fmla="*/ 106 h 1093"/>
                            <a:gd name="T74" fmla="*/ 15 w 872"/>
                            <a:gd name="T75" fmla="*/ 104 h 1093"/>
                            <a:gd name="T76" fmla="*/ 10 w 872"/>
                            <a:gd name="T77" fmla="*/ 101 h 1093"/>
                            <a:gd name="T78" fmla="*/ 6 w 872"/>
                            <a:gd name="T79" fmla="*/ 98 h 1093"/>
                            <a:gd name="T80" fmla="*/ 2 w 872"/>
                            <a:gd name="T81" fmla="*/ 94 h 1093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w 872"/>
                            <a:gd name="T124" fmla="*/ 0 h 1093"/>
                            <a:gd name="T125" fmla="*/ 872 w 872"/>
                            <a:gd name="T126" fmla="*/ 1093 h 1093"/>
                          </a:gdLst>
                          <a:ahLst/>
                          <a:cxnLst>
                            <a:cxn ang="T82">
                              <a:pos x="T0" y="T1"/>
                            </a:cxn>
                            <a:cxn ang="T83">
                              <a:pos x="T2" y="T3"/>
                            </a:cxn>
                            <a:cxn ang="T84">
                              <a:pos x="T4" y="T5"/>
                            </a:cxn>
                            <a:cxn ang="T85">
                              <a:pos x="T6" y="T7"/>
                            </a:cxn>
                            <a:cxn ang="T86">
                              <a:pos x="T8" y="T9"/>
                            </a:cxn>
                            <a:cxn ang="T87">
                              <a:pos x="T10" y="T11"/>
                            </a:cxn>
                            <a:cxn ang="T88">
                              <a:pos x="T12" y="T13"/>
                            </a:cxn>
                            <a:cxn ang="T89">
                              <a:pos x="T14" y="T15"/>
                            </a:cxn>
                            <a:cxn ang="T90">
                              <a:pos x="T16" y="T17"/>
                            </a:cxn>
                            <a:cxn ang="T91">
                              <a:pos x="T18" y="T19"/>
                            </a:cxn>
                            <a:cxn ang="T92">
                              <a:pos x="T20" y="T21"/>
                            </a:cxn>
                            <a:cxn ang="T93">
                              <a:pos x="T22" y="T23"/>
                            </a:cxn>
                            <a:cxn ang="T94">
                              <a:pos x="T24" y="T25"/>
                            </a:cxn>
                            <a:cxn ang="T95">
                              <a:pos x="T26" y="T27"/>
                            </a:cxn>
                            <a:cxn ang="T96">
                              <a:pos x="T28" y="T29"/>
                            </a:cxn>
                            <a:cxn ang="T97">
                              <a:pos x="T30" y="T31"/>
                            </a:cxn>
                            <a:cxn ang="T98">
                              <a:pos x="T32" y="T33"/>
                            </a:cxn>
                            <a:cxn ang="T99">
                              <a:pos x="T34" y="T35"/>
                            </a:cxn>
                            <a:cxn ang="T100">
                              <a:pos x="T36" y="T37"/>
                            </a:cxn>
                            <a:cxn ang="T101">
                              <a:pos x="T38" y="T39"/>
                            </a:cxn>
                            <a:cxn ang="T102">
                              <a:pos x="T40" y="T41"/>
                            </a:cxn>
                            <a:cxn ang="T103">
                              <a:pos x="T42" y="T43"/>
                            </a:cxn>
                            <a:cxn ang="T104">
                              <a:pos x="T44" y="T45"/>
                            </a:cxn>
                            <a:cxn ang="T105">
                              <a:pos x="T46" y="T47"/>
                            </a:cxn>
                            <a:cxn ang="T106">
                              <a:pos x="T48" y="T49"/>
                            </a:cxn>
                            <a:cxn ang="T107">
                              <a:pos x="T50" y="T51"/>
                            </a:cxn>
                            <a:cxn ang="T108">
                              <a:pos x="T52" y="T53"/>
                            </a:cxn>
                            <a:cxn ang="T109">
                              <a:pos x="T54" y="T55"/>
                            </a:cxn>
                            <a:cxn ang="T110">
                              <a:pos x="T56" y="T57"/>
                            </a:cxn>
                            <a:cxn ang="T111">
                              <a:pos x="T58" y="T59"/>
                            </a:cxn>
                            <a:cxn ang="T112">
                              <a:pos x="T60" y="T61"/>
                            </a:cxn>
                            <a:cxn ang="T113">
                              <a:pos x="T62" y="T63"/>
                            </a:cxn>
                            <a:cxn ang="T114">
                              <a:pos x="T64" y="T65"/>
                            </a:cxn>
                            <a:cxn ang="T115">
                              <a:pos x="T66" y="T67"/>
                            </a:cxn>
                            <a:cxn ang="T116">
                              <a:pos x="T68" y="T69"/>
                            </a:cxn>
                            <a:cxn ang="T117">
                              <a:pos x="T70" y="T71"/>
                            </a:cxn>
                            <a:cxn ang="T118">
                              <a:pos x="T72" y="T73"/>
                            </a:cxn>
                            <a:cxn ang="T119">
                              <a:pos x="T74" y="T75"/>
                            </a:cxn>
                            <a:cxn ang="T120">
                              <a:pos x="T76" y="T77"/>
                            </a:cxn>
                            <a:cxn ang="T121">
                              <a:pos x="T78" y="T79"/>
                            </a:cxn>
                            <a:cxn ang="T122">
                              <a:pos x="T80" y="T81"/>
                            </a:cxn>
                          </a:cxnLst>
                          <a:rect l="T123" t="T124" r="T125" b="T126"/>
                          <a:pathLst>
                            <a:path w="872" h="1093">
                              <a:moveTo>
                                <a:pt x="18" y="940"/>
                              </a:moveTo>
                              <a:lnTo>
                                <a:pt x="18" y="885"/>
                              </a:lnTo>
                              <a:lnTo>
                                <a:pt x="15" y="827"/>
                              </a:lnTo>
                              <a:lnTo>
                                <a:pt x="12" y="767"/>
                              </a:lnTo>
                              <a:lnTo>
                                <a:pt x="7" y="705"/>
                              </a:lnTo>
                              <a:lnTo>
                                <a:pt x="4" y="643"/>
                              </a:lnTo>
                              <a:lnTo>
                                <a:pt x="1" y="579"/>
                              </a:lnTo>
                              <a:lnTo>
                                <a:pt x="0" y="516"/>
                              </a:lnTo>
                              <a:lnTo>
                                <a:pt x="0" y="453"/>
                              </a:lnTo>
                              <a:lnTo>
                                <a:pt x="1" y="422"/>
                              </a:lnTo>
                              <a:lnTo>
                                <a:pt x="3" y="391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26" style="position:absolute;margin-left:-62.75pt;margin-top:-144.95pt;width:4.35pt;height:5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2,10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" path="m18,940r,-55l15,827,12,767,7,705,4,643,1,579,,516,,453,1,422,3,391,18,940xe" filled="f" strokeweight=".5pt">
                <v:path arrowok="t" o:connecttype="custom" o:connectlocs="127,5573;63,4813;0,4053;0,3230;0,2660;63,2280;63,1900;190,1520;253,1140;380,823;570,443;824,127;1077,0;1394,0;1774,63;2091,127;2407,190;2724,253;3104,380;3421,507;3738,633;3991,823;4308,950;4562,1140;4815,1393;5068,1583;5258,1836;5448,2090;5512,6776;4815,6776;4118,6839;3358,6903;2661,6903;2281,6903;1964,6839;1584,6776;1267,6713;950,6586;634,6396;380,6206;127,5953" o:connectangles="0,0,0,0,0,0,0,0,0,0,0,0,0,0,0,0,0,0,0,0,0,0,0,0,0,0,0,0,0,0,0,0,0,0,0,0,0,0,0,0,0" textboxrect="0,0,872,1093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-776605</wp:posOffset>
                </wp:positionH>
                <wp:positionV relativeFrom="paragraph">
                  <wp:posOffset>-2746375</wp:posOffset>
                </wp:positionV>
                <wp:extent cx="118110" cy="179705"/>
                <wp:effectExtent l="0" t="0" r="0" b="8890"/>
                <wp:wrapNone/>
                <wp:docPr id="5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8110" cy="179705"/>
                        </a:xfrm>
                        <a:custGeom>
                          <a:avLst/>
                          <a:gdLst>
                            <a:gd name="T0" fmla="*/ 89 w 1854"/>
                            <a:gd name="T1" fmla="*/ 280 h 2824"/>
                            <a:gd name="T2" fmla="*/ 83 w 1854"/>
                            <a:gd name="T3" fmla="*/ 274 h 2824"/>
                            <a:gd name="T4" fmla="*/ 77 w 1854"/>
                            <a:gd name="T5" fmla="*/ 268 h 2824"/>
                            <a:gd name="T6" fmla="*/ 71 w 1854"/>
                            <a:gd name="T7" fmla="*/ 264 h 2824"/>
                            <a:gd name="T8" fmla="*/ 65 w 1854"/>
                            <a:gd name="T9" fmla="*/ 259 h 2824"/>
                            <a:gd name="T10" fmla="*/ 59 w 1854"/>
                            <a:gd name="T11" fmla="*/ 256 h 2824"/>
                            <a:gd name="T12" fmla="*/ 53 w 1854"/>
                            <a:gd name="T13" fmla="*/ 252 h 2824"/>
                            <a:gd name="T14" fmla="*/ 48 w 1854"/>
                            <a:gd name="T15" fmla="*/ 249 h 2824"/>
                            <a:gd name="T16" fmla="*/ 42 w 1854"/>
                            <a:gd name="T17" fmla="*/ 247 h 2824"/>
                            <a:gd name="T18" fmla="*/ 36 w 1854"/>
                            <a:gd name="T19" fmla="*/ 244 h 2824"/>
                            <a:gd name="T20" fmla="*/ 28 w 1854"/>
                            <a:gd name="T21" fmla="*/ 242 h 2824"/>
                            <a:gd name="T22" fmla="*/ 17 w 1854"/>
                            <a:gd name="T23" fmla="*/ 238 h 2824"/>
                            <a:gd name="T24" fmla="*/ 6 w 1854"/>
                            <a:gd name="T25" fmla="*/ 235 h 2824"/>
                            <a:gd name="T26" fmla="*/ 6 w 1854"/>
                            <a:gd name="T27" fmla="*/ 222 h 2824"/>
                            <a:gd name="T28" fmla="*/ 16 w 1854"/>
                            <a:gd name="T29" fmla="*/ 198 h 2824"/>
                            <a:gd name="T30" fmla="*/ 26 w 1854"/>
                            <a:gd name="T31" fmla="*/ 174 h 2824"/>
                            <a:gd name="T32" fmla="*/ 34 w 1854"/>
                            <a:gd name="T33" fmla="*/ 152 h 2824"/>
                            <a:gd name="T34" fmla="*/ 42 w 1854"/>
                            <a:gd name="T35" fmla="*/ 131 h 2824"/>
                            <a:gd name="T36" fmla="*/ 48 w 1854"/>
                            <a:gd name="T37" fmla="*/ 111 h 2824"/>
                            <a:gd name="T38" fmla="*/ 57 w 1854"/>
                            <a:gd name="T39" fmla="*/ 84 h 2824"/>
                            <a:gd name="T40" fmla="*/ 67 w 1854"/>
                            <a:gd name="T41" fmla="*/ 52 h 2824"/>
                            <a:gd name="T42" fmla="*/ 73 w 1854"/>
                            <a:gd name="T43" fmla="*/ 33 h 2824"/>
                            <a:gd name="T44" fmla="*/ 77 w 1854"/>
                            <a:gd name="T45" fmla="*/ 23 h 2824"/>
                            <a:gd name="T46" fmla="*/ 80 w 1854"/>
                            <a:gd name="T47" fmla="*/ 14 h 2824"/>
                            <a:gd name="T48" fmla="*/ 84 w 1854"/>
                            <a:gd name="T49" fmla="*/ 7 h 2824"/>
                            <a:gd name="T50" fmla="*/ 87 w 1854"/>
                            <a:gd name="T51" fmla="*/ 3 h 2824"/>
                            <a:gd name="T52" fmla="*/ 91 w 1854"/>
                            <a:gd name="T53" fmla="*/ 0 h 2824"/>
                            <a:gd name="T54" fmla="*/ 94 w 1854"/>
                            <a:gd name="T55" fmla="*/ 0 h 2824"/>
                            <a:gd name="T56" fmla="*/ 98 w 1854"/>
                            <a:gd name="T57" fmla="*/ 3 h 2824"/>
                            <a:gd name="T58" fmla="*/ 102 w 1854"/>
                            <a:gd name="T59" fmla="*/ 7 h 2824"/>
                            <a:gd name="T60" fmla="*/ 105 w 1854"/>
                            <a:gd name="T61" fmla="*/ 14 h 2824"/>
                            <a:gd name="T62" fmla="*/ 109 w 1854"/>
                            <a:gd name="T63" fmla="*/ 23 h 2824"/>
                            <a:gd name="T64" fmla="*/ 112 w 1854"/>
                            <a:gd name="T65" fmla="*/ 33 h 2824"/>
                            <a:gd name="T66" fmla="*/ 119 w 1854"/>
                            <a:gd name="T67" fmla="*/ 52 h 2824"/>
                            <a:gd name="T68" fmla="*/ 128 w 1854"/>
                            <a:gd name="T69" fmla="*/ 84 h 2824"/>
                            <a:gd name="T70" fmla="*/ 137 w 1854"/>
                            <a:gd name="T71" fmla="*/ 111 h 2824"/>
                            <a:gd name="T72" fmla="*/ 144 w 1854"/>
                            <a:gd name="T73" fmla="*/ 131 h 2824"/>
                            <a:gd name="T74" fmla="*/ 152 w 1854"/>
                            <a:gd name="T75" fmla="*/ 152 h 2824"/>
                            <a:gd name="T76" fmla="*/ 160 w 1854"/>
                            <a:gd name="T77" fmla="*/ 174 h 2824"/>
                            <a:gd name="T78" fmla="*/ 170 w 1854"/>
                            <a:gd name="T79" fmla="*/ 197 h 2824"/>
                            <a:gd name="T80" fmla="*/ 180 w 1854"/>
                            <a:gd name="T81" fmla="*/ 221 h 2824"/>
                            <a:gd name="T82" fmla="*/ 180 w 1854"/>
                            <a:gd name="T83" fmla="*/ 235 h 2824"/>
                            <a:gd name="T84" fmla="*/ 169 w 1854"/>
                            <a:gd name="T85" fmla="*/ 238 h 2824"/>
                            <a:gd name="T86" fmla="*/ 158 w 1854"/>
                            <a:gd name="T87" fmla="*/ 241 h 2824"/>
                            <a:gd name="T88" fmla="*/ 149 w 1854"/>
                            <a:gd name="T89" fmla="*/ 244 h 2824"/>
                            <a:gd name="T90" fmla="*/ 144 w 1854"/>
                            <a:gd name="T91" fmla="*/ 247 h 2824"/>
                            <a:gd name="T92" fmla="*/ 138 w 1854"/>
                            <a:gd name="T93" fmla="*/ 249 h 2824"/>
                            <a:gd name="T94" fmla="*/ 132 w 1854"/>
                            <a:gd name="T95" fmla="*/ 252 h 2824"/>
                            <a:gd name="T96" fmla="*/ 126 w 1854"/>
                            <a:gd name="T97" fmla="*/ 255 h 2824"/>
                            <a:gd name="T98" fmla="*/ 120 w 1854"/>
                            <a:gd name="T99" fmla="*/ 259 h 2824"/>
                            <a:gd name="T100" fmla="*/ 114 w 1854"/>
                            <a:gd name="T101" fmla="*/ 264 h 2824"/>
                            <a:gd name="T102" fmla="*/ 108 w 1854"/>
                            <a:gd name="T103" fmla="*/ 268 h 2824"/>
                            <a:gd name="T104" fmla="*/ 102 w 1854"/>
                            <a:gd name="T105" fmla="*/ 274 h 2824"/>
                            <a:gd name="T106" fmla="*/ 96 w 1854"/>
                            <a:gd name="T107" fmla="*/ 280 h 2824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w 1854"/>
                            <a:gd name="T163" fmla="*/ 0 h 2824"/>
                            <a:gd name="T164" fmla="*/ 1854 w 1854"/>
                            <a:gd name="T165" fmla="*/ 2824 h 2824"/>
                          </a:gdLst>
                          <a:ahLst/>
                          <a:cxnLst>
                            <a:cxn ang="T108">
                              <a:pos x="T0" y="T1"/>
                            </a:cxn>
                            <a:cxn ang="T109">
                              <a:pos x="T2" y="T3"/>
                            </a:cxn>
                            <a:cxn ang="T110">
                              <a:pos x="T4" y="T5"/>
                            </a:cxn>
                            <a:cxn ang="T111">
                              <a:pos x="T6" y="T7"/>
                            </a:cxn>
                            <a:cxn ang="T112">
                              <a:pos x="T8" y="T9"/>
                            </a:cxn>
                            <a:cxn ang="T113">
                              <a:pos x="T10" y="T11"/>
                            </a:cxn>
                            <a:cxn ang="T114">
                              <a:pos x="T12" y="T13"/>
                            </a:cxn>
                            <a:cxn ang="T115">
                              <a:pos x="T14" y="T15"/>
                            </a:cxn>
                            <a:cxn ang="T116">
                              <a:pos x="T16" y="T17"/>
                            </a:cxn>
                            <a:cxn ang="T117">
                              <a:pos x="T18" y="T19"/>
                            </a:cxn>
                            <a:cxn ang="T118">
                              <a:pos x="T20" y="T21"/>
                            </a:cxn>
                            <a:cxn ang="T119">
                              <a:pos x="T22" y="T23"/>
                            </a:cxn>
                            <a:cxn ang="T120">
                              <a:pos x="T24" y="T25"/>
                            </a:cxn>
                            <a:cxn ang="T121">
                              <a:pos x="T26" y="T27"/>
                            </a:cxn>
                            <a:cxn ang="T122">
                              <a:pos x="T28" y="T29"/>
                            </a:cxn>
                            <a:cxn ang="T123">
                              <a:pos x="T30" y="T31"/>
                            </a:cxn>
                            <a:cxn ang="T124">
                              <a:pos x="T32" y="T33"/>
                            </a:cxn>
                            <a:cxn ang="T125">
                              <a:pos x="T34" y="T35"/>
                            </a:cxn>
                            <a:cxn ang="T126">
                              <a:pos x="T36" y="T37"/>
                            </a:cxn>
                            <a:cxn ang="T127">
                              <a:pos x="T38" y="T39"/>
                            </a:cxn>
                            <a:cxn ang="T128">
                              <a:pos x="T40" y="T41"/>
                            </a:cxn>
                            <a:cxn ang="T129">
                              <a:pos x="T42" y="T43"/>
                            </a:cxn>
                            <a:cxn ang="T130">
                              <a:pos x="T44" y="T45"/>
                            </a:cxn>
                            <a:cxn ang="T131">
                              <a:pos x="T46" y="T47"/>
                            </a:cxn>
                            <a:cxn ang="T132">
                              <a:pos x="T48" y="T49"/>
                            </a:cxn>
                            <a:cxn ang="T133">
                              <a:pos x="T50" y="T51"/>
                            </a:cxn>
                            <a:cxn ang="T134">
                              <a:pos x="T52" y="T53"/>
                            </a:cxn>
                            <a:cxn ang="T135">
                              <a:pos x="T54" y="T55"/>
                            </a:cxn>
                            <a:cxn ang="T136">
                              <a:pos x="T56" y="T57"/>
                            </a:cxn>
                            <a:cxn ang="T137">
                              <a:pos x="T58" y="T59"/>
                            </a:cxn>
                            <a:cxn ang="T138">
                              <a:pos x="T60" y="T61"/>
                            </a:cxn>
                            <a:cxn ang="T139">
                              <a:pos x="T62" y="T63"/>
                            </a:cxn>
                            <a:cxn ang="T140">
                              <a:pos x="T64" y="T65"/>
                            </a:cxn>
                            <a:cxn ang="T141">
                              <a:pos x="T66" y="T67"/>
                            </a:cxn>
                            <a:cxn ang="T142">
                              <a:pos x="T68" y="T69"/>
                            </a:cxn>
                            <a:cxn ang="T143">
                              <a:pos x="T70" y="T71"/>
                            </a:cxn>
                            <a:cxn ang="T144">
                              <a:pos x="T72" y="T73"/>
                            </a:cxn>
                            <a:cxn ang="T145">
                              <a:pos x="T74" y="T75"/>
                            </a:cxn>
                            <a:cxn ang="T146">
                              <a:pos x="T76" y="T77"/>
                            </a:cxn>
                            <a:cxn ang="T147">
                              <a:pos x="T78" y="T79"/>
                            </a:cxn>
                            <a:cxn ang="T148">
                              <a:pos x="T80" y="T81"/>
                            </a:cxn>
                            <a:cxn ang="T149">
                              <a:pos x="T82" y="T83"/>
                            </a:cxn>
                            <a:cxn ang="T150">
                              <a:pos x="T84" y="T85"/>
                            </a:cxn>
                            <a:cxn ang="T151">
                              <a:pos x="T86" y="T87"/>
                            </a:cxn>
                            <a:cxn ang="T152">
                              <a:pos x="T88" y="T89"/>
                            </a:cxn>
                            <a:cxn ang="T153">
                              <a:pos x="T90" y="T91"/>
                            </a:cxn>
                            <a:cxn ang="T154">
                              <a:pos x="T92" y="T93"/>
                            </a:cxn>
                            <a:cxn ang="T155">
                              <a:pos x="T94" y="T95"/>
                            </a:cxn>
                            <a:cxn ang="T156">
                              <a:pos x="T96" y="T97"/>
                            </a:cxn>
                            <a:cxn ang="T157">
                              <a:pos x="T98" y="T99"/>
                            </a:cxn>
                            <a:cxn ang="T158">
                              <a:pos x="T100" y="T101"/>
                            </a:cxn>
                            <a:cxn ang="T159">
                              <a:pos x="T102" y="T103"/>
                            </a:cxn>
                            <a:cxn ang="T160">
                              <a:pos x="T104" y="T105"/>
                            </a:cxn>
                            <a:cxn ang="T161">
                              <a:pos x="T106" y="T107"/>
                            </a:cxn>
                          </a:cxnLst>
                          <a:rect l="T162" t="T163" r="T164" b="T165"/>
                          <a:pathLst>
                            <a:path w="1854" h="2824">
                              <a:moveTo>
                                <a:pt x="923" y="2824"/>
                              </a:moveTo>
                              <a:lnTo>
                                <a:pt x="891" y="2792"/>
                              </a:lnTo>
                              <a:lnTo>
                                <a:pt x="860" y="2761"/>
                              </a:lnTo>
                              <a:lnTo>
                                <a:pt x="829" y="2732"/>
                              </a:lnTo>
                              <a:lnTo>
                                <a:pt x="798" y="2704"/>
                              </a:lnTo>
                              <a:lnTo>
                                <a:pt x="768" y="2678"/>
                              </a:lnTo>
                              <a:lnTo>
                                <a:pt x="738" y="2654"/>
                              </a:lnTo>
                              <a:lnTo>
                                <a:pt x="708" y="2630"/>
                              </a:lnTo>
                              <a:lnTo>
                                <a:pt x="678" y="2608"/>
                              </a:lnTo>
                              <a:lnTo>
                                <a:pt x="648" y="2587"/>
                              </a:lnTo>
                              <a:lnTo>
                                <a:pt x="619" y="256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6" style="position:absolute;margin-left:-61.15pt;margin-top:-216.25pt;width:9.3pt;height:14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54,28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" path="m923,2824r-32,-32l860,2761r-31,-29l798,2704r-30,-26l738,2654r-30,-24l678,2608r-30,-21l619,2568r304,256xe" stroked="f">
                <v:path arrowok="t" o:connecttype="custom" o:connectlocs="5670,17818;5288,17436;4905,17054;4523,16800;4141,16481;3759,16291;3376,16036;3058,15845;2676,15718;2293,15527;1784,15400;1083,15145;382,14954;382,14127;1019,12600;1656,11072;2166,9673;2676,8336;3058,7063;3631,5345;4268,3309;4651,2100;4905,1464;5096,891;5351,445;5542,191;5797,0;5988,0;6243,191;6498,445;6689,891;6944,1464;7135,2100;7581,3309;8154,5345;8728,7063;9174,8336;9683,9673;10193,11072;10830,12536;11467,14063;11467,14954;10766,15145;10065,15336;9492,15527;9174,15718;8791,15845;8409,16036;8027,16227;7645,16481;7262,16800;6880,17054;6498,17436;6116,17818" o:connectangles="0,0,0,0,0,0,0,0,0,0,0,0,0,0,0,0,0,0,0,0,0,0,0,0,0,0,0,0,0,0,0,0,0,0,0,0,0,0,0,0,0,0,0,0,0,0,0,0,0,0,0,0,0,0" textboxrect="0,0,1854,2824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-776605</wp:posOffset>
                </wp:positionH>
                <wp:positionV relativeFrom="paragraph">
                  <wp:posOffset>-3465195</wp:posOffset>
                </wp:positionV>
                <wp:extent cx="118110" cy="179705"/>
                <wp:effectExtent l="33020" t="0" r="0" b="89535"/>
                <wp:wrapNone/>
                <wp:docPr id="4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8110" cy="179705"/>
                        </a:xfrm>
                        <a:custGeom>
                          <a:avLst/>
                          <a:gdLst>
                            <a:gd name="T0" fmla="*/ 89 w 1854"/>
                            <a:gd name="T1" fmla="*/ 280 h 2824"/>
                            <a:gd name="T2" fmla="*/ 83 w 1854"/>
                            <a:gd name="T3" fmla="*/ 274 h 2824"/>
                            <a:gd name="T4" fmla="*/ 77 w 1854"/>
                            <a:gd name="T5" fmla="*/ 268 h 2824"/>
                            <a:gd name="T6" fmla="*/ 71 w 1854"/>
                            <a:gd name="T7" fmla="*/ 264 h 2824"/>
                            <a:gd name="T8" fmla="*/ 65 w 1854"/>
                            <a:gd name="T9" fmla="*/ 259 h 2824"/>
                            <a:gd name="T10" fmla="*/ 59 w 1854"/>
                            <a:gd name="T11" fmla="*/ 256 h 2824"/>
                            <a:gd name="T12" fmla="*/ 53 w 1854"/>
                            <a:gd name="T13" fmla="*/ 252 h 2824"/>
                            <a:gd name="T14" fmla="*/ 48 w 1854"/>
                            <a:gd name="T15" fmla="*/ 249 h 2824"/>
                            <a:gd name="T16" fmla="*/ 42 w 1854"/>
                            <a:gd name="T17" fmla="*/ 247 h 2824"/>
                            <a:gd name="T18" fmla="*/ 36 w 1854"/>
                            <a:gd name="T19" fmla="*/ 244 h 2824"/>
                            <a:gd name="T20" fmla="*/ 28 w 1854"/>
                            <a:gd name="T21" fmla="*/ 242 h 2824"/>
                            <a:gd name="T22" fmla="*/ 17 w 1854"/>
                            <a:gd name="T23" fmla="*/ 238 h 2824"/>
                            <a:gd name="T24" fmla="*/ 6 w 1854"/>
                            <a:gd name="T25" fmla="*/ 235 h 2824"/>
                            <a:gd name="T26" fmla="*/ 6 w 1854"/>
                            <a:gd name="T27" fmla="*/ 222 h 2824"/>
                            <a:gd name="T28" fmla="*/ 16 w 1854"/>
                            <a:gd name="T29" fmla="*/ 198 h 2824"/>
                            <a:gd name="T30" fmla="*/ 26 w 1854"/>
                            <a:gd name="T31" fmla="*/ 174 h 2824"/>
                            <a:gd name="T32" fmla="*/ 34 w 1854"/>
                            <a:gd name="T33" fmla="*/ 152 h 2824"/>
                            <a:gd name="T34" fmla="*/ 42 w 1854"/>
                            <a:gd name="T35" fmla="*/ 131 h 2824"/>
                            <a:gd name="T36" fmla="*/ 48 w 1854"/>
                            <a:gd name="T37" fmla="*/ 111 h 2824"/>
                            <a:gd name="T38" fmla="*/ 57 w 1854"/>
                            <a:gd name="T39" fmla="*/ 84 h 2824"/>
                            <a:gd name="T40" fmla="*/ 67 w 1854"/>
                            <a:gd name="T41" fmla="*/ 52 h 2824"/>
                            <a:gd name="T42" fmla="*/ 73 w 1854"/>
                            <a:gd name="T43" fmla="*/ 33 h 2824"/>
                            <a:gd name="T44" fmla="*/ 77 w 1854"/>
                            <a:gd name="T45" fmla="*/ 23 h 2824"/>
                            <a:gd name="T46" fmla="*/ 80 w 1854"/>
                            <a:gd name="T47" fmla="*/ 14 h 2824"/>
                            <a:gd name="T48" fmla="*/ 84 w 1854"/>
                            <a:gd name="T49" fmla="*/ 7 h 2824"/>
                            <a:gd name="T50" fmla="*/ 87 w 1854"/>
                            <a:gd name="T51" fmla="*/ 3 h 2824"/>
                            <a:gd name="T52" fmla="*/ 91 w 1854"/>
                            <a:gd name="T53" fmla="*/ 0 h 2824"/>
                            <a:gd name="T54" fmla="*/ 94 w 1854"/>
                            <a:gd name="T55" fmla="*/ 0 h 2824"/>
                            <a:gd name="T56" fmla="*/ 98 w 1854"/>
                            <a:gd name="T57" fmla="*/ 3 h 2824"/>
                            <a:gd name="T58" fmla="*/ 102 w 1854"/>
                            <a:gd name="T59" fmla="*/ 7 h 2824"/>
                            <a:gd name="T60" fmla="*/ 105 w 1854"/>
                            <a:gd name="T61" fmla="*/ 14 h 2824"/>
                            <a:gd name="T62" fmla="*/ 109 w 1854"/>
                            <a:gd name="T63" fmla="*/ 23 h 2824"/>
                            <a:gd name="T64" fmla="*/ 112 w 1854"/>
                            <a:gd name="T65" fmla="*/ 33 h 2824"/>
                            <a:gd name="T66" fmla="*/ 119 w 1854"/>
                            <a:gd name="T67" fmla="*/ 52 h 2824"/>
                            <a:gd name="T68" fmla="*/ 128 w 1854"/>
                            <a:gd name="T69" fmla="*/ 84 h 2824"/>
                            <a:gd name="T70" fmla="*/ 137 w 1854"/>
                            <a:gd name="T71" fmla="*/ 111 h 2824"/>
                            <a:gd name="T72" fmla="*/ 144 w 1854"/>
                            <a:gd name="T73" fmla="*/ 131 h 2824"/>
                            <a:gd name="T74" fmla="*/ 152 w 1854"/>
                            <a:gd name="T75" fmla="*/ 152 h 2824"/>
                            <a:gd name="T76" fmla="*/ 160 w 1854"/>
                            <a:gd name="T77" fmla="*/ 174 h 2824"/>
                            <a:gd name="T78" fmla="*/ 170 w 1854"/>
                            <a:gd name="T79" fmla="*/ 197 h 2824"/>
                            <a:gd name="T80" fmla="*/ 180 w 1854"/>
                            <a:gd name="T81" fmla="*/ 221 h 2824"/>
                            <a:gd name="T82" fmla="*/ 180 w 1854"/>
                            <a:gd name="T83" fmla="*/ 235 h 2824"/>
                            <a:gd name="T84" fmla="*/ 169 w 1854"/>
                            <a:gd name="T85" fmla="*/ 238 h 2824"/>
                            <a:gd name="T86" fmla="*/ 158 w 1854"/>
                            <a:gd name="T87" fmla="*/ 241 h 2824"/>
                            <a:gd name="T88" fmla="*/ 149 w 1854"/>
                            <a:gd name="T89" fmla="*/ 244 h 2824"/>
                            <a:gd name="T90" fmla="*/ 144 w 1854"/>
                            <a:gd name="T91" fmla="*/ 247 h 2824"/>
                            <a:gd name="T92" fmla="*/ 138 w 1854"/>
                            <a:gd name="T93" fmla="*/ 249 h 2824"/>
                            <a:gd name="T94" fmla="*/ 132 w 1854"/>
                            <a:gd name="T95" fmla="*/ 252 h 2824"/>
                            <a:gd name="T96" fmla="*/ 126 w 1854"/>
                            <a:gd name="T97" fmla="*/ 255 h 2824"/>
                            <a:gd name="T98" fmla="*/ 120 w 1854"/>
                            <a:gd name="T99" fmla="*/ 259 h 2824"/>
                            <a:gd name="T100" fmla="*/ 114 w 1854"/>
                            <a:gd name="T101" fmla="*/ 264 h 2824"/>
                            <a:gd name="T102" fmla="*/ 108 w 1854"/>
                            <a:gd name="T103" fmla="*/ 268 h 2824"/>
                            <a:gd name="T104" fmla="*/ 102 w 1854"/>
                            <a:gd name="T105" fmla="*/ 274 h 2824"/>
                            <a:gd name="T106" fmla="*/ 96 w 1854"/>
                            <a:gd name="T107" fmla="*/ 280 h 2824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w 1854"/>
                            <a:gd name="T163" fmla="*/ 0 h 2824"/>
                            <a:gd name="T164" fmla="*/ 1854 w 1854"/>
                            <a:gd name="T165" fmla="*/ 2824 h 2824"/>
                          </a:gdLst>
                          <a:ahLst/>
                          <a:cxnLst>
                            <a:cxn ang="T108">
                              <a:pos x="T0" y="T1"/>
                            </a:cxn>
                            <a:cxn ang="T109">
                              <a:pos x="T2" y="T3"/>
                            </a:cxn>
                            <a:cxn ang="T110">
                              <a:pos x="T4" y="T5"/>
                            </a:cxn>
                            <a:cxn ang="T111">
                              <a:pos x="T6" y="T7"/>
                            </a:cxn>
                            <a:cxn ang="T112">
                              <a:pos x="T8" y="T9"/>
                            </a:cxn>
                            <a:cxn ang="T113">
                              <a:pos x="T10" y="T11"/>
                            </a:cxn>
                            <a:cxn ang="T114">
                              <a:pos x="T12" y="T13"/>
                            </a:cxn>
                            <a:cxn ang="T115">
                              <a:pos x="T14" y="T15"/>
                            </a:cxn>
                            <a:cxn ang="T116">
                              <a:pos x="T16" y="T17"/>
                            </a:cxn>
                            <a:cxn ang="T117">
                              <a:pos x="T18" y="T19"/>
                            </a:cxn>
                            <a:cxn ang="T118">
                              <a:pos x="T20" y="T21"/>
                            </a:cxn>
                            <a:cxn ang="T119">
                              <a:pos x="T22" y="T23"/>
                            </a:cxn>
                            <a:cxn ang="T120">
                              <a:pos x="T24" y="T25"/>
                            </a:cxn>
                            <a:cxn ang="T121">
                              <a:pos x="T26" y="T27"/>
                            </a:cxn>
                            <a:cxn ang="T122">
                              <a:pos x="T28" y="T29"/>
                            </a:cxn>
                            <a:cxn ang="T123">
                              <a:pos x="T30" y="T31"/>
                            </a:cxn>
                            <a:cxn ang="T124">
                              <a:pos x="T32" y="T33"/>
                            </a:cxn>
                            <a:cxn ang="T125">
                              <a:pos x="T34" y="T35"/>
                            </a:cxn>
                            <a:cxn ang="T126">
                              <a:pos x="T36" y="T37"/>
                            </a:cxn>
                            <a:cxn ang="T127">
                              <a:pos x="T38" y="T39"/>
                            </a:cxn>
                            <a:cxn ang="T128">
                              <a:pos x="T40" y="T41"/>
                            </a:cxn>
                            <a:cxn ang="T129">
                              <a:pos x="T42" y="T43"/>
                            </a:cxn>
                            <a:cxn ang="T130">
                              <a:pos x="T44" y="T45"/>
                            </a:cxn>
                            <a:cxn ang="T131">
                              <a:pos x="T46" y="T47"/>
                            </a:cxn>
                            <a:cxn ang="T132">
                              <a:pos x="T48" y="T49"/>
                            </a:cxn>
                            <a:cxn ang="T133">
                              <a:pos x="T50" y="T51"/>
                            </a:cxn>
                            <a:cxn ang="T134">
                              <a:pos x="T52" y="T53"/>
                            </a:cxn>
                            <a:cxn ang="T135">
                              <a:pos x="T54" y="T55"/>
                            </a:cxn>
                            <a:cxn ang="T136">
                              <a:pos x="T56" y="T57"/>
                            </a:cxn>
                            <a:cxn ang="T137">
                              <a:pos x="T58" y="T59"/>
                            </a:cxn>
                            <a:cxn ang="T138">
                              <a:pos x="T60" y="T61"/>
                            </a:cxn>
                            <a:cxn ang="T139">
                              <a:pos x="T62" y="T63"/>
                            </a:cxn>
                            <a:cxn ang="T140">
                              <a:pos x="T64" y="T65"/>
                            </a:cxn>
                            <a:cxn ang="T141">
                              <a:pos x="T66" y="T67"/>
                            </a:cxn>
                            <a:cxn ang="T142">
                              <a:pos x="T68" y="T69"/>
                            </a:cxn>
                            <a:cxn ang="T143">
                              <a:pos x="T70" y="T71"/>
                            </a:cxn>
                            <a:cxn ang="T144">
                              <a:pos x="T72" y="T73"/>
                            </a:cxn>
                            <a:cxn ang="T145">
                              <a:pos x="T74" y="T75"/>
                            </a:cxn>
                            <a:cxn ang="T146">
                              <a:pos x="T76" y="T77"/>
                            </a:cxn>
                            <a:cxn ang="T147">
                              <a:pos x="T78" y="T79"/>
                            </a:cxn>
                            <a:cxn ang="T148">
                              <a:pos x="T80" y="T81"/>
                            </a:cxn>
                            <a:cxn ang="T149">
                              <a:pos x="T82" y="T83"/>
                            </a:cxn>
                            <a:cxn ang="T150">
                              <a:pos x="T84" y="T85"/>
                            </a:cxn>
                            <a:cxn ang="T151">
                              <a:pos x="T86" y="T87"/>
                            </a:cxn>
                            <a:cxn ang="T152">
                              <a:pos x="T88" y="T89"/>
                            </a:cxn>
                            <a:cxn ang="T153">
                              <a:pos x="T90" y="T91"/>
                            </a:cxn>
                            <a:cxn ang="T154">
                              <a:pos x="T92" y="T93"/>
                            </a:cxn>
                            <a:cxn ang="T155">
                              <a:pos x="T94" y="T95"/>
                            </a:cxn>
                            <a:cxn ang="T156">
                              <a:pos x="T96" y="T97"/>
                            </a:cxn>
                            <a:cxn ang="T157">
                              <a:pos x="T98" y="T99"/>
                            </a:cxn>
                            <a:cxn ang="T158">
                              <a:pos x="T100" y="T101"/>
                            </a:cxn>
                            <a:cxn ang="T159">
                              <a:pos x="T102" y="T103"/>
                            </a:cxn>
                            <a:cxn ang="T160">
                              <a:pos x="T104" y="T105"/>
                            </a:cxn>
                            <a:cxn ang="T161">
                              <a:pos x="T106" y="T107"/>
                            </a:cxn>
                          </a:cxnLst>
                          <a:rect l="T162" t="T163" r="T164" b="T165"/>
                          <a:pathLst>
                            <a:path w="1854" h="2824">
                              <a:moveTo>
                                <a:pt x="923" y="2824"/>
                              </a:moveTo>
                              <a:lnTo>
                                <a:pt x="891" y="2792"/>
                              </a:lnTo>
                              <a:lnTo>
                                <a:pt x="860" y="2761"/>
                              </a:lnTo>
                              <a:lnTo>
                                <a:pt x="829" y="2732"/>
                              </a:lnTo>
                              <a:lnTo>
                                <a:pt x="798" y="2704"/>
                              </a:lnTo>
                              <a:lnTo>
                                <a:pt x="768" y="2678"/>
                              </a:lnTo>
                              <a:lnTo>
                                <a:pt x="738" y="2654"/>
                              </a:lnTo>
                              <a:lnTo>
                                <a:pt x="708" y="2630"/>
                              </a:lnTo>
                              <a:lnTo>
                                <a:pt x="678" y="2608"/>
                              </a:lnTo>
                              <a:lnTo>
                                <a:pt x="648" y="2587"/>
                              </a:lnTo>
                              <a:lnTo>
                                <a:pt x="619" y="2568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" o:spid="_x0000_s1026" style="position:absolute;margin-left:-61.15pt;margin-top:-272.85pt;width:9.3pt;height:14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54,28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" path="m923,2824r-32,-32l860,2761r-31,-29l798,2704r-30,-26l738,2654r-30,-24l678,2608r-30,-21l619,2568r304,256xe" filled="f" strokeweight=".5pt">
                <v:path arrowok="t" o:connecttype="custom" o:connectlocs="5670,17818;5288,17436;4905,17054;4523,16800;4141,16481;3759,16291;3376,16036;3058,15845;2676,15718;2293,15527;1784,15400;1083,15145;382,14954;382,14127;1019,12600;1656,11072;2166,9673;2676,8336;3058,7063;3631,5345;4268,3309;4651,2100;4905,1464;5096,891;5351,445;5542,191;5797,0;5988,0;6243,191;6498,445;6689,891;6944,1464;7135,2100;7581,3309;8154,5345;8728,7063;9174,8336;9683,9673;10193,11072;10830,12536;11467,14063;11467,14954;10766,15145;10065,15336;9492,15527;9174,15718;8791,15845;8409,16036;8027,16227;7645,16481;7262,16800;6880,17054;6498,17436;6116,17818" o:connectangles="0,0,0,0,0,0,0,0,0,0,0,0,0,0,0,0,0,0,0,0,0,0,0,0,0,0,0,0,0,0,0,0,0,0,0,0,0,0,0,0,0,0,0,0,0,0,0,0,0,0,0,0,0,0" textboxrect="0,0,1854,2824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-568960</wp:posOffset>
                </wp:positionH>
                <wp:positionV relativeFrom="paragraph">
                  <wp:posOffset>-4490085</wp:posOffset>
                </wp:positionV>
                <wp:extent cx="73660" cy="360045"/>
                <wp:effectExtent l="0" t="0" r="0" b="635"/>
                <wp:wrapNone/>
                <wp:docPr id="3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660" cy="360045"/>
                        </a:xfrm>
                        <a:custGeom>
                          <a:avLst/>
                          <a:gdLst>
                            <a:gd name="T0" fmla="*/ 105 w 1160"/>
                            <a:gd name="T1" fmla="*/ 563 h 5677"/>
                            <a:gd name="T2" fmla="*/ 108 w 1160"/>
                            <a:gd name="T3" fmla="*/ 561 h 5677"/>
                            <a:gd name="T4" fmla="*/ 110 w 1160"/>
                            <a:gd name="T5" fmla="*/ 559 h 5677"/>
                            <a:gd name="T6" fmla="*/ 112 w 1160"/>
                            <a:gd name="T7" fmla="*/ 554 h 5677"/>
                            <a:gd name="T8" fmla="*/ 114 w 1160"/>
                            <a:gd name="T9" fmla="*/ 487 h 5677"/>
                            <a:gd name="T10" fmla="*/ 114 w 1160"/>
                            <a:gd name="T11" fmla="*/ 359 h 5677"/>
                            <a:gd name="T12" fmla="*/ 114 w 1160"/>
                            <a:gd name="T13" fmla="*/ 231 h 5677"/>
                            <a:gd name="T14" fmla="*/ 114 w 1160"/>
                            <a:gd name="T15" fmla="*/ 134 h 5677"/>
                            <a:gd name="T16" fmla="*/ 116 w 1160"/>
                            <a:gd name="T17" fmla="*/ 37 h 5677"/>
                            <a:gd name="T18" fmla="*/ 115 w 1160"/>
                            <a:gd name="T19" fmla="*/ 32 h 5677"/>
                            <a:gd name="T20" fmla="*/ 116 w 1160"/>
                            <a:gd name="T21" fmla="*/ 23 h 5677"/>
                            <a:gd name="T22" fmla="*/ 116 w 1160"/>
                            <a:gd name="T23" fmla="*/ 18 h 5677"/>
                            <a:gd name="T24" fmla="*/ 115 w 1160"/>
                            <a:gd name="T25" fmla="*/ 12 h 5677"/>
                            <a:gd name="T26" fmla="*/ 114 w 1160"/>
                            <a:gd name="T27" fmla="*/ 6 h 5677"/>
                            <a:gd name="T28" fmla="*/ 113 w 1160"/>
                            <a:gd name="T29" fmla="*/ 4 h 5677"/>
                            <a:gd name="T30" fmla="*/ 112 w 1160"/>
                            <a:gd name="T31" fmla="*/ 2 h 5677"/>
                            <a:gd name="T32" fmla="*/ 110 w 1160"/>
                            <a:gd name="T33" fmla="*/ 0 h 5677"/>
                            <a:gd name="T34" fmla="*/ 108 w 1160"/>
                            <a:gd name="T35" fmla="*/ 0 h 5677"/>
                            <a:gd name="T36" fmla="*/ 106 w 1160"/>
                            <a:gd name="T37" fmla="*/ 0 h 5677"/>
                            <a:gd name="T38" fmla="*/ 101 w 1160"/>
                            <a:gd name="T39" fmla="*/ 2 h 5677"/>
                            <a:gd name="T40" fmla="*/ 96 w 1160"/>
                            <a:gd name="T41" fmla="*/ 5 h 5677"/>
                            <a:gd name="T42" fmla="*/ 85 w 1160"/>
                            <a:gd name="T43" fmla="*/ 19 h 5677"/>
                            <a:gd name="T44" fmla="*/ 66 w 1160"/>
                            <a:gd name="T45" fmla="*/ 57 h 5677"/>
                            <a:gd name="T46" fmla="*/ 50 w 1160"/>
                            <a:gd name="T47" fmla="*/ 98 h 5677"/>
                            <a:gd name="T48" fmla="*/ 37 w 1160"/>
                            <a:gd name="T49" fmla="*/ 140 h 5677"/>
                            <a:gd name="T50" fmla="*/ 26 w 1160"/>
                            <a:gd name="T51" fmla="*/ 184 h 5677"/>
                            <a:gd name="T52" fmla="*/ 17 w 1160"/>
                            <a:gd name="T53" fmla="*/ 229 h 5677"/>
                            <a:gd name="T54" fmla="*/ 11 w 1160"/>
                            <a:gd name="T55" fmla="*/ 274 h 5677"/>
                            <a:gd name="T56" fmla="*/ 6 w 1160"/>
                            <a:gd name="T57" fmla="*/ 319 h 5677"/>
                            <a:gd name="T58" fmla="*/ 3 w 1160"/>
                            <a:gd name="T59" fmla="*/ 365 h 5677"/>
                            <a:gd name="T60" fmla="*/ 1 w 1160"/>
                            <a:gd name="T61" fmla="*/ 409 h 5677"/>
                            <a:gd name="T62" fmla="*/ 0 w 1160"/>
                            <a:gd name="T63" fmla="*/ 453 h 5677"/>
                            <a:gd name="T64" fmla="*/ 7 w 1160"/>
                            <a:gd name="T65" fmla="*/ 472 h 5677"/>
                            <a:gd name="T66" fmla="*/ 16 w 1160"/>
                            <a:gd name="T67" fmla="*/ 479 h 5677"/>
                            <a:gd name="T68" fmla="*/ 25 w 1160"/>
                            <a:gd name="T69" fmla="*/ 487 h 5677"/>
                            <a:gd name="T70" fmla="*/ 32 w 1160"/>
                            <a:gd name="T71" fmla="*/ 495 h 5677"/>
                            <a:gd name="T72" fmla="*/ 39 w 1160"/>
                            <a:gd name="T73" fmla="*/ 503 h 5677"/>
                            <a:gd name="T74" fmla="*/ 45 w 1160"/>
                            <a:gd name="T75" fmla="*/ 512 h 5677"/>
                            <a:gd name="T76" fmla="*/ 51 w 1160"/>
                            <a:gd name="T77" fmla="*/ 521 h 5677"/>
                            <a:gd name="T78" fmla="*/ 56 w 1160"/>
                            <a:gd name="T79" fmla="*/ 531 h 5677"/>
                            <a:gd name="T80" fmla="*/ 64 w 1160"/>
                            <a:gd name="T81" fmla="*/ 550 h 5677"/>
                            <a:gd name="T82" fmla="*/ 73 w 1160"/>
                            <a:gd name="T83" fmla="*/ 567 h 5677"/>
                            <a:gd name="T84" fmla="*/ 84 w 1160"/>
                            <a:gd name="T85" fmla="*/ 566 h 5677"/>
                            <a:gd name="T86" fmla="*/ 91 w 1160"/>
                            <a:gd name="T87" fmla="*/ 565 h 5677"/>
                            <a:gd name="T88" fmla="*/ 96 w 1160"/>
                            <a:gd name="T89" fmla="*/ 566 h 5677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w 1160"/>
                            <a:gd name="T136" fmla="*/ 0 h 5677"/>
                            <a:gd name="T137" fmla="*/ 1160 w 1160"/>
                            <a:gd name="T138" fmla="*/ 5677 h 5677"/>
                          </a:gdLst>
                          <a:ahLst/>
                          <a:cxnLst>
                            <a:cxn ang="T90">
                              <a:pos x="T0" y="T1"/>
                            </a:cxn>
                            <a:cxn ang="T91">
                              <a:pos x="T2" y="T3"/>
                            </a:cxn>
                            <a:cxn ang="T92">
                              <a:pos x="T4" y="T5"/>
                            </a:cxn>
                            <a:cxn ang="T93">
                              <a:pos x="T6" y="T7"/>
                            </a:cxn>
                            <a:cxn ang="T94">
                              <a:pos x="T8" y="T9"/>
                            </a:cxn>
                            <a:cxn ang="T95">
                              <a:pos x="T10" y="T11"/>
                            </a:cxn>
                            <a:cxn ang="T96">
                              <a:pos x="T12" y="T13"/>
                            </a:cxn>
                            <a:cxn ang="T97">
                              <a:pos x="T14" y="T15"/>
                            </a:cxn>
                            <a:cxn ang="T98">
                              <a:pos x="T16" y="T17"/>
                            </a:cxn>
                            <a:cxn ang="T99">
                              <a:pos x="T18" y="T19"/>
                            </a:cxn>
                            <a:cxn ang="T100">
                              <a:pos x="T20" y="T21"/>
                            </a:cxn>
                            <a:cxn ang="T101">
                              <a:pos x="T22" y="T23"/>
                            </a:cxn>
                            <a:cxn ang="T102">
                              <a:pos x="T24" y="T25"/>
                            </a:cxn>
                            <a:cxn ang="T103">
                              <a:pos x="T26" y="T27"/>
                            </a:cxn>
                            <a:cxn ang="T104">
                              <a:pos x="T28" y="T29"/>
                            </a:cxn>
                            <a:cxn ang="T105">
                              <a:pos x="T30" y="T31"/>
                            </a:cxn>
                            <a:cxn ang="T106">
                              <a:pos x="T32" y="T33"/>
                            </a:cxn>
                            <a:cxn ang="T107">
                              <a:pos x="T34" y="T35"/>
                            </a:cxn>
                            <a:cxn ang="T108">
                              <a:pos x="T36" y="T37"/>
                            </a:cxn>
                            <a:cxn ang="T109">
                              <a:pos x="T38" y="T39"/>
                            </a:cxn>
                            <a:cxn ang="T110">
                              <a:pos x="T40" y="T41"/>
                            </a:cxn>
                            <a:cxn ang="T111">
                              <a:pos x="T42" y="T43"/>
                            </a:cxn>
                            <a:cxn ang="T112">
                              <a:pos x="T44" y="T45"/>
                            </a:cxn>
                            <a:cxn ang="T113">
                              <a:pos x="T46" y="T47"/>
                            </a:cxn>
                            <a:cxn ang="T114">
                              <a:pos x="T48" y="T49"/>
                            </a:cxn>
                            <a:cxn ang="T115">
                              <a:pos x="T50" y="T51"/>
                            </a:cxn>
                            <a:cxn ang="T116">
                              <a:pos x="T52" y="T53"/>
                            </a:cxn>
                            <a:cxn ang="T117">
                              <a:pos x="T54" y="T55"/>
                            </a:cxn>
                            <a:cxn ang="T118">
                              <a:pos x="T56" y="T57"/>
                            </a:cxn>
                            <a:cxn ang="T119">
                              <a:pos x="T58" y="T59"/>
                            </a:cxn>
                            <a:cxn ang="T120">
                              <a:pos x="T60" y="T61"/>
                            </a:cxn>
                            <a:cxn ang="T121">
                              <a:pos x="T62" y="T63"/>
                            </a:cxn>
                            <a:cxn ang="T122">
                              <a:pos x="T64" y="T65"/>
                            </a:cxn>
                            <a:cxn ang="T123">
                              <a:pos x="T66" y="T67"/>
                            </a:cxn>
                            <a:cxn ang="T124">
                              <a:pos x="T68" y="T69"/>
                            </a:cxn>
                            <a:cxn ang="T125">
                              <a:pos x="T70" y="T71"/>
                            </a:cxn>
                            <a:cxn ang="T126">
                              <a:pos x="T72" y="T73"/>
                            </a:cxn>
                            <a:cxn ang="T127">
                              <a:pos x="T74" y="T75"/>
                            </a:cxn>
                            <a:cxn ang="T128">
                              <a:pos x="T76" y="T77"/>
                            </a:cxn>
                            <a:cxn ang="T129">
                              <a:pos x="T78" y="T79"/>
                            </a:cxn>
                            <a:cxn ang="T130">
                              <a:pos x="T80" y="T81"/>
                            </a:cxn>
                            <a:cxn ang="T131">
                              <a:pos x="T82" y="T83"/>
                            </a:cxn>
                            <a:cxn ang="T132">
                              <a:pos x="T84" y="T85"/>
                            </a:cxn>
                            <a:cxn ang="T133">
                              <a:pos x="T86" y="T87"/>
                            </a:cxn>
                            <a:cxn ang="T134">
                              <a:pos x="T88" y="T89"/>
                            </a:cxn>
                          </a:cxnLst>
                          <a:rect l="T135" t="T136" r="T137" b="T138"/>
                          <a:pathLst>
                            <a:path w="1160" h="5677">
                              <a:moveTo>
                                <a:pt x="995" y="5671"/>
                              </a:moveTo>
                              <a:lnTo>
                                <a:pt x="1027" y="5654"/>
                              </a:lnTo>
                              <a:lnTo>
                                <a:pt x="1051" y="5638"/>
                              </a:lnTo>
                              <a:lnTo>
                                <a:pt x="1060" y="5632"/>
                              </a:lnTo>
                              <a:lnTo>
                                <a:pt x="1069" y="5626"/>
                              </a:lnTo>
                              <a:lnTo>
                                <a:pt x="1078" y="5619"/>
                              </a:lnTo>
                              <a:lnTo>
                                <a:pt x="1084" y="5612"/>
                              </a:lnTo>
                              <a:lnTo>
                                <a:pt x="1090" y="5604"/>
                              </a:lnTo>
                              <a:lnTo>
                                <a:pt x="1097" y="5596"/>
                              </a:lnTo>
                              <a:lnTo>
                                <a:pt x="1102" y="5586"/>
                              </a:lnTo>
                              <a:lnTo>
                                <a:pt x="1109" y="55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" o:spid="_x0000_s1026" style="position:absolute;margin-left:-44.8pt;margin-top:-353.55pt;width:5.8pt;height:28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60,56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" path="m995,5671r32,-17l1051,5638r9,-6l1069,5626r9,-7l1084,5612r6,-8l1097,5596r5,-10l1109,5575r-114,96xe" stroked="f">
                <v:path arrowok="t" o:connecttype="custom" o:connectlocs="6668,35706;6858,35580;6985,35453;7112,35136;7239,30886;7239,22768;7239,14650;7239,8499;7366,2347;7303,2029;7366,1459;7366,1142;7303,761;7239,381;7176,254;7112,127;6985,0;6858,0;6731,0;6414,127;6096,317;5398,1205;4191,3615;3175,6215;2350,8879;1651,11670;1080,14524;699,17378;381,20232;191,23149;64,25939;0,28730;445,29935;1016,30379;1588,30886;2032,31394;2477,31901;2858,32472;3239,33043;3556,33677;4064,34882;4636,35960;5334,35897;5779,35833;6096,35897" o:connectangles="0,0,0,0,0,0,0,0,0,0,0,0,0,0,0,0,0,0,0,0,0,0,0,0,0,0,0,0,0,0,0,0,0,0,0,0,0,0,0,0,0,0,0,0,0" textboxrect="0,0,1160,5677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-568960</wp:posOffset>
                </wp:positionH>
                <wp:positionV relativeFrom="paragraph">
                  <wp:posOffset>-5208905</wp:posOffset>
                </wp:positionV>
                <wp:extent cx="73660" cy="360045"/>
                <wp:effectExtent l="0" t="0" r="28575" b="33655"/>
                <wp:wrapNone/>
                <wp:docPr id="2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660" cy="360045"/>
                        </a:xfrm>
                        <a:custGeom>
                          <a:avLst/>
                          <a:gdLst>
                            <a:gd name="T0" fmla="*/ 105 w 1160"/>
                            <a:gd name="T1" fmla="*/ 563 h 5677"/>
                            <a:gd name="T2" fmla="*/ 108 w 1160"/>
                            <a:gd name="T3" fmla="*/ 561 h 5677"/>
                            <a:gd name="T4" fmla="*/ 110 w 1160"/>
                            <a:gd name="T5" fmla="*/ 559 h 5677"/>
                            <a:gd name="T6" fmla="*/ 112 w 1160"/>
                            <a:gd name="T7" fmla="*/ 554 h 5677"/>
                            <a:gd name="T8" fmla="*/ 114 w 1160"/>
                            <a:gd name="T9" fmla="*/ 487 h 5677"/>
                            <a:gd name="T10" fmla="*/ 114 w 1160"/>
                            <a:gd name="T11" fmla="*/ 359 h 5677"/>
                            <a:gd name="T12" fmla="*/ 114 w 1160"/>
                            <a:gd name="T13" fmla="*/ 231 h 5677"/>
                            <a:gd name="T14" fmla="*/ 114 w 1160"/>
                            <a:gd name="T15" fmla="*/ 134 h 5677"/>
                            <a:gd name="T16" fmla="*/ 116 w 1160"/>
                            <a:gd name="T17" fmla="*/ 37 h 5677"/>
                            <a:gd name="T18" fmla="*/ 115 w 1160"/>
                            <a:gd name="T19" fmla="*/ 32 h 5677"/>
                            <a:gd name="T20" fmla="*/ 116 w 1160"/>
                            <a:gd name="T21" fmla="*/ 23 h 5677"/>
                            <a:gd name="T22" fmla="*/ 116 w 1160"/>
                            <a:gd name="T23" fmla="*/ 18 h 5677"/>
                            <a:gd name="T24" fmla="*/ 115 w 1160"/>
                            <a:gd name="T25" fmla="*/ 12 h 5677"/>
                            <a:gd name="T26" fmla="*/ 114 w 1160"/>
                            <a:gd name="T27" fmla="*/ 6 h 5677"/>
                            <a:gd name="T28" fmla="*/ 113 w 1160"/>
                            <a:gd name="T29" fmla="*/ 4 h 5677"/>
                            <a:gd name="T30" fmla="*/ 112 w 1160"/>
                            <a:gd name="T31" fmla="*/ 2 h 5677"/>
                            <a:gd name="T32" fmla="*/ 110 w 1160"/>
                            <a:gd name="T33" fmla="*/ 0 h 5677"/>
                            <a:gd name="T34" fmla="*/ 108 w 1160"/>
                            <a:gd name="T35" fmla="*/ 0 h 5677"/>
                            <a:gd name="T36" fmla="*/ 106 w 1160"/>
                            <a:gd name="T37" fmla="*/ 0 h 5677"/>
                            <a:gd name="T38" fmla="*/ 101 w 1160"/>
                            <a:gd name="T39" fmla="*/ 2 h 5677"/>
                            <a:gd name="T40" fmla="*/ 96 w 1160"/>
                            <a:gd name="T41" fmla="*/ 5 h 5677"/>
                            <a:gd name="T42" fmla="*/ 85 w 1160"/>
                            <a:gd name="T43" fmla="*/ 19 h 5677"/>
                            <a:gd name="T44" fmla="*/ 66 w 1160"/>
                            <a:gd name="T45" fmla="*/ 57 h 5677"/>
                            <a:gd name="T46" fmla="*/ 50 w 1160"/>
                            <a:gd name="T47" fmla="*/ 98 h 5677"/>
                            <a:gd name="T48" fmla="*/ 37 w 1160"/>
                            <a:gd name="T49" fmla="*/ 140 h 5677"/>
                            <a:gd name="T50" fmla="*/ 26 w 1160"/>
                            <a:gd name="T51" fmla="*/ 184 h 5677"/>
                            <a:gd name="T52" fmla="*/ 17 w 1160"/>
                            <a:gd name="T53" fmla="*/ 229 h 5677"/>
                            <a:gd name="T54" fmla="*/ 11 w 1160"/>
                            <a:gd name="T55" fmla="*/ 274 h 5677"/>
                            <a:gd name="T56" fmla="*/ 6 w 1160"/>
                            <a:gd name="T57" fmla="*/ 319 h 5677"/>
                            <a:gd name="T58" fmla="*/ 3 w 1160"/>
                            <a:gd name="T59" fmla="*/ 365 h 5677"/>
                            <a:gd name="T60" fmla="*/ 1 w 1160"/>
                            <a:gd name="T61" fmla="*/ 409 h 5677"/>
                            <a:gd name="T62" fmla="*/ 0 w 1160"/>
                            <a:gd name="T63" fmla="*/ 453 h 5677"/>
                            <a:gd name="T64" fmla="*/ 7 w 1160"/>
                            <a:gd name="T65" fmla="*/ 472 h 5677"/>
                            <a:gd name="T66" fmla="*/ 16 w 1160"/>
                            <a:gd name="T67" fmla="*/ 479 h 5677"/>
                            <a:gd name="T68" fmla="*/ 25 w 1160"/>
                            <a:gd name="T69" fmla="*/ 487 h 5677"/>
                            <a:gd name="T70" fmla="*/ 32 w 1160"/>
                            <a:gd name="T71" fmla="*/ 495 h 5677"/>
                            <a:gd name="T72" fmla="*/ 39 w 1160"/>
                            <a:gd name="T73" fmla="*/ 503 h 5677"/>
                            <a:gd name="T74" fmla="*/ 45 w 1160"/>
                            <a:gd name="T75" fmla="*/ 512 h 5677"/>
                            <a:gd name="T76" fmla="*/ 51 w 1160"/>
                            <a:gd name="T77" fmla="*/ 521 h 5677"/>
                            <a:gd name="T78" fmla="*/ 56 w 1160"/>
                            <a:gd name="T79" fmla="*/ 531 h 5677"/>
                            <a:gd name="T80" fmla="*/ 64 w 1160"/>
                            <a:gd name="T81" fmla="*/ 550 h 5677"/>
                            <a:gd name="T82" fmla="*/ 73 w 1160"/>
                            <a:gd name="T83" fmla="*/ 567 h 5677"/>
                            <a:gd name="T84" fmla="*/ 84 w 1160"/>
                            <a:gd name="T85" fmla="*/ 566 h 5677"/>
                            <a:gd name="T86" fmla="*/ 91 w 1160"/>
                            <a:gd name="T87" fmla="*/ 565 h 5677"/>
                            <a:gd name="T88" fmla="*/ 96 w 1160"/>
                            <a:gd name="T89" fmla="*/ 566 h 5677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w 1160"/>
                            <a:gd name="T136" fmla="*/ 0 h 5677"/>
                            <a:gd name="T137" fmla="*/ 1160 w 1160"/>
                            <a:gd name="T138" fmla="*/ 5677 h 5677"/>
                          </a:gdLst>
                          <a:ahLst/>
                          <a:cxnLst>
                            <a:cxn ang="T90">
                              <a:pos x="T0" y="T1"/>
                            </a:cxn>
                            <a:cxn ang="T91">
                              <a:pos x="T2" y="T3"/>
                            </a:cxn>
                            <a:cxn ang="T92">
                              <a:pos x="T4" y="T5"/>
                            </a:cxn>
                            <a:cxn ang="T93">
                              <a:pos x="T6" y="T7"/>
                            </a:cxn>
                            <a:cxn ang="T94">
                              <a:pos x="T8" y="T9"/>
                            </a:cxn>
                            <a:cxn ang="T95">
                              <a:pos x="T10" y="T11"/>
                            </a:cxn>
                            <a:cxn ang="T96">
                              <a:pos x="T12" y="T13"/>
                            </a:cxn>
                            <a:cxn ang="T97">
                              <a:pos x="T14" y="T15"/>
                            </a:cxn>
                            <a:cxn ang="T98">
                              <a:pos x="T16" y="T17"/>
                            </a:cxn>
                            <a:cxn ang="T99">
                              <a:pos x="T18" y="T19"/>
                            </a:cxn>
                            <a:cxn ang="T100">
                              <a:pos x="T20" y="T21"/>
                            </a:cxn>
                            <a:cxn ang="T101">
                              <a:pos x="T22" y="T23"/>
                            </a:cxn>
                            <a:cxn ang="T102">
                              <a:pos x="T24" y="T25"/>
                            </a:cxn>
                            <a:cxn ang="T103">
                              <a:pos x="T26" y="T27"/>
                            </a:cxn>
                            <a:cxn ang="T104">
                              <a:pos x="T28" y="T29"/>
                            </a:cxn>
                            <a:cxn ang="T105">
                              <a:pos x="T30" y="T31"/>
                            </a:cxn>
                            <a:cxn ang="T106">
                              <a:pos x="T32" y="T33"/>
                            </a:cxn>
                            <a:cxn ang="T107">
                              <a:pos x="T34" y="T35"/>
                            </a:cxn>
                            <a:cxn ang="T108">
                              <a:pos x="T36" y="T37"/>
                            </a:cxn>
                            <a:cxn ang="T109">
                              <a:pos x="T38" y="T39"/>
                            </a:cxn>
                            <a:cxn ang="T110">
                              <a:pos x="T40" y="T41"/>
                            </a:cxn>
                            <a:cxn ang="T111">
                              <a:pos x="T42" y="T43"/>
                            </a:cxn>
                            <a:cxn ang="T112">
                              <a:pos x="T44" y="T45"/>
                            </a:cxn>
                            <a:cxn ang="T113">
                              <a:pos x="T46" y="T47"/>
                            </a:cxn>
                            <a:cxn ang="T114">
                              <a:pos x="T48" y="T49"/>
                            </a:cxn>
                            <a:cxn ang="T115">
                              <a:pos x="T50" y="T51"/>
                            </a:cxn>
                            <a:cxn ang="T116">
                              <a:pos x="T52" y="T53"/>
                            </a:cxn>
                            <a:cxn ang="T117">
                              <a:pos x="T54" y="T55"/>
                            </a:cxn>
                            <a:cxn ang="T118">
                              <a:pos x="T56" y="T57"/>
                            </a:cxn>
                            <a:cxn ang="T119">
                              <a:pos x="T58" y="T59"/>
                            </a:cxn>
                            <a:cxn ang="T120">
                              <a:pos x="T60" y="T61"/>
                            </a:cxn>
                            <a:cxn ang="T121">
                              <a:pos x="T62" y="T63"/>
                            </a:cxn>
                            <a:cxn ang="T122">
                              <a:pos x="T64" y="T65"/>
                            </a:cxn>
                            <a:cxn ang="T123">
                              <a:pos x="T66" y="T67"/>
                            </a:cxn>
                            <a:cxn ang="T124">
                              <a:pos x="T68" y="T69"/>
                            </a:cxn>
                            <a:cxn ang="T125">
                              <a:pos x="T70" y="T71"/>
                            </a:cxn>
                            <a:cxn ang="T126">
                              <a:pos x="T72" y="T73"/>
                            </a:cxn>
                            <a:cxn ang="T127">
                              <a:pos x="T74" y="T75"/>
                            </a:cxn>
                            <a:cxn ang="T128">
                              <a:pos x="T76" y="T77"/>
                            </a:cxn>
                            <a:cxn ang="T129">
                              <a:pos x="T78" y="T79"/>
                            </a:cxn>
                            <a:cxn ang="T130">
                              <a:pos x="T80" y="T81"/>
                            </a:cxn>
                            <a:cxn ang="T131">
                              <a:pos x="T82" y="T83"/>
                            </a:cxn>
                            <a:cxn ang="T132">
                              <a:pos x="T84" y="T85"/>
                            </a:cxn>
                            <a:cxn ang="T133">
                              <a:pos x="T86" y="T87"/>
                            </a:cxn>
                            <a:cxn ang="T134">
                              <a:pos x="T88" y="T89"/>
                            </a:cxn>
                          </a:cxnLst>
                          <a:rect l="T135" t="T136" r="T137" b="T138"/>
                          <a:pathLst>
                            <a:path w="1160" h="5677">
                              <a:moveTo>
                                <a:pt x="995" y="5671"/>
                              </a:moveTo>
                              <a:lnTo>
                                <a:pt x="1027" y="5654"/>
                              </a:lnTo>
                              <a:lnTo>
                                <a:pt x="1051" y="5638"/>
                              </a:lnTo>
                              <a:lnTo>
                                <a:pt x="1060" y="5632"/>
                              </a:lnTo>
                              <a:lnTo>
                                <a:pt x="1069" y="5626"/>
                              </a:lnTo>
                              <a:lnTo>
                                <a:pt x="1078" y="5619"/>
                              </a:lnTo>
                              <a:lnTo>
                                <a:pt x="1084" y="5612"/>
                              </a:lnTo>
                              <a:lnTo>
                                <a:pt x="1090" y="5604"/>
                              </a:lnTo>
                              <a:lnTo>
                                <a:pt x="1097" y="5596"/>
                              </a:lnTo>
                              <a:lnTo>
                                <a:pt x="1102" y="5586"/>
                              </a:lnTo>
                              <a:lnTo>
                                <a:pt x="1109" y="5575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" o:spid="_x0000_s1026" style="position:absolute;margin-left:-44.8pt;margin-top:-410.15pt;width:5.8pt;height:28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60,56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" path="m995,5671r32,-17l1051,5638r9,-6l1069,5626r9,-7l1084,5612r6,-8l1097,5596r5,-10l1109,5575r-114,96xe" filled="f" strokeweight=".5pt">
                <v:path arrowok="t" o:connecttype="custom" o:connectlocs="6668,35706;6858,35580;6985,35453;7112,35136;7239,30886;7239,22768;7239,14650;7239,8499;7366,2347;7303,2029;7366,1459;7366,1142;7303,761;7239,381;7176,254;7112,127;6985,0;6858,0;6731,0;6414,127;6096,317;5398,1205;4191,3615;3175,6215;2350,8879;1651,11670;1080,14524;699,17378;381,20232;191,23149;64,25939;0,28730;445,29935;1016,30379;1588,30886;2032,31394;2477,31901;2858,32472;3239,33043;3556,33677;4064,34882;4636,35960;5334,35897;5779,35833;6096,35897" o:connectangles="0,0,0,0,0,0,0,0,0,0,0,0,0,0,0,0,0,0,0,0,0,0,0,0,0,0,0,0,0,0,0,0,0,0,0,0,0,0,0,0,0,0,0,0,0" textboxrect="0,0,1160,5677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-939800</wp:posOffset>
                </wp:positionH>
                <wp:positionV relativeFrom="paragraph">
                  <wp:posOffset>-5927725</wp:posOffset>
                </wp:positionV>
                <wp:extent cx="73660" cy="360680"/>
                <wp:effectExtent l="3175" t="0" r="0" b="8890"/>
                <wp:wrapNone/>
                <wp:docPr id="1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660" cy="360680"/>
                        </a:xfrm>
                        <a:custGeom>
                          <a:avLst/>
                          <a:gdLst>
                            <a:gd name="T0" fmla="*/ 11 w 1160"/>
                            <a:gd name="T1" fmla="*/ 564 h 5676"/>
                            <a:gd name="T2" fmla="*/ 8 w 1160"/>
                            <a:gd name="T3" fmla="*/ 562 h 5676"/>
                            <a:gd name="T4" fmla="*/ 6 w 1160"/>
                            <a:gd name="T5" fmla="*/ 560 h 5676"/>
                            <a:gd name="T6" fmla="*/ 4 w 1160"/>
                            <a:gd name="T7" fmla="*/ 555 h 5676"/>
                            <a:gd name="T8" fmla="*/ 2 w 1160"/>
                            <a:gd name="T9" fmla="*/ 488 h 5676"/>
                            <a:gd name="T10" fmla="*/ 2 w 1160"/>
                            <a:gd name="T11" fmla="*/ 360 h 5676"/>
                            <a:gd name="T12" fmla="*/ 2 w 1160"/>
                            <a:gd name="T13" fmla="*/ 231 h 5676"/>
                            <a:gd name="T14" fmla="*/ 2 w 1160"/>
                            <a:gd name="T15" fmla="*/ 134 h 5676"/>
                            <a:gd name="T16" fmla="*/ 0 w 1160"/>
                            <a:gd name="T17" fmla="*/ 37 h 5676"/>
                            <a:gd name="T18" fmla="*/ 1 w 1160"/>
                            <a:gd name="T19" fmla="*/ 32 h 5676"/>
                            <a:gd name="T20" fmla="*/ 0 w 1160"/>
                            <a:gd name="T21" fmla="*/ 23 h 5676"/>
                            <a:gd name="T22" fmla="*/ 0 w 1160"/>
                            <a:gd name="T23" fmla="*/ 17 h 5676"/>
                            <a:gd name="T24" fmla="*/ 1 w 1160"/>
                            <a:gd name="T25" fmla="*/ 12 h 5676"/>
                            <a:gd name="T26" fmla="*/ 2 w 1160"/>
                            <a:gd name="T27" fmla="*/ 6 h 5676"/>
                            <a:gd name="T28" fmla="*/ 3 w 1160"/>
                            <a:gd name="T29" fmla="*/ 4 h 5676"/>
                            <a:gd name="T30" fmla="*/ 4 w 1160"/>
                            <a:gd name="T31" fmla="*/ 2 h 5676"/>
                            <a:gd name="T32" fmla="*/ 6 w 1160"/>
                            <a:gd name="T33" fmla="*/ 0 h 5676"/>
                            <a:gd name="T34" fmla="*/ 8 w 1160"/>
                            <a:gd name="T35" fmla="*/ 0 h 5676"/>
                            <a:gd name="T36" fmla="*/ 10 w 1160"/>
                            <a:gd name="T37" fmla="*/ 0 h 5676"/>
                            <a:gd name="T38" fmla="*/ 15 w 1160"/>
                            <a:gd name="T39" fmla="*/ 2 h 5676"/>
                            <a:gd name="T40" fmla="*/ 20 w 1160"/>
                            <a:gd name="T41" fmla="*/ 5 h 5676"/>
                            <a:gd name="T42" fmla="*/ 31 w 1160"/>
                            <a:gd name="T43" fmla="*/ 19 h 5676"/>
                            <a:gd name="T44" fmla="*/ 50 w 1160"/>
                            <a:gd name="T45" fmla="*/ 57 h 5676"/>
                            <a:gd name="T46" fmla="*/ 66 w 1160"/>
                            <a:gd name="T47" fmla="*/ 98 h 5676"/>
                            <a:gd name="T48" fmla="*/ 79 w 1160"/>
                            <a:gd name="T49" fmla="*/ 140 h 5676"/>
                            <a:gd name="T50" fmla="*/ 90 w 1160"/>
                            <a:gd name="T51" fmla="*/ 184 h 5676"/>
                            <a:gd name="T52" fmla="*/ 99 w 1160"/>
                            <a:gd name="T53" fmla="*/ 229 h 5676"/>
                            <a:gd name="T54" fmla="*/ 105 w 1160"/>
                            <a:gd name="T55" fmla="*/ 274 h 5676"/>
                            <a:gd name="T56" fmla="*/ 110 w 1160"/>
                            <a:gd name="T57" fmla="*/ 320 h 5676"/>
                            <a:gd name="T58" fmla="*/ 113 w 1160"/>
                            <a:gd name="T59" fmla="*/ 365 h 5676"/>
                            <a:gd name="T60" fmla="*/ 115 w 1160"/>
                            <a:gd name="T61" fmla="*/ 410 h 5676"/>
                            <a:gd name="T62" fmla="*/ 116 w 1160"/>
                            <a:gd name="T63" fmla="*/ 454 h 5676"/>
                            <a:gd name="T64" fmla="*/ 109 w 1160"/>
                            <a:gd name="T65" fmla="*/ 473 h 5676"/>
                            <a:gd name="T66" fmla="*/ 100 w 1160"/>
                            <a:gd name="T67" fmla="*/ 480 h 5676"/>
                            <a:gd name="T68" fmla="*/ 91 w 1160"/>
                            <a:gd name="T69" fmla="*/ 488 h 5676"/>
                            <a:gd name="T70" fmla="*/ 84 w 1160"/>
                            <a:gd name="T71" fmla="*/ 496 h 5676"/>
                            <a:gd name="T72" fmla="*/ 77 w 1160"/>
                            <a:gd name="T73" fmla="*/ 504 h 5676"/>
                            <a:gd name="T74" fmla="*/ 71 w 1160"/>
                            <a:gd name="T75" fmla="*/ 513 h 5676"/>
                            <a:gd name="T76" fmla="*/ 65 w 1160"/>
                            <a:gd name="T77" fmla="*/ 522 h 5676"/>
                            <a:gd name="T78" fmla="*/ 60 w 1160"/>
                            <a:gd name="T79" fmla="*/ 532 h 5676"/>
                            <a:gd name="T80" fmla="*/ 55 w 1160"/>
                            <a:gd name="T81" fmla="*/ 543 h 5676"/>
                            <a:gd name="T82" fmla="*/ 49 w 1160"/>
                            <a:gd name="T83" fmla="*/ 559 h 5676"/>
                            <a:gd name="T84" fmla="*/ 40 w 1160"/>
                            <a:gd name="T85" fmla="*/ 568 h 5676"/>
                            <a:gd name="T86" fmla="*/ 30 w 1160"/>
                            <a:gd name="T87" fmla="*/ 566 h 5676"/>
                            <a:gd name="T88" fmla="*/ 23 w 1160"/>
                            <a:gd name="T89" fmla="*/ 566 h 5676"/>
                            <a:gd name="T90" fmla="*/ 18 w 1160"/>
                            <a:gd name="T91" fmla="*/ 567 h 567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w 1160"/>
                            <a:gd name="T139" fmla="*/ 0 h 5676"/>
                            <a:gd name="T140" fmla="*/ 1160 w 1160"/>
                            <a:gd name="T141" fmla="*/ 5676 h 5676"/>
                          </a:gdLst>
                          <a:ahLst/>
                          <a:cxnLst>
                            <a:cxn ang="T92">
                              <a:pos x="T0" y="T1"/>
                            </a:cxn>
                            <a:cxn ang="T93">
                              <a:pos x="T2" y="T3"/>
                            </a:cxn>
                            <a:cxn ang="T94">
                              <a:pos x="T4" y="T5"/>
                            </a:cxn>
                            <a:cxn ang="T95">
                              <a:pos x="T6" y="T7"/>
                            </a:cxn>
                            <a:cxn ang="T96">
                              <a:pos x="T8" y="T9"/>
                            </a:cxn>
                            <a:cxn ang="T97">
                              <a:pos x="T10" y="T11"/>
                            </a:cxn>
                            <a:cxn ang="T98">
                              <a:pos x="T12" y="T13"/>
                            </a:cxn>
                            <a:cxn ang="T99">
                              <a:pos x="T14" y="T15"/>
                            </a:cxn>
                            <a:cxn ang="T100">
                              <a:pos x="T16" y="T17"/>
                            </a:cxn>
                            <a:cxn ang="T101">
                              <a:pos x="T18" y="T19"/>
                            </a:cxn>
                            <a:cxn ang="T102">
                              <a:pos x="T20" y="T21"/>
                            </a:cxn>
                            <a:cxn ang="T103">
                              <a:pos x="T22" y="T23"/>
                            </a:cxn>
                            <a:cxn ang="T104">
                              <a:pos x="T24" y="T25"/>
                            </a:cxn>
                            <a:cxn ang="T105">
                              <a:pos x="T26" y="T27"/>
                            </a:cxn>
                            <a:cxn ang="T106">
                              <a:pos x="T28" y="T29"/>
                            </a:cxn>
                            <a:cxn ang="T107">
                              <a:pos x="T30" y="T31"/>
                            </a:cxn>
                            <a:cxn ang="T108">
                              <a:pos x="T32" y="T33"/>
                            </a:cxn>
                            <a:cxn ang="T109">
                              <a:pos x="T34" y="T35"/>
                            </a:cxn>
                            <a:cxn ang="T110">
                              <a:pos x="T36" y="T37"/>
                            </a:cxn>
                            <a:cxn ang="T111">
                              <a:pos x="T38" y="T39"/>
                            </a:cxn>
                            <a:cxn ang="T112">
                              <a:pos x="T40" y="T41"/>
                            </a:cxn>
                            <a:cxn ang="T113">
                              <a:pos x="T42" y="T43"/>
                            </a:cxn>
                            <a:cxn ang="T114">
                              <a:pos x="T44" y="T45"/>
                            </a:cxn>
                            <a:cxn ang="T115">
                              <a:pos x="T46" y="T47"/>
                            </a:cxn>
                            <a:cxn ang="T116">
                              <a:pos x="T48" y="T49"/>
                            </a:cxn>
                            <a:cxn ang="T117">
                              <a:pos x="T50" y="T51"/>
                            </a:cxn>
                            <a:cxn ang="T118">
                              <a:pos x="T52" y="T53"/>
                            </a:cxn>
                            <a:cxn ang="T119">
                              <a:pos x="T54" y="T55"/>
                            </a:cxn>
                            <a:cxn ang="T120">
                              <a:pos x="T56" y="T57"/>
                            </a:cxn>
                            <a:cxn ang="T121">
                              <a:pos x="T58" y="T59"/>
                            </a:cxn>
                            <a:cxn ang="T122">
                              <a:pos x="T60" y="T61"/>
                            </a:cxn>
                            <a:cxn ang="T123">
                              <a:pos x="T62" y="T63"/>
                            </a:cxn>
                            <a:cxn ang="T124">
                              <a:pos x="T64" y="T65"/>
                            </a:cxn>
                            <a:cxn ang="T125">
                              <a:pos x="T66" y="T67"/>
                            </a:cxn>
                            <a:cxn ang="T126">
                              <a:pos x="T68" y="T69"/>
                            </a:cxn>
                            <a:cxn ang="T127">
                              <a:pos x="T70" y="T71"/>
                            </a:cxn>
                            <a:cxn ang="T128">
                              <a:pos x="T72" y="T73"/>
                            </a:cxn>
                            <a:cxn ang="T129">
                              <a:pos x="T74" y="T75"/>
                            </a:cxn>
                            <a:cxn ang="T130">
                              <a:pos x="T76" y="T77"/>
                            </a:cxn>
                            <a:cxn ang="T131">
                              <a:pos x="T78" y="T79"/>
                            </a:cxn>
                            <a:cxn ang="T132">
                              <a:pos x="T80" y="T81"/>
                            </a:cxn>
                            <a:cxn ang="T133">
                              <a:pos x="T82" y="T83"/>
                            </a:cxn>
                            <a:cxn ang="T134">
                              <a:pos x="T84" y="T85"/>
                            </a:cxn>
                            <a:cxn ang="T135">
                              <a:pos x="T86" y="T87"/>
                            </a:cxn>
                            <a:cxn ang="T136">
                              <a:pos x="T88" y="T89"/>
                            </a:cxn>
                            <a:cxn ang="T137">
                              <a:pos x="T90" y="T91"/>
                            </a:cxn>
                          </a:cxnLst>
                          <a:rect l="T138" t="T139" r="T140" b="T141"/>
                          <a:pathLst>
                            <a:path w="1160" h="5676">
                              <a:moveTo>
                                <a:pt x="165" y="5670"/>
                              </a:moveTo>
                              <a:lnTo>
                                <a:pt x="133" y="5653"/>
                              </a:lnTo>
                              <a:lnTo>
                                <a:pt x="109" y="5638"/>
                              </a:lnTo>
                              <a:lnTo>
                                <a:pt x="100" y="5631"/>
                              </a:lnTo>
                              <a:lnTo>
                                <a:pt x="90" y="5625"/>
                              </a:lnTo>
                              <a:lnTo>
                                <a:pt x="82" y="5618"/>
                              </a:lnTo>
                              <a:lnTo>
                                <a:pt x="76" y="5611"/>
                              </a:lnTo>
                              <a:lnTo>
                                <a:pt x="70" y="5603"/>
                              </a:lnTo>
                              <a:lnTo>
                                <a:pt x="63" y="5595"/>
                              </a:lnTo>
                              <a:lnTo>
                                <a:pt x="57" y="5585"/>
                              </a:lnTo>
                              <a:lnTo>
                                <a:pt x="51" y="55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" o:spid="_x0000_s1026" style="position:absolute;margin-left:-74pt;margin-top:-466.75pt;width:5.8pt;height:28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60,56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" path="m165,5670r-32,-17l109,5638r-9,-7l90,5625r-8,-7l76,5611r-6,-8l63,5595r-6,-10l51,5574r114,96xe" stroked="f">
                <v:path arrowok="t" o:connecttype="custom" o:connectlocs="699,35839;508,35712;381,35585;254,35267;127,31010;127,22876;127,14679;127,8515;0,2351;64,2033;0,1462;0,1080;64,763;127,381;191,254;254,127;381,0;508,0;635,0;953,127;1270,318;1969,1207;3175,3622;4191,6227;5017,8896;5715,11692;6287,14552;6668,17411;6985,20334;7176,23194;7303,26053;7366,28849;6922,30057;6350,30501;5779,31010;5334,31518;4890,32027;4509,32598;4128,33170;3810,33806;3493,34505;3112,35522;2540,36093;1905,35966;1461,35966;1143,36030" o:connectangles="0,0,0,0,0,0,0,0,0,0,0,0,0,0,0,0,0,0,0,0,0,0,0,0,0,0,0,0,0,0,0,0,0,0,0,0,0,0,0,0,0,0,0,0,0,0" textboxrect="0,0,1160,5676"/>
              </v:shape>
            </w:pict>
          </mc:Fallback>
        </mc:AlternateContent>
      </w:r>
    </w:p>
    <w:p w:rsidR="00921F03" w:rsidRDefault="00921F03" w:rsidP="00921F03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</w:pPr>
    </w:p>
    <w:p w:rsidR="00921F03" w:rsidRDefault="00921F03" w:rsidP="00921F03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921F03" w:rsidRDefault="00921F03" w:rsidP="00921F03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921F03" w:rsidRDefault="00921F03" w:rsidP="00921F03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921F03" w:rsidRDefault="00921F03" w:rsidP="00921F03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Сорока Т.П.</w:t>
      </w:r>
    </w:p>
    <w:p w:rsidR="00921F03" w:rsidRDefault="00921F03" w:rsidP="00921F03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921F03" w:rsidRDefault="00921F03" w:rsidP="00921F03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до пункту 34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Сороки Т.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921F03" w:rsidRDefault="00921F03" w:rsidP="00921F03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921F03" w:rsidRDefault="00921F03" w:rsidP="00921F03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Надати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Сорока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Тимофію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Павловичу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який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8A3ECF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________________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дозвіл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1,8153 га,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особистого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селянського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господарства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рахунок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земель запасу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сільськогосподарського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призначення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за межами села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кадастровий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номер 6823984000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: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03:018:0341).</w:t>
      </w:r>
      <w:proofErr w:type="gramEnd"/>
    </w:p>
    <w:p w:rsidR="00921F03" w:rsidRDefault="00921F03" w:rsidP="00921F03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2. Сорока Т.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розробити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сесії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ради.</w:t>
      </w:r>
    </w:p>
    <w:p w:rsidR="00921F03" w:rsidRDefault="00921F03" w:rsidP="00921F03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921F03" w:rsidRDefault="00921F03" w:rsidP="00921F03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921F03" w:rsidRDefault="00921F03" w:rsidP="00921F03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921F03" w:rsidRDefault="00921F03" w:rsidP="00921F03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921F03" w:rsidRDefault="00921F03" w:rsidP="00921F03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845B5" w:rsidRPr="00921F03" w:rsidRDefault="00921F03" w:rsidP="00921F03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Секретар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В.М.Мазур</w:t>
      </w:r>
      <w:proofErr w:type="spellEnd"/>
    </w:p>
    <w:sectPr w:rsidR="00C845B5" w:rsidRPr="00921F03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F03"/>
    <w:rsid w:val="00171A2E"/>
    <w:rsid w:val="00304C90"/>
    <w:rsid w:val="00505B6D"/>
    <w:rsid w:val="006D3977"/>
    <w:rsid w:val="007D6C18"/>
    <w:rsid w:val="008A3ECF"/>
    <w:rsid w:val="00921F03"/>
    <w:rsid w:val="00C845B5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241</Words>
  <Characters>1379</Characters>
  <Application>Microsoft Office Word</Application>
  <DocSecurity>0</DocSecurity>
  <Lines>11</Lines>
  <Paragraphs>3</Paragraphs>
  <ScaleCrop>false</ScaleCrop>
  <Company>Microsoft</Company>
  <LinksUpToDate>false</LinksUpToDate>
  <CharactersWithSpaces>1617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2020-07-21T14:20:00Z</dcterms:created>
  <dcterms:modified xsi:type="dcterms:W3CDTF">2020-07-21T14:53:00Z</dcterms:modified>
</cp:coreProperties>
</file>