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05A" w:rsidRDefault="003D505A" w:rsidP="003D505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505A" w:rsidRDefault="003D505A" w:rsidP="003D50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505A" w:rsidRDefault="003D505A" w:rsidP="003D50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505A" w:rsidRDefault="003D505A" w:rsidP="003D505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505A" w:rsidRDefault="003D505A" w:rsidP="003D50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D505A" w:rsidRDefault="003D505A" w:rsidP="003D50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505A" w:rsidRDefault="003D505A" w:rsidP="003D50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№114</w:t>
      </w:r>
    </w:p>
    <w:p w:rsidR="003D505A" w:rsidRDefault="003D505A" w:rsidP="003D50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D505A" w:rsidRPr="00611135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D505A" w:rsidRPr="00611135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D505A" w:rsidRPr="00611135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D505A" w:rsidRPr="00611135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D505A" w:rsidRPr="00611135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Бережному П.Я.</w:t>
      </w:r>
    </w:p>
    <w:p w:rsidR="003D505A" w:rsidRPr="00611135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505A" w:rsidRPr="00611135" w:rsidRDefault="003D505A" w:rsidP="003D505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Бережного П.Я.,  сільська  рада </w:t>
      </w:r>
    </w:p>
    <w:p w:rsidR="003D505A" w:rsidRPr="00611135" w:rsidRDefault="003D505A" w:rsidP="003D505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D505A" w:rsidRPr="00611135" w:rsidRDefault="003D505A" w:rsidP="003D505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Бережному Петру Яковичу,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DF7B36">
        <w:rPr>
          <w:rFonts w:ascii="Times New Roman" w:eastAsia="Times New Roman" w:hAnsi="Times New Roman" w:cs="Times New Roman"/>
          <w:sz w:val="24"/>
          <w:lang w:val="ru-RU"/>
        </w:rPr>
        <w:t>____________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DF7B3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кадастровий номер: 6823984000:01:016:0042,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вський) район, с. Крупець, вул.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Кринична,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31.</w:t>
      </w:r>
    </w:p>
    <w:p w:rsidR="003D505A" w:rsidRPr="00611135" w:rsidRDefault="003D505A" w:rsidP="003D505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2.Бережному П.Я. посвідчити своє право  в  установленому  законом  порядку.</w:t>
      </w:r>
    </w:p>
    <w:p w:rsidR="003D505A" w:rsidRPr="00611135" w:rsidRDefault="003D505A" w:rsidP="003D505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505A" w:rsidRPr="00611135" w:rsidRDefault="003D505A" w:rsidP="003D505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505A" w:rsidRPr="00611135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D505A" w:rsidRPr="00611135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B7F5B" w:rsidRPr="003D505A" w:rsidRDefault="003D505A" w:rsidP="003D50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FB7F5B" w:rsidRPr="003D50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05A"/>
    <w:rsid w:val="003D505A"/>
    <w:rsid w:val="00DF7B36"/>
    <w:rsid w:val="00FB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5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D505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505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D505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05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D505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505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D505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2021-07-07T07:16:00Z</dcterms:created>
  <dcterms:modified xsi:type="dcterms:W3CDTF">2021-07-07T08:51:00Z</dcterms:modified>
</cp:coreProperties>
</file>