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FB" w:rsidRPr="00B623A8" w:rsidRDefault="00655CFB" w:rsidP="00655CF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96A862" wp14:editId="0DC6AA6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4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CFB" w:rsidRDefault="00655CFB" w:rsidP="00655C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P5m3cAAEBZBAAOAAAAZHJzL2Uyb0RvYy54bWzsfW1uJrmR5v8F9g6CfhqoVjK/s+DywO7q&#10;Mhbwzhrwuwd4S1KVhFXprZXUXeUZDLDAHmEvMjfYK8zcaJ8gg0xSyohIV7cH9oJtwKluhSLJCDKS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33fd+dn98dP&#10;0NK//Z9//1///r//7f/if/961nVtS3L68vnja5D//uHznz7/8SFMFj/+4XT5Px7x64vnv6d//xiI&#10;z95/+a+nKzA+/vh08nL6+uHhE7GABM6+enX8Oanj+uvT2SX+Y9+5uYHSLvGr0bWuZ3Vd3kCnL/7q&#10;8uYH/jvn+jb8lZvcTEO/OL4OL/SD5EHRjLDoHle5Pv48uf7p5vj52qvrkQS1yrWPcn33cH1Na/ms&#10;CwL1dFGaj7kos9/QKB8hcVOIbhzPzyAr17mwrqMgZ8dSdP0wFPI4vr788fHp99cnr4zjT394fAo7&#10;4go/eRVf8ZI4gMWHT3fYHL+6OOuGeTr7cjY3yxje9DGRuYwMeuj7s5szvLZ/QQgVrfwakR/WZCJz&#10;3TSJ/CDkRNiOoxPGN2RkEBTohPFBliu/bugFflNG5tpuHiV+MIQrv6kR2C0ZlXPjIg6PVJr4uU4a&#10;niv04cZWZpgrRBqeK9TRuLaRputyfYjsCm004yxyy7UxtoLwXK6MZVlEboUuZlF2hTKatpX4tYUu&#10;mm4WxtcWyphAJ6w9GNxMuVMjTbjN1dE1XScyzLXRNlil27u3zRWCXSuqt80V0rbidmtzlYzNLI+w&#10;0EnbSPalzZUydb2437pCKVO3CFOGsVxlPU3jJMmwK5QyDCLDXClzO4rLsMuV4sZhkEaYK2WeJnEL&#10;d4VSGifJsMuVsrh5EKdcKKWbpHXY5UpZOidqGZ/wVdjtMEpbr8+VsrSTOEL60icz2M6iaaCzTaKb&#10;p0Hcy32ulI7s+fZO6XOlTF0jrkN8+dY3d2MnMsyVMsytuA77XCndiC0ljDBXSu/kL/GQK6UbFkkp&#10;Q64UGBHRfA25Ujr6iG2PcMiVMsj2eih0Mo+SCHG4WUXdiyoeCo0s8vByjYjqGHJ19G0jqWPI1dGK&#10;RmHMldF3sMDbshsLZWAjCZ+SMdcFLLo0vDHXBY7a4o4bc2X0fSt97MZcGVhV4mqhU2vam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HHe30PuT/s0VzrN7/sDni2d1ff9Ac+XDuL7/oBnTKfsfX/Ac3Y4Qu/6g/XgtHPS6eiEw+++&#10;N8RJ42Sb/UH4mvOx9QHpBs8TDR7Oz5Bo8J7+5vj68/GJTrvxx7Mvb859DPXsBlFbHySlX306/XR9&#10;O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87pe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UC/&#10;jEB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p2+LhLdj6sY4e9Ymrv/G&#10;23uqciWerRX8R20wUxp7c4CYmNK4B6JkLVgGKtfV5YnSZOZpfI+GgW938HkZUho4hQlePENKI1va&#10;HZR8J9hByWdLm3Jiv88OSj4S7qDk77tNOXNayg5KjnbblNANa9PQ+4jGakxpZG/hask8HYyztjdh&#10;FIMNgYdd1zvUzjyt7AGYdx5nY5wZRnIleBuyGIc1Kk0PlKg912cUPdeIgugnAbgpwuVinoycJXyG&#10;mHI0386WAd5RY5wDXwlmClmpOhp4hSBSpdt5qrcPUsLhxuAZ504ndf3tkSfleOqUcZzOyJcZ09yd&#10;YWkR32e9Wz7EsY+x4cWI1lATAS8l6hKgz4gOfv4LC4e0TtmxdwwRX4uS99E0GidAJAiHbzFYWruY&#10;E7vhhdG/xWjYl84hBiU6I4S5W3kww8J3OET69WshXMfBhqBDlC6lAdXr4e2U7qCtOlAyT1Tb65Qz&#10;XJykzRGBR4sySGmcTEq+TVA/B4Mnjl7+7VY22YB+CoHSio/iox3WJ7JbrLnz+ROxLUOeM/v3Eawx&#10;tIlvhh8nMnsMnuhh4SmpSYUupYXP8whDGHaJMi9Jnj0ZPW2FoMcHU1r3zbFh3zHcU/qM8N1kh47l&#10;YR8dr2QEJIwZIUjoZ0SdN/QZdbyW8LQoeUa4oBhv7zkxvp3NLxdHuxEA0m9S48huqpau/KqOYBH8&#10;3JFxqFsG3POC5KmdiM5z4dsukoH0uU8NW283gbk2zomuG7Tq3GDk1uBKGCwYVVHpPNHjNfBEgY5O&#10;OURPFDJNdEq0UAk8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RyKayxS/lChtMXyS8ZYEaRq1OwipsWKxUHb&#10;kCt6hgdtoRJYt9jwi/KGgXfYUCwFFvzpDEdofW8NMS0MXb0Mbxo1/mKuaOylr6yGHUUoxjZys4Ym&#10;rleIQufaL5we5bAGdfvax+wFqlzXJQBvd5yWdVLqKT3HyxUfGF2x1NGMSa1YQz9wlhJ1BND3FlwQ&#10;fPRE73pDWIhl8wA649jfd9EQ4SdjAJQKGiRgdVro44UPWVrG3qJWbcwVrdjUlZXyKvJuEzGj/fLu&#10;9HgdviTUy8IjK6SmFtQLI0MTeDzd3V69u727o04Wjw8f339/93D205GAOPw/PIqC7M53dLs/0Z/F&#10;Dxb9OZAMuG8GYRp4YI1/XpCZ2fyuXV69G+fpVf+uH14t8KK8QkHl7xZ8yJf+7bt/of5xrn99c3t1&#10;dX3/h9v76wjy4fp9YA8MNxLgOTzMB3XtWAYc1P28vmGSQPW4v8Lsjq9vro9XP/DPT8fbu/DzRTli&#10;L2RMOz69IABkEVAhAorF09f3X8GR/uP709WfARbxcApYJ8BmwQ83p4d/Oj/7ApyTN+eP//PH48P1&#10;+dndf7kH4MWCxYN99OT/BRuFTOBD/pv3+W+O95dg9eb86Rz9+ejH758CmMqPnx9uP97gTc6L5f70&#10;WyB9fLglNAk/1DAq/hdgbvzHgW9gNwVQkwS+4TcgiQogHX9iKJMKvuEP935VrmAesMWpcWgF31jl&#10;Qg7BTDBiV1HY3JWMGhyIjTXx0UmUYqPOQh0VfMNDFR3IYCXR+Ua9202R6QO40lXwDWrBGrF96O6T&#10;ZNPC3ym0iqWwW6Kr4Bv4gq8ypJNzkg3AvCQZ4m610lXwjUKG5J5OMqzgG/nyogtEEk0F3whHugNl&#10;3iSpVPCNZNAr+EYF38i+TRRbSdukgm/kdpWyEZNoKvhG8Tmu4BsSrgVlAqVVU8E3kqsw31kVfCPC&#10;pVbwDRWpI0TTDjGSpWNehBjVIUaddOIQ0jvEQIJOzFleFXzjBe4Kl+YeUkmHLkhOnD+kajeDnFWa&#10;ao4NclZqyiHSyTkGXsE3XmiV482HFObSBcmpY4eUomKQs1ZTfNggZ62mmmmdnEN/FXzjhVY5P+WQ&#10;ksN1QSKFg4KNh5QgZZCzVlOCvkHOWk1dt3TyCr4hgVlx5eMhlR7qguSi20PKvDLIWaspT8ogZ62m&#10;HFKdnLsSVPCNDUQzD6RH+6+Cb1A8HAtpC/cNOYTBSiFDkLMG/JKjhIOEGVfBNwAV0lXwjQq+UcE3&#10;Ym9OSjqMN8WYwhSf3JC2gm9U8I2QGYd8Zn2tVPANpHdV8I2AtlWaEeSg4BRXwTdwhgt2NVwRgBAX&#10;fW9RXvHJvZEjnZFtHDNtrRqzmD9dwTdyTLgKvkFpqBKwWgXfqOAbyvJAg77gHqngG4qUKvgGvv+o&#10;SIn+ifiZi0++bVDdNZ0UKviGspYq+AZWSAXf0FZIvODPFXxDPtigx0Qo+qrgG8paquAbsDZoHqcX&#10;OwJ1Ldxxd1ByAaNNWcE3IPkKviFbsAq+QWfFCr6hrJDY4KCCbyjfOFxdg6Otgm9oUkJn3BAKqOAb&#10;8d4an+H+WsE3JCdiBd/YCotU8I37TbFU8I3X0bDEZzAwuGWEVJ8KviFZmtShBkWgurexgm/g9FzB&#10;N5QTD/oGBX90Bd/QpFTBNyr4htozq4JvBB+i0TQvggHaUBUVfMN7BvUWfBV8A6uugm8oX65x4Laq&#10;QCjR9+YK6FHBN2RvI3CwQ8vHCr6hrLoKvkFe+wq+Ie8jALkET2sF31D2EcB4gpQq+IYmpQq+QQgH&#10;BjRiBd84J0AALQ+4gm9gGaXq/uiXjc/gn63gG/i0V/CNCr5RwTcmC0+igm/E3JQKvuEq+EYF36jg&#10;G4jdfjP4BurXTMiNBJxBwWPCqYDDqvkr4lTgLdS2YxOdo1l+mH+Y+1cA9/zhVd+8ffvqt+++71+N&#10;79w0vO3efv/9W1eicxDmx89H59BBOd75f14ij2SQGwGxBNLeAblxdntFiBe4VVTkDS8CIGoAe4Sk&#10;AqhJlM09Q97w+Qq/NPIGsFRD1l4XICC95s4u0Q2FIJIucWB3qavY1w8Pn3yjmQyn5vgTEFUY+IJB&#10;Ztau7jm4AMLA6ItPwWCmju3z89bcGIQHeQiQkHk/zBziQWSVQzwA3UtghRyZ1H1UZJU3tnXzKLCC&#10;kmxWect6dAAQWCHFdGXVuG1Z5Y1Tx0XgVOBrjNOwzYow69IL+1nilcsdSOwCr0Lw4rhywWPdCbwK&#10;yUs6BMjmOvqhk5ZWLnqRVS55oEYJw8pFL7Eq0DTaWVBigaUhssoFDxTb7VGRizMpUWSVyx1LeXMX&#10;EnRq4oStenOGfe+Nc7ELc7GP0qByqUM1AqtC7MLCKiAzhkFgRV0q17ELE6RqrkQkbmgguK9UwqoC&#10;xvxKQ1KShpXLfaRmyBvWj3oupGGhE7BkHgqADNcJS6uAxwBem8gtFz5wl4Wx5WseCEatMFEqbkpz&#10;aHtBARRMTVS40vQSt1wF7SLIjYB5V27tJC2zEhQDdm5TC3Dc5dycONN8/XdLJ3DLNwC6roljy7XQ&#10;d8J2IijYdaYNrMr2hqKunokOoaHtsRVIGEBzloz1kGthcMJHhFL+0zsXRg14aTYI6TmRDUMrDC1X&#10;woxlJMwz1wHwTAVmuQ4mcVsVEBgApRWY5SoYR0kDhGqZpoly9m1mBP+cqFCKK0yTWpEmsnGWmOUK&#10;6IdOYpYrQDzzlLgXfb5scaL/eMXnu+NNPPKt/QOF3oMQCE6Qh3ht830HxUaFmDARx1JKnRgTIuKY&#10;w6sTY8UQcWxQpRNjUxJxbL2jE9e211Lbydr2WpIMY/oeEqi7vsQYVPaQYIUNcl6/QLoO8TqdnAuT&#10;DwmH1yDnTVrbXgOI1fuGPp8ez3BbPtA3zlukfSYJaMqBfJ9Rou+U575Pq4yvfEi43bpWf5G21/hE&#10;4C38jfiWfrJ0Oj678Q6HgIP66fTTdd6JyxNACms63kpRRloTZXBqYGjx9/EZIrKRDnc13i3x9/H5&#10;jA6HrLCr4u/j8xmdAcMe3wvPwi5+DsexPe+Fe2EXHSCNVHZwtNJyS53H4yzjM8wWtdWezGhTBxeE&#10;JzO61I28aJPhii+LT34pt9JPCAbx1/HJZLHpXdww8dfxyWTR/aXrdSAwHwjEoGK4BJ2q52pig4pR&#10;6nWqjq5B5rhode+gwpq1qeCK2EEFUHWbFdY+EQWPoLxFmcrQYxgVFKCtaza6wG7QqHiBGaDg3B0G&#10;Xfc1XuSnwhyNbR6OycgfUXkxFbtlRIHx8cL1k86OlyH5HNTX4pIY9NTjJKLOlUVCfgedkK5ApPkO&#10;60TlyN3vyfegEra8dl1nGBl4J/jVwFnRXt1yjiWaIOu2kn7vJwMfhMox5iMCeF2fDM0hcHQGIUM+&#10;OAeEA20y8FQEjvBFqIQ9WsT7V1sfEngrAiH8ETpHthdY3PqigMeCOcIka5PpuaMg4OpVOjgtPEO4&#10;JXQ68ufRHk2IDPETEZ/hUwG/RaAzJjLgq+n5NbpS4LrwdHBOqOMbwYf40ZlBkwu8F54O/gmdjg3E&#10;aJyN4MDw/KhbmPpechtgfEMTj7JRbvHJn9o58IOXQue3BH6dsfHiGWo9Dcb3Xd6dHq/DkM2g7+Pp&#10;7vYqRC2Prx8fPr7//u7h7Kfj3ZtzKdpJZ0mKgqVwsbfEYiQX2735Xbu8ejfO06v+XT+8wsKdXzVu&#10;+d0yNv3Sv31XRnL/cHt//fMjuRS/XgZ49fWQbuP/YX0Usng4/Xh/BSEeX99cH69+4J+fjrd34ecs&#10;6Esj9jnGe4O+fmPUoO/LoC+M6rOgr7cNNeh7QbGTbX9q7gGtQd8357+6OKtB3wgemfuw80AmfSuT&#10;d70GfWnR1KCv3zuSlcnNTA36nh9q0JfORmuuE6AaV4tSg77BIZ5MbA36ZqujBn2RjcthE44nxSuh&#10;HqeIIRa+r+jE4XZdg75lmIqdBIcUoNCFSBltuNsfkLMWLtQGOauzYh0/Dw/WoK8UDmeP7KFiHT9f&#10;MzXo69PQgwla3Xw16BscqtEBavnqI10N+jK8Wqp50B3qNegb8ehq0JdXTg36rpk0wQghFd2fEGvQ&#10;d7NZcQ36qrG+GvQVEtNq0DcGc+OzPPOsp8Hwe8RgzVBvCtjW+t6/LOKdhXr/4vpe79ipod6XoV4E&#10;oJ6Fen36xC8d6u05txffae/C+avV9wpxE5wOkhN4X3WvwCiPv+wL8wqMkF2SRuTmSaqYyagERqXD&#10;XypXygONQslrUV0k1QNRcnQadyfUY31LUa9QQAVIs/V9YmWXg0s2jcpJZcuUiZVRCSIvanqdVPHk&#10;crHvCu92jVBdSkmDaVgSq6Kmt4cgNgsI//KaXsDlCKxywYujyuU+tsIEv6Wot5eGlct9X1XvOApr&#10;6xvKesdFmCPdP5IS99X1yqkkueh3B3l7oZ7xm0p7h0lYYd9U2js4iVu+9PeW9vajsDa+qbS3R5Xt&#10;5l6inPakUbe3tHeUuBW2p91Z2ovK6e2x5bvAYYkItoxSeNMckEsscCu00MxS2XFR2tt2ArdvKu11&#10;i/Ap+ZbSXjdIBbS5EnaW9iJxcltqlFGcZLuztBdF+pv6JASPxGvEGtquOS4re4XzQFnYO0qmuyjs&#10;lb4nY74Hdtb1SsPKZY97UzZF3JpqVe/x/uPzwAudtSjqmTKk9agn0vQD+b4oNp2ZPPd9lYJcQnLA&#10;wWdPCLYGeKVAI1dnHXBi2CNIagVCakJ5wC5y1mqt6n2+m2qAV1qRNcCLAO/e8C7TJZscHYPxGRyE&#10;gcqq52UqoxqKqVKqTHxTfOZvhCdB9XQHXlYdL1MZ9XOBygjn4mAD62VU8NK1FVRYh8HExZnFZ5gh&#10;XWRAZZTWcbmQVb4b0rKMmqwZxx+80ZA8/A2BTI/jojzOkxlUXJ6kU1HtHo1Mp4LHYQ/ViIOsyQsu&#10;hz1UaLpj84oQvfroRz5xGFQooPQ6MshiOapRRMaFzEYBLyB5/EuNCko4HjyZUcI7TkG0RiEhXA+e&#10;m1HEG9MsrDLeRGcV8o6xItKs5OVFaZbyjnywdVYpL7wQQblWKe9A3alop3ao2tNsCDwRTGiU8pJU&#10;AsfUdzJao/gMVgneCCY0SnlTrapVyguPROBolvLC2PsxmqW80fsOv4Mqng5m03N0Rj1tx5uTfA8q&#10;x5bLKJ2VHpQqneF/0DlGgG8L5wAeijAZtBfTOZKTGavHKuWFkyLQGZ8NNwW9WKW88FN4fvBEqOND&#10;UkOgM0p54arwdFYpr0OJLM2XTIC2WXgLwB+hknFfDbOQN5wXBjgxtJdSDzyMzSrj5c+RVcXLxdfd&#10;sudY9Dyai04ytYT3/G+6hNd3T6hx3ZdxXdjxZ3Fdf7iucV3BPYkvQHLA1riu4Iyvcd3jp2tyyOZh&#10;lRrX9QWrO+t2a1z37hjktbdjc43r1rgunZiLKt/cANW4Lhws69e7xnVXWdS4btEcNVyPa7dmMiax&#10;8rnGdaWwWBu8M4fk7dHD7zWuKwmS/cIHONeD50cXJDe+PMATtIucK+xr4e7ziHeN69a4LpeDFTHi&#10;GtflwIAeFqhxXTomPFFb+RgN0133Na5b7LYa112rdMuYaY3rqiGwrsZ1tQhhjesK1bo1rrsanPzA&#10;8zyuW6t0Lx9Oj6cPT99dnj5dnD58uL28vrh6OH65vf940Tauufh0vL03WjZLfal/TpWuv/DVaO6L&#10;aC7lND6L5vqj6y8dzZ04+QInX3/SW6t0HVAcPAxvmxLLfxYMrxs6KpQCW37R2sESuS5rJLZrCeWu&#10;7UKWUe4CR45UInODx2fc4lbEdbuGsDu3uGF2KzcAbgtjy/3MbQvAym1u8Ehk3ICttz1TZOEksrYF&#10;VOI2t9zX70ZfxLU1U0T8M26jNFPKvUt0bvTAhVvsilhv2w6SHihZLeMnKqIs5G07abZlKe/kqPpq&#10;c3ylLjyC5JZmyb+5jm/ykKWb/AptONQYbmujiP0SI2l8uT6oIm2bXVHX69CSX2BXVPYilVhiV2rD&#10;w29uzbZA7J1EbuW28JHITW65Lnxp15Ym2kITw0K1jZvcck1IW4ycs6taB1luuRokZuS6XZn1vlp1&#10;a2RFka/IrFBB50GhN5nlpklkVmig7al+cJNZrgGRWaGAFsZQYJYrQFwcXaEBLF2JW64BeSMUjZyd&#10;E01wEQyWzQj5nFeVNotkg4sq3w7WZnubFvi9SK2Wtil9QNNrO7xVYJdrYhF3QtHMuZ+oScTWxiqq&#10;fBePjr61RihHOo1tEA16UeU7+4rVLW5Fme+ILbM9tgLAd/bgwpvc8s0w+grkrZkWCL6TRzbf5JZr&#10;gUy0MLZcC1NL9cyb3IrtgAYAArd8PwBFTuKWa2GGsra5FaW+g6+O3hpbUeyLfGOJW74bhlayvEW5&#10;7+K7K2xpYcyNUu9xlDfHlmthAfK4MNNcC90kfe+pSiWtXoCBSd9nwhNLdHRE21YqoSMlMtd0kh4I&#10;2yrRtY3EbspPra4RTw+oOljZwY4IoyPUr/RW14h6pVN5ohPHlusBefiS5KjOIzETP1uU256oHBDP&#10;BLWiLmy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z2pTDJRCVdSDF51RalMMMdcKBpfWTE2eepEN&#10;hS8HSQZ9m/aklf0dJE95pPstG8l15wfcmfZMlSGYD6lLg56fx3C/B9x59nCnKw/JHXeaXeS8gFFV&#10;uouctYpryS5yfOz9YGLqjz5VbsZwSNXQBjlPFReHPYOhewMNBheDXeQ81dTiwxgMTzXhCevkjHF9&#10;wMF9z2AYif4ASOdd5DzVVJ5vDIanmsp2DXKeKg7OewYTocQPdDDe9wesWDr47vsDni8dbPf9Ac+Y&#10;zq37/oDnTMfSXX9Ap1JabfAA5H+AcyaE+4fHJ0oKf7i+fDoD6DBIn/z/P7w5fzg/e//m/D39Tehu&#10;zbTU6Jpqg/1V9+zmzbl3FRHRiowSovDAgA+DReZGzCBbacrUIAoM+nG2CP3xOCNFfDLXIXEN0UrM&#10;JFLEZ6RkcPQWAUCd50h9XSElBPf0ZjQIEOHKEijjnOJb45PfPjJid2u1A3Ij9QH0POGLCUqNvOIz&#10;8uSmLQgbWm9nBHncSq25s7VDsC8uqfjW+IxvZ8xwCgsa42TI97ZNB5LIKz4jz6gj+PR1nhPdPr2U&#10;2rhXIq/4ZJ6IHjJl2iSRIj4jJQXEiKfVQMkhgsiU8JaqOpq4mUaLYIZBScEPvJ0aQugseZholWoQ&#10;NmHHUdMhlePICkqmMwomPqN6uAuM0e7JwfHtp2IuIS4KCPF/eeuO3BsKcVJ1Hggn+vdaZLwXLTIW&#10;n0EWe79YZNx0xiCD73vPFMiG0mIxuLW8Ry0y7i1ikXFrEUtdCCr6wVnLhLaZX/HW+kRcMRBaW4N6&#10;mnmOWAjqSqHdSISmnaGONZ7QMsaILnpChA/1Vzes4S7dQeIui0/ebQgwBo7WtmzaMOse0Vht1ogx&#10;eoYIIup0FMiAcAY0TlH5cZEOwog6HaVLEL90xo0zjc8wY8QZPR0CiSq/mWJP4Dca70WkMdAZzYRm&#10;PhVNRmMkxBo9P85XEu3VxKtwwp1Kkx+ijYEfHNYa3cjn7NmQSzS7CCjq/LiobcYVUXsvIo5+fFYL&#10;o4E7Sy3GEQwxR88PQUX1vT1fQxajJyKijoGfIeeeTwCL0TUt2l4KLKoD7FJTKUMjCD36EVJsUeVI&#10;JyNa0vCV62sf0UcmtE4e0RQ2puUKu4kijOoYI0NndKDiASLGqLLjrkwwsLqV4S8dRRlVflGCbXIa&#10;ROsSn8HK8PHaIc6o8mOXBbrJ6XSxPyQijSo/3kz4ROmr34dLaCkg1qgyhMLCUhixr7R9jGgkE8Jw&#10;6oS8CidDxbGNJa59hpL55OYmw/YjJhnGiKCjPsZ4+p2N5n2xEZpD3NHgyBtgMVZi5EihR4MjXySQ&#10;A2AQxnuEUY7nsPjJPrQuOdziqo5PPjXwtqIApP5qXhS4kBqLgpcZxSBVjm28jnbG9yc2QaQgpMpx&#10;5J58INRViChlEA/nCIuf5pl3q3dTaFsBYcp9HJHnwTq0BunbJHolWvN2GF58uy5zQCkFI4C/MKxF&#10;z18O+F+MlbHhqYmLrPbCu//b7oXnVVurJ15WT2CTPqueCKfVWj7Brahq+cT5oUjugK80S8XIy07o&#10;vpiSQGr5xBXvLIIFWeXS1vIJahNIPrNsrdTyCRjiJI881ynfYBT+SUS4qUlZrXQPT3Qis0IDtXwC&#10;eSG5Dmr5BG3TWj6B21C+BYt2erV84vxQYKXV8gnsmVo+4T2S+a6hAGn6IImfrVo+8UJwtXwi+G/y&#10;xVTLJzZK/mv5hFRIUMsnUBhbyyd+82t4v/VUSY53V0zRFzUFHIU6IMgUogO6IDkh5gBw813kIf59&#10;SCEug3tw7dfesy/UhG8lBVLoIrtH7rX3rFQpwhh2h4ROp6/IgRdwSl0yyHkBpzxAnZyzBg8IqO3R&#10;KmedHFKM1eAeQmqHFOQ1yHmqtXzieQ0NZ1wfgMu3R021fELafLV84p58TtiHW/VLMQ8GBRr7vq6I&#10;xIevQi2fqOUTKN6w8t7GmK9SyyfoyhBTPOKT84lq+UQtnyg6WruBE0GNfCO0Y/Pm2CCr5RNp5/GO&#10;q+UT3oUR7VB8snRq+YRkqmv5RFwq8RmWTC2fiPKIzyCXWj6h2ZlY7VDLJ8pVU8sn5LNyLGmp5ROH&#10;E93sy5VTyyfYXxbFEp/BHNfyCb3G4++/fAKGg/pl+K8O/eB7aFCw7sfHp99fnz7Rlrk/vbu9u4Nf&#10;lXYPddZAi4nGQGFo/D+8uB5Pd7dXxINYPJx+vL/yzG6uj1c/8M9Px9u78LM3ZUR4/fWJO3rgp7Mf&#10;H27fnP/z0iw/zD/M/au+HX941Tdv37767bvv+1fjOzcNb7u333//1v0LDc31r29ur66u7+m1Z18/&#10;3d0/vsZ/fHN+8/T0+fXFxePlzfWn4+N3n27/RiEn/MKrRRMviyaQhvu8aMLHZn7pook2FvX91TEn&#10;WrHhZpkTuw9yQszmzvOSqeGMUEhQZCaLLWhRlJlyynYCTohdsYsM/X1wE6PUUvRbqiXQjlfqg1nM&#10;UuxMXkBNiPL/JqAJsSU2nesyDWAJrS0684StAmZCbEpaqGBnkYSUAE9loWlkcl99lByvZCLoyrfA&#10;S6DJ9bY+aUenkU1Sb9iiOkKEDUF6xcpL7OReQkuILVyRfLEya6WigRJaQmynD1jglZnEiyrYkyjQ&#10;0kqQ2F8OLEHAONvS/8sLI3onrTFqlZKGL84RsbdE1ItIC9SRI5GJvOA4TkSDCAJBnZUSmbjCKFUk&#10;UQ0iQEVREiFvpAJRYhTBMwpACaXAIrf/o4jrQZ0N0hQUeIpcBXB6CUujwJNQ0ClyJUziBijwJGR0&#10;igJPYhKRDAo8CQWdIi8PmkUcjiE3QQo6Ra6FBZgC21uqKIhQ0ClyLSyA/BG45RtBKa/ItYBOhdKn&#10;mLwyaYlMi9QsvACUQP8IacuXiBJi7/GiJAL3M+nbjgyddXQKQEWuCPT7ENnl+2ER4QKoAWqSiWtn&#10;SXYUBk50CkRFoYpuFPEzclWglYzU4b8AlQBOgaSLZ6gSMIfbh48SVWIQMamewUqICAQFrASOKdJ8&#10;0W5lFZ8GU1Gog5b89s4oiyMUpIpCHxOwvwR+hT5krIoCXQJFvdKntcSX6PA539ZHiS8xDpL8SoAJ&#10;Ba+i2B0yPF2JMKEAVhT6GFvJUpUQEwpiRaEPtOwT9FFiTMiQFdQ6KW1LN4rnubJKQsGsyD8a4Cfp&#10;g3ohru9VQCtKfcj88v2hoVaU+hDxx9AOdx2fBlvxTB8ibkW+P9A2RgLpKIEmYBCkA8YLpAnpa0SN&#10;pNapuE789L6AmpCwNZ5BTfSSyf9GqIlJvAq/QJqQLjy+aVNaXoOIrPUCaEKcctGMoBehXajj7yps&#10;ahcj2C3fLSqNsB1FNZd37BK2B47Fj1fsUTySo9M7IZHpx/9NyPnDlqe07n35v1g8RLwvUx+blYj3&#10;ZRJiJxJx9EfricLYZkS8Lxm2Vl5I6Z618kKSDPeCOqQGwvp6RHensC/2LV9CcPTbaN8CrpUXkpo4&#10;YeCAWyeMHYV1vmrpzbXyQhJkBa6QJFMrLyTJcJ/VClyxCZbFJ6X/D4Er5OoRbm+JGtfCHge7zKfQ&#10;vw7SBY7M/pOKYuR4kJWALhCNZFIL5yLxxAkyfF5i9kh8cn4s1zraKBcccrVBLgi+DycEijyqr555&#10;LhbCBXfRNgs0YgfO1mh5mso4UmVfFEl8ch5ouF2YyBb8ZTZxLciR7uVitTvl5WD1mudu5biC623D&#10;uYt2S4tHXQo8PgvNAvd/mgZu9Do7JkvH0Cjd+AxSDkK2QSw8NwvCguuYrAoM1oTRJ5+80JhoKluM&#10;447PMH4uV0wlq/G38RmoGKck9OzwWTSbGW+8vY1+57GbstUYOnbC1rch3PB+ngYV71adCsHKHbxa&#10;ctlCsjovgvLZQcWnP50XgpU7eFFHbvuNCFbuoBoYB8LQOKKVnpmxyGIJjbWwEa/07KztNEQkDQP3&#10;AhFLz88yRSM3NrBq6BCz9Pws0IuRtWphXsRUfYQlVVs0cdfjHjFgzQQibunHZyFeTNTKCivYQrxA&#10;5DLQWcgT7M0YDMQBxC49PxPxgoIsGJ+FeIHoZaAzEC8IgYH4WYgXiF8GOmPZL7z+LMQLimAGhgky&#10;LtrV+Az2FY7cQGhhXlAQ03Ocje7k8H+GtWqhXlAcM3A08BAcmtp7Qgv3gkKZgTAdCONs45Nn3VI4&#10;HXqxkC8omhkIDegL11HuDHE0VqJDQNMTUsRS3VOuBzodsYT7XrfSFNRkSuPQ4HrC7PY8DcwPh8Am&#10;U1pgBskomiUcCG4yT0vlI382Ae/c6lIikBg/o/UCEpUdn6z0iVVkImEABiksDxMLw40RbcJCw6BA&#10;ZxgnIpn6jEaGCDURMYDowfK0MDHcGFE7TFSMCLVnw2IgMhVmZOJiIOjJlNZaGqOOzNKOiFVmQ2OQ&#10;0fcrZLIQGBD8DJQmOAbCmkxpoWMkShMeY4xlLYspJX67DZCRIBYbm2eQEkU6jfXJB0xgZBh2KWqT&#10;op0WzyB53MmM21FcdYisGZQ9I8uA0rC0iIh6bYLSmLujrEbYT1Dql8Il3lpNpAz0+GGOxhkr3r8t&#10;jiN/Ls0xIioaX61Pe+COH+Coyxxh0chRXxqEohFmbYBkbDh5olmvGBl/4xgZfofUco+X5R6wNs/L&#10;PfyZoJZ7vDn/1cWZE8sNILg1Y6KWe6zCqOUe34SJIeVG1nKPjwlspJZ7rLKo5R4RgobOb8kU13IP&#10;tEjFMT4JpJZ7IAUQnqYkkFruQeAntdwDflfEEfJaTnJ2pWVC3lEhnf0ZCEYt9wg3iEOBhAFnmHSk&#10;qeUeQvlIbqYQm5fS92u5x7b8qLnuun9ruUc8IFG0O8mllnuURt+3EE7SqeUeKOKI64bCWNnCqeUe&#10;Ie9AT/Ku5R5Swm4t95AkU8s9JMkgCEaxGbrS7tl8nFtzCGd7uyAjRH4OKbVH39q13ENSEyK6Xk0p&#10;HVcXZC33kARZyz0kydRyD/gqsK22cTNCrBu4GTEorm/AvyOgDXnStdwjljbHNIT4jKmFnErSInVd&#10;S5mNq6GWezxrXxsTZ1ojaycW4Fg51rXcAzasXKQxcQ/pbtoSZU0YOeK13ONEzg3e/rXcgyVRyz1o&#10;VZT7rpZ7RHnEZ9g1tdwjyiM+g1xquYf2earlHk0t95BrQmu5B0qHarmHArlXyz2oHL2We8g2pJZ7&#10;6BfE/7hyD+ioYno8nj48fXd5+nRx+vDh9vL64urh+OX2/uMF6sCai0/H23sDwOSd/4dVmgGYXJTQ&#10;Ir6rFvBJ4tN3cbmg4oTHz398+I2vZ3j6+v7r2e0VCl6JXS3yeFnkgejM8yIP7yf+pYs8xlis6tBi&#10;DrrwIDNnl1/fnFPt8iUV+6ZeNl8/PHj0mxwJ5/hTbBuZOkmu2Qh5lu/siwzmUPCYp/Chiizlcswz&#10;9U1GV01fcpdT5XlC80hpahus8twHSgvZZpWnbM0jNdTdYIV67DSqERUl26wQ6kxUYLLNKk/tRYMK&#10;gVWeyDhP1JZ3Y1R5VlDvwU+2ZEX5DOuwfE7kBq+i02g3UCvUTWaF5H2n9C1muejhvJaYFbLvKVtu&#10;i1ku/LYTmRXS952Rt5jl4nfoFy1Ms5B/Qy1pt5jlCnBAItlmVgB5TAA92GRWAHlM1H53S/70kUzK&#10;pD7M27wK+VMz801eufhHD+SxMckCx4P6z26yyoU/+ub+W6xy4UubqADxGDzqwBarXPTSkigwPAZJ&#10;WAWEh7ghyc2dBN8vkskpBC+ZHMoWWXl1wuqirjQrlbRSqQtCoupgMDcXRAHhgV27rUVqK7ry6qiV&#10;/4boSwgPaY5FTUc7C7xKBI9GWl4FggdBc2wODPXE6/Dl7UidQtIsnW/mvDHLAr8DDSwEkVF6y8pM&#10;WvhFPYcTv2qU/LIy86BXWyPLl36LFuvbyizRO4SPUYHd0YqzpLyZNDCfFb4xrgK5o/VwFlumoijl&#10;cNK48rXfefiETV6F9LdXBZXEp7Gj5be0kahrzkrnhE9ugdkBbtIBpQDtQFe67bEVNRzoiiOtsgKz&#10;o/OYMxsKKBA7IC5pppTrk2bae4yDLW65CsBNsteUCpS4DZJCC7wOcJN2elHBMUiHlWf1G6LcCriO&#10;EbhRm3bjGVjHJGmhAOsYxfNdYYUa8SRVQHVMHnlhQwvPgDo66VxWVG6go5Mw03IvOOmUQUlMSaez&#10;pFP0S1upFuDSbBuiAqNjHoQjS4HQsfhG93HH47qebhO1Lz18F6fHM9zIkCsUcvZwdA+hDSNlCEac&#10;MjHL3qpydg6shCePOSoGd5gBT74vz5Ob4xxQHL1n7HSEJu6p46o+mJqoLCWa1URlSTI1UVmSDPcT&#10;PKT2qvrmo6MP7VUcbvZsbW6SfEidbA3ubJZqojL1bvXJQvw5oCMAyR3FmXvk/oskKuPTDHX9jM7c&#10;dOQ5u6G+hHDy0WzWrtshbQEHBj8tHAl4WitFmeAAl6KnhNeQKePv4zNyxCkIgrL6ssGv6OngOtT5&#10;YSkSvwmNrYLg4/vik9/LrfjgP9Tp6DwKfoPRj9aLjuiMoFuk6xPIRRxXfPL4+L3wJOrj476rndVa&#10;PPWPjd/4+L74jHIJGu6MFtoz2yErGXbmKo8W8lb1wW0M4VLU6RhtpYVvXOUXGxPiKKvSxRaCWK8q&#10;XWzZiaYpGh2QI/16MVIr4XgMyzQmmEctxGfQxsT2ONXrxF/HJ5ORswWLDz2H1bFxT+K4dyOT+AzM&#10;4Hv0zAwqujHhlbp04XwMA1PHNfIJUbcU8D56Xvr6SP2e9W0N/2MYvq7NgZvtYoCaYOGBDNPUbVPP&#10;CbVGbk/Pec1wx6kv5W68RrtXeCH92LBfNW4IMngyY5t2fGRNn7W4duIzrKGOI1fImdVeCk9k0EKj&#10;L7aWjb/VCJYSxv2iNDZp7CaMPqzq+OCPDPwM44AWsIEOxlibr+PtAKejTsfGC9FfnS6CXxjp3gQY&#10;SebB6MgYu2oas+XWtC0sgDbZ2AfS6FPNWAxdugjHlRSfYUVxdQq8j+pLwz7sMERtaKxVuB9VMsIr&#10;JhPXhMCokkySGOqjc9zoExz1hQIfJb/aaGxLTVXDGBES1qYMPyUTYk2rhGz+M39P1ER8Bo3AVxk5&#10;GtYx7XLj1fBXRo66PVg7WBuzhs8yikdfrAN/tn0zdE088FsyR2P5j3yFRUMEXTPwXTLHdKWLgo7P&#10;+GGOkzFMPvyXzNGwb1PsHd0YBpO60odlZmzTiS3mAoxVTYxwY3qGcFTqdPy9WdL9NcokPoNsXl5M&#10;4u9rL9m/8V6yIYWl5hm9zDPCN+B5npG3YjXP6OKs5hlRP92aZ4RP4hobq3lGSRatFDclH0CiqnlG&#10;oS21lCxW84xi86qaZ5R18qp5RqmpWc0zytZFzTOioNGaY17zjOhym0uk5hkV4qh5RpQ6FHwrh+gS&#10;1EPuNc9IyoyoeUaSZGqekSSZmmckSabmGUmSYUThQ4oe6Qab3fsHgLEHj7hBHkKih//H3tf2xpXj&#10;av4Vw9/TqfNaVcGmgZnuzmCBuYvBvfUHHNsdG9d2ZctOJ7uD+e/7UCJVUh2RrL7JLDK31R/6ODFD&#10;SaReKJF8iFjjs8ijT6DFGTku1Q0X42txRuIYYcdJizN6qhWe37Q4I7q5lJMFKY7Ba9fijBAPyH5g&#10;2/fd4oxOplCLM9ov11WLM6ptwS3O6GTtdBzxR5mOZtREizMyxdPijEzxzNsWZ3S0fEoLSIszaiBG&#10;14f99whiFNMxW3TRMroIi/w0uiicKt86umiUQEiOtq6gGKVcjq9CMQL4QjWjHMGQKeAhgRiFx5jc&#10;M4N4xESl5Vjj9pNoEobRglMeYKEgbSCyKzGaAYUScrUXjPLYFi1bPmOU8IsWjOBgSM0pUAp59vjY&#10;M7zAglGBXqQAf5CRklobAAdVHxwFgCayTpFTWTFLoIuW3cpF3isILl0u9IRctOSVS11DqSlKUncb&#10;VVy54GcFdqKsSC24RYt+FbhFwPOoTnUK/E1CFdiiJatC9Jq8+ny2SzjRklcu+g5N1vuVy16bEZQJ&#10;kDrfo8U6qxw1QVs5BWxRv1Zmap9PekZuWQywgC0aegUvqoQtYhieJa9c8AOmTXWERSlqaKe+fsin&#10;k6Q1qvBAueABVaLwyiU/bpQFVIUtWo4xn/MTAMLqY8xFv9ZkX8AWTRuFVx22aNGxArZo/n2wRUtm&#10;ufRnIJdVR1mHLVoyy8W/1iZ+HbZoySyX/3pWVhEqeh1nT4ItWjArYIs2QISqDrOOW7Rkls/+zaDM&#10;/npA0ZJZrgA1GJgyeNIiSchFS2a5AlSAPwW7aMmt1IAmtFwDuNFzCOKCWxFTNI/K2jzFLtI2xgK7&#10;aBqUeXuKXaSdbyV2EdDaqtODMrKTEpBWpPYt1wIZDnVu+f4PbtqeRhkrqdVhpfWt1IJgFy20UGAX&#10;9ZMyd8mXktqETrWRkksw0fXasoLD8EjVJeyiZd/ypdBNik4V7KIlt1wLKGVU10JZc3ol2EVLbrkW&#10;NJXWoYsWvAroIs3Yr0cUBV4NuUgrdxacOrt4VY4gEvRGDT91tToaJi+yIhty0YdTzA9Or98hefMc&#10;1z1nvu56SZWzAwM4J3gHq/Uc7mS3kppgmZ5FzlqF8XkWOfacwP28oXJe9g4m5FncsWsE7ucNlTON&#10;dylh3hYklxfbwZl5TmcIoZI6A2PuLHLsn4H8vKFyRngrsbpYTZzz35CLFpJpEUUvd4xyRJUDLj4T&#10;IDr2r4hcNFSRixjizgcuYkIPt4hek7DMvXAiTnP2UIsiBtJ6JVuMOB3kG2N14kaE90LeiOS38o1U&#10;sEHRMQ+vKJ4OHlpRpPKwimKLeDU0+xVDRwYHAyDunrD+TV6w2jFGD6OoiwLzIIoYAchDKMIxTY16&#10;AEUca+vhEwn+zMYWGuNtdQ5aFINeAWbZFBujjDnYRAyFkOIVZXrJl6cZB6LjAIvHovxavkwmYrPx&#10;FwQZxVY73heDDhwqRrCwJYsHxjiJzO739AJCy8mmYrQ3WxTDKtpY2BMsieGNMTSJN2aTjNFJvFWH&#10;CRamrc1tZMAezF6rUbwzBm7J0hJly5c3KnqOIKnZisJLYySz5TaRFwDcHGgivDUGMkxyawgTgzA5&#10;0ER4bQzcOgeaaOYd3oMmwoNj5Ocs0Znjrj1oIrw5Rn4OWM9aJp0DTYRnx8jPiaNdsznsQRPh5THw&#10;w9uiqY61zE8H2AePj5GfM94N8PfifLdnMt4fI50DT7Rh76WHTyT4hB5AkeD/eRBFeIUM/cMrklzg&#10;ZI3JN641GTAI7X1lzQY1vTXaKoEZQiIEody/pEn5xqbxGsmEQCEy1xwDUAFdx96G8CLJHLf2YEY+&#10;Ceg50Wx65PngEg5pwTtNk20SxeOYMoMUY/ZGjddJkaM9aXtGDXRRivBCyRydU7znRwgXpQivlMzR&#10;QSnq6KExzB5n98dLJRM6KEVk1USOzt4phdc7vEeak4L3Tg+kiBXtYRTxueNBFC1uILKYGkLR945Q&#10;FPaiFkO0jCHC/n8aQxTOlhZDdNFiiJRggxZDdPV4S/4TLJ7kBGwxRI8PVxGLp8UQEbJXp8b9wLJL&#10;06bFEMm0aTFE2bRoMUSZMFLxs3AnyEN+8ZRwXEothqjFENGlMZ8gLYaolEeLIWoxREpQUHwdajFE&#10;C2d9QyXSAsnYl7RLL/922E6LIdIE2WKINMnwC26LIVpsSy2GqMUQ/Q9YM+KEkC9HbQSHS4shghOU&#10;3diIKbE8nC2GqJxALYaIbk5xMbUYIkbYiuJoMUTHXZfjKFoMURWDrcUQyaYq3zhfWgyRdRS3GCLT&#10;UmkxRKZ4/iVjiGDHUyLEj2TQ0w8hOQI/X396fvnL7f6RbJGn/bv7h4fwwP3wRCkT84AALfrN8/7h&#10;/oZ+Gf5w+PD+p4fDxW9XD0hvC/+xvAqyw/7T001gdnd7dfML//xydf8Qfw43C+J3++WFUzXw08Wn&#10;w/3by79vV9tfNr9sxldjP//yalz9/POrP737aXw1v0Pw2M/Dzz/99HP3D+paN765u7+5uX2i3l18&#10;eXx4en6Dv3x7effy8vHN69fP13e3j1fPPzzef6/oQ8Hn1CKHlpFDiK4+jRwKoaHfPHKIcx42MX3v&#10;CD7UbRBVeI1ARSqhGc+Tr0If2iAT/fMFKruGEM7ci4Qwx+Swx+5LyfT9JkKo5mS5X38TcEZqzPKc&#10;8H4NEIU6s9yzieKNSs/yxPx+Di70Ws8gqDSA9Upjloez9PNAKC81ZlB8Yoby0ErP8rT8fgIiSZ1Z&#10;EUs0bQkyoCa0ApKonyatb2SHp85NAaGiyq5QAmpEa73LtTCuCf+nyq5QwwiYE2WwuR7GjpBoquwK&#10;RYyzNkUoHjUNdpgJuafKrlDFOGyV3hX4RP1GU0WBUNSPHcE31KYJuU1S71BfWeldCVI0qFOYshsS&#10;u4nAIGpjpaq7iaofRnWsuSZ0boUiegQEKkPNFdGpiijQirrtWpNcAVjUTwQYUhvrCWLRqK2JogQa&#10;qghr7PI1gdBubRKT0yeJGMH5GrtcE92ATacuO3IKHdlttElcQBd1CJ/X2OWqAMSz1rt8TWwAJVTv&#10;XAFfNM/aWAv8oqkn0JDaiijwi9a9pldKLEwSGYDwonDL9RBhgmqzpEAwQrKAxi1XQ8QJqnLLVwQy&#10;nDRuuRY2Adqqyi3XQsBaqYmNEviSPDaztmuWGEba/KC0isRsu9J29ALDSNNnEX20VRdWCWGkSIyg&#10;ko/9wi5YX/MFghGKZdanBmWgJWbIpSCwm5r8kQhypFPlTy64jJt64pfRR+rcKACMsJC1FV9AGKGc&#10;ujLWAsGo63pteyswjAbVuKFy48fBdnrv8oUwBbjF2twt4o86/VBFbt+xWVowdcUWIEbdoB6qJYwR&#10;UoM0fvlq6MYAqVabKJSrdZTKAEwhpX/5noQzRJt4ZRjSBPBIhV+hjWmrbZklmNFa3c/pKnEcx6wa&#10;/AWeUbeFnOv9KwGN1mr/CkyjHpnlGr9CH2vAZdYXLi48x3HAzNH0uyn0MW+07Q4pozk/GLrKeEt9&#10;rDX9UlpwknM/qqc1ZewlOmSQa3s7ZR8mun4cNHt9W2xVo2r/U437jN+snbFIJDzSdYN6ASBnWcZP&#10;ve1sC30MuHfU9bst9BFhYWvbC+F8p3a7ftLkty30MalmMeXdZ/wCrlltPwD+wJHOvN0VCulgo9YH&#10;jEMq56hfPjvKhj52EQmuKsdCJ/NamzPhvTDjGHDJaoMGgFvWtHF1x36bEW4nbdUhPTejO3lYwPvb&#10;hxt+eLui98DwVocAK/47/FTD9oK88SKyk4xjOyALoiRieT2xiTF1iVhwFGxiCICIJVfYJsakI2JJ&#10;VbaJGbSixSkuAoJanKIWRNbiFDXJtOqJmmRa9URNMn/46okqsCYjoeySP8I+ysg6p4MvAbY45Hyo&#10;JgQOh5yPVdjO0Tlik5PpHE7h80wHsowD+XnGAxm+gfw884Hr1+xgt57Vd7EgzhsqIQKF3pDVeQ7/&#10;YHRS97vVecMVHzT+wXkDDiZjbKEYMrmAk8l3uL1+uSCn7uXFS/j/4e3l4fLi/dvL9zSMzHMcfyQf&#10;cTBkCVcvXB+I6HH/220s1hVjUbb0Ao+m5X6BJo8kJ2ErdG8iUvjAWHBCIF+Ob+GwbQD3i4SFQL5M&#10;yFBZZE2bHHEX5qZXNsIKfGWREN4wm6PUh5wdQCI4zJgjHubjdJFByDcOhloM4pnxL0xCjvenm5NN&#10;KFGpkwedxcuXXGMmx4mBvfop4cTKIOQbBwPnWRwMvGM2RygkjHrC1cwaNfxnkRAOMpuQUYl6+hcm&#10;RxEPfGQmIWEWhj6OjnjgRWNCB9KGUKIiR2dS4M2PCRM6swhavlHgAmfXDw4gEnxpkSOcZeao8RrK&#10;hBiVJUep0wd/mUnHI/EQsoQdHGYmO6mGh/cwe5eASy0MhHxmJsee/MTYoOT6HoJYapUJ4VWLhGu4&#10;eCzRDIKaNCeQZ1GbfKP64FiLHOE5szkKBNSIq6zVdAK+gvPMJiQPCY26x8ODyZHeDYkQz+4moQD2&#10;4YC0d1spogoXmslwJq8xWp4diDP42AIdnGgmP9mTPTBSeNkCP7jRbH58EcKBZdMJKJ4DZLUWSWP1&#10;WxoRUDwPLHBDWCOkOef0g+sg0DmgYRtG7sJGa/aO3BJoFcDlJhk991LnbJ3B2xbIHCo2R2y5wdt2&#10;Di82Q7yOybltD3NLr7IYpiM08rcFOkcHMCqjdD2d4vdxw/cmCYzI2MPOmXXkdQtdhFvN1Cw2iijn&#10;3jmJyfEWFeIch10nmoPFYk2qDr63wBHONZuwZznOuJiaHOUopkViEg4UbRBWm3eCwQUXKcmAN3mO&#10;AuPZO0uY3HCRJ/xsDs91XO14V7enLrniIk/42myekwAWz97cgDsu8oS/zeZJgNdBnrTvmFKCSy5S&#10;wudmU6ZK5ivHmuzglgs8ye9m86TQP+pnT8CPZj/TdQS+N4eS53s/OFchmHVsUsLPZPOc5dbkHX/d&#10;xFmi5IOzeZKZH8Y+Ors9uemYMhWDEFNIvtEk6ka5Bo6OYYk5z6bq6ElpxBU89tPbX0mMkdK5ZXWk&#10;xEA5pQcBGYl8eURw2TElUEnNGdIzGikuWs5cgtuOeXpSkp2un2b74IYlyLa6d8PsOn7O671LK3Zu&#10;5gnvnD12HBtxRLODeh4AaoPk4Z+zea4gnEC59nbFFeN0um8KW7Zb3FcKuPC4befdo/KWIhOoYYR+&#10;7xih4WBskf7LSH8svNNI/3CYtEh/wvlrkf55EEOL9I/QoDAoUkxJi/QPMmmR/uGEyTOGYEgdp0mL&#10;9A/TpEX6kyGczxIq2JE2kxbpv2uR/jdskO1apP8yW7NF+ldyU+kdKO0hLdI/LaAW6d8i/QnLv0X6&#10;1wPzW6T/RYv0fyJ7FHFotYSD+HLeIv0jEsvH/fPFFwoUjG7BHQKUopfADr6k1Hv4nXZwop5FHp0l&#10;uxQk4XCPXq1W1XyRMsGe1lbVfCGZhkisbni8VpOj0l58lO5MSzuF4DnkvFZxiTlnJ+BwqV3yBzrc&#10;eVtKpURt8hbpr02CFumvSaZF+ttrqkX6O/EQKbTGc/S3SH8+IiTEQL4xVqVF+pviaZH+0b6QSSPf&#10;OHk4fqdF+u/p6lvKpkX6WzOnRfrLbJFvXFEt0v90HUmwnB1M2CL9K1tQi/Q3z3YC2gq37hbpb1SI&#10;aZH+LdLfXkYt0h8zBOhbtpRapD+k1CL9+ZaAlOOG5P+8//Xlh+v94+v9r7/eX9++vjlcfb5/+vC6&#10;X3Wr149X909O2YJ34T9edlnZgtdlQYFQLgFVCeQboNFeU1j688e/HX4MkewvX95/ubi/QXZqeFFv&#10;8f2L+H5K0jqN7w9uy28d37+RBOCI1pAh+WOLDUj+x7ymr0LyB+pKgIHtMDTcVfNYSqQXpjCoaR4I&#10;2BONhtyjnKyIllpFON4KN6SiZdwA6F7nlsdvdquIElrhhiSjI7dpS6Cetb7loeXIuw0YnBVuSFTL&#10;uAG1t84NHqFEhhSvgMZb4YYckEQ2bgJAaK1vBZw/2GmdK/D8B32slLaa2u066AthKpXuIcP7SNcP&#10;HWGhV/tXqMLoX64L5AcSBHSVX6mMCMBZ61+ujQG4qQq7UhuTpg3CPUliGQI2cq13BaJ/102a9EpI&#10;/4A+XGVXKmMOYJ6VwRaB/t1am8cFoj96pw22wPSH8hXZAZHhKBNjqhAiRJLdTEi31bGWmojVPGpj&#10;LTSh9a2I8wfsSQCSr3A7gfRX+ka5smkE2E8CBGqNW74otIEWcP6Uj6msMMK7SY1qy4viKRIRdmF1&#10;nLkOtMVA+EwZs1UAy60NM1eBvgfjlEvcGJO1woyytRPZSJixtdlRIPlv1JlbIPl3QJtWuOWb0gww&#10;4voeVyD5T2vCzK72LdfBFCF8awPNVbBFtQ+FW66EIVZAqHErdDAGgPBa5wosf054qbArIvy7DaD1&#10;670r0Pw7FNSoS65A8+97wEwr7HJF4I1NY5cvhX6NQ05hV2hC23wLSP+hA+a3wi3XBOo4KEPNFTHM&#10;oVBOTRFk9KV5rnWNsMIS0UiGS71rBaS/duQThtORGeDHNGa5EmK1h8oMKYL8x3WvrYYSz38eFbEh&#10;fibrHAG5KyMtlBBLIdR6l2sB5pI2VgqwSTIZUDikrtQCzn/cTtqEK4L8gQ2hscs1Ma0G7WggdJHU&#10;u1E1qQlmIZEBaERTBaCVMjpgwiuDzVUx9aEOTW0GE2jPsVnV8ioC/IHFoG109GKc2M0RqLyi2QLJ&#10;H2B72mqlAKHEjmu91NgVqphVW6kA8t/ovStUMWO616cxVU5LvduqGx3hIySyiU4mhV2uiq26yAoU&#10;f7DLVwWeTRrc+dXTIg6zwZ1rgWYN7lyTTIM71yTT4M41yTS4c00yLQhak8y/QBA0zAqE43LJlP8S&#10;fjYZbYSfHUxQeks+gmPHwB6BhQSBZO8cScoYIEA+wqJCNsDkYU7TCzZT4hnEirfCNRUdDDydwFpQ&#10;4loSKB30UjwDwaILlCmBSUYi3zh4IEnikhApHZizFUNUT7ML4MWAfRPehe2xCzD7NMGiNaWEZ7LY&#10;z8kD18OLOlMiB8bmyQjiE8Hl2pQMAjh1wBB1KHEjgDzpjd2jjJIfJ+AtOzyZsscjnkMZx04v8h5l&#10;nHX91oN4I9RSGhEqCjszBM/7kRLv907rTInXEldHsfWOkIXPGju99nuUuGZhRJh9Xj/pgQqUcypk&#10;IMtHvryMOsYAhGvAaZvBtQc8G9nDYSzLAW+VDmGccXAjnEnoQUl2CS7PEyRbHahg5zXNcyg6cVVY&#10;7+AaCqpx5y/vmnBPnNd0564y1kznLjJBWPUCSzrGwXfHwivMg1CU9ZVyy2QSylcmI2PbO3UR4GOJ&#10;sxv4NPYMY7hSDyYWBezi+vfWNKfLesDAmA1xnXpLRVDjvZXC/mune3DIhGad5bSiooHYG5w1sqK3&#10;Gto+bRnDcRPInA1pRU+J4OaRMcy5R8ZT3usbA4c6K21FDkH0zamTgOot0YhyTJOtlMSwtb9lhFwH&#10;y1YgQB3w7y0vRWxs1pLY8lBTHqasQPnGlQjPUpSIUx9hzXNkcHaUNZs2o7Ni8dIX2oWTyRwGWXKk&#10;sTU0Yg0XBlKg2zgnK7xVgQ7uKJPfyMcqPKmSXy+Ck28UIKEehynVp2xdIZBvJIRnKxLCdWU2PbAF&#10;302OddgLkvWMjEhLOKkUBdxcNiF5uGl90My2OMIqCoS9CxjPuwG5xGyOfBKh9KpDyH0EprE9GFxG&#10;Yh/hPjObFhjljSNGWcYrB5CbTQ5ytJnt8ogHryYKQwgMNHctpbBgyCVn08UlMFC+iMWPIl4wGYat&#10;AxodpwI570x28eQde2dniI1iFtidY7vAqzEUhzrC7WH2jUU8rh2R8PWWvIEmP7k1jmtnDXeokURC&#10;HteeWc7n5UhY86bWuG7auHGMF4DVx6Y3zonTM1IDeRnNpuGoZo6wT6w+9my/jFvnmQAOy8gRHkmT&#10;o+Crj1tYKVbTUk4Bi8mWoxR0Iu+lyXFk225aQUVW04JAP62cjQaO0DBq8nTaHPnlcKL7kNm0vIx0&#10;zisG3I2xaXhFTY4TW9L42pqZKJIFM3zqvab5gkoeVLtpRt2fBufCNMuLzOjU5oEzNvaRhm/JkYoL&#10;hcFMzva05hoC4lZW75NSPgiE9ha1FvHMziqU7Ha4P+2lACdvHAy8uOaoN4wwAo62rjfpqc4xhuAQ&#10;lqbtQ5w2iCBwMhgtzWzZ8eL2Ec5j4WjvZltyxNPE9d51Ks+zYvo1SP7vHZI/LLoWsr8M2cfkPwnZ&#10;j9tyC9l/S5j85MBQwotgsmQhLXq4aEbWQvYJIbOF7FfDbQnpL00oI4q9hexXsmxgPmSyU7M7Wsh+&#10;kcPUQvYLcbSQ/TLFjR4E0qpqIfuhqAR5JJNMWsg+4ChxVT4KRLGVWsj+8sxqIfvwnOOun2fLQkrH&#10;ydRC9q/CltNC9uuA4fFZaycPRjZaZnzQ28lbkE0cn4528thqE8eXq508M9vE8dl1Jy92NnEL2dcC&#10;Rtn93HDLF2keLWRfmzMtZF+TTAvZ1yTTQvY1ybSQfSrPUfEJtZB9MunFM8aBoC1kHw7GFrJvYEhK&#10;SDFB7pgeYAJkCQ7bFrJ/XGYnyw0xhUFELWR/t6/sRiETCy7/FrK/3Kkp6SCEQ9ixIi1k/6k6tVrI&#10;/slWtGoh+yfGUAvZry6dFrJvxb31HCDXQvZr224L2ZddV76c9hOO8hayH4xAuYpGT0AL2a/uwi1k&#10;37x8tpB9UzwEiRAuDy1kv3pMcTpdC9mv7j3/H0P2kafRsPW/S2z94EZvgfrLQH2YLaeB+iHy4VsH&#10;6veE4Y3HsSEmAVWx9SV76iux9TWEaHQgRZQdofVDCkceLJQHnm00sNiTKH1G2VzwwntpahJwknVA&#10;0Tz0D5BCjHa64JXHIquRyEWgE1LAIyDmglcegdlpuNUAbEidP0LqL3hROEmiAxpqfZCn0fmM/Lnk&#10;lotfrR2gwOkvueUK0PuWa+AIpr/klqtAA6/tchUkJP0lr1wFmgZOYvI1mVEqbtKANmNPMPQZ23TR&#10;LwqBSbzOBNBX+5VLXxvjCXq+NvvpoSL1S50XZSC+2q9c9oOmSAKFSS0KBvFCXgVy/qjBN5e4+YzC&#10;v+SVy16FWaec79QvbYhFCD7A0+uLkh7lEysGHl72Kpd8B+R0hVc+7xmId8krl7xeUYFASlK/BGB5&#10;wYyegBNVr3asDL/XZF8g5g8qlv8JYr4mM6AUHLs2AjK9LrMTxHxtTVKIURrorJa1IESIRIZMdmXv&#10;L8Lv11tNn4BtOHLrxpXWuQIxf7vStp9TxHxNcoScchwEkPDrkjtFzNcOOvJYJnYALdRGq8TfL+Yc&#10;AQod+QGoQetfrgtgeTBe+5JfsSCA56Dxy7UxzKOmXEINy/qnYqITgE6iw0uetiyKMHyjQosSib8Y&#10;L6VPp3aRt6jtTKfw+drsK+DztxhGfbqcwuerw83Vse007RKQRxoFTCPGu1+MtojF3wzaEajA5y/Z&#10;5WtjrZYeQIb/sXcAoNDOiAI+f63j3eeHBEAlNFUU8PkzagDUVaHE4i8Hm6tiXmmn9Al8vuTLLtgV&#10;8PnAe1J6V8LnjyirExDll+xyVYwbbYPfFKqYpLDHkl2+LEZ1sJtCFYCT0HqX71K9Ws9Lgc9f9i5X&#10;BbAQNdnlqwKPUdoWT2giafV0akEfwqdKZASjkA0WDy0Njb+h8eM9YYd7TfRw2kkPLbRfC7ltof2a&#10;ZFpovyaZFtqvSaaF9muS+RcI7Q9g/BeVc5UB0HYJNDIcNrBC8P1G4P1zKDl8DPPnuAK6CAUYKUys&#10;eM4dScqoDAEDBHa/pCMKgXwlVgGGWuCJkGcrOghItkIoh6xwkm/kKPhwswPRzVNgmh14OLpKhA46&#10;ULu82IDYb4+YbqfED4/r5oCp1F2gg6FtCUYQ9jz8WQ4pn1wsVtwmQrsoJ2u1S+/BRNc5EID0Bg06&#10;H6M/yhkI/fZ4Gad6dPH5cVFAu0Dnt8N8GTvSxeZnnxGQ+e35x8adG+TPdAjxl7RamcfyjfOZ+wdM&#10;fkcucbw+Ij+ud5BLt3LggCO72cNTj0J2ID9jkx4Mf5wAXkB/nE6DgyfJVA4yZtzPeqf3cUH0eOs2&#10;10OQRN/Zsy1uYl6aDFM5iNLRiekBZsbtxgPaj/LCo5o9xsjM2bl4pTgokDz/HcBGwea0Zd/Hyerh&#10;8UaBOSCofAUBS0vbvJumC5+sWfnGtUtP77TWwiuGCpxJr9thRZot0qswqOzNgp5SQWTPQXqABJG9&#10;vTMArr3X0UMWOIk1IIOXbxQCg1LbRJhSPic4fAKV3amOd0xvKsftxkvFElR5ezp0fPo7IMAdy8Ip&#10;7gD/URgn7nzWHBTYYwc/v2dI6NkeAvxMUbgOHuzAM2Nw9oqRl8jo4NjDIxXanRwwWKrcQ1NkDcBV&#10;SyoClbtxsNLxJhj4eTDLeIyOcvHw89cCtN9H0Bd1vcPPFTnCkWUOZcM1Q5DrZi/7DaN5dzPqZFjC&#10;gU8sNk2IuSYho3nDPBEgD1nV8mVzm7wytJtQzqLJkSqaEmHvlSFaMVw7APRtlh38CZEnXrPNxsnb&#10;Fik9CH2gYfKANo4sUc4rzoxhBd+pNfROQNTJ+eZQClT94MGtE6I2yROY+87Y5TJGrjqndc5kGtYu&#10;T3LwUutbt598QSHHntM6H3EA1rdnMcyU2DomiDcifh0aPXj9VA0JCPueNlny4+xJSXLCgbLvjGgl&#10;/Vw7Sx1Ticfu4ezDAxlUBJx9W/BbrucBnH37ZJWCLaOHsw9vZWwa7khT5xsuxjJunAoTG7FsKLXM&#10;WmvwbMamPZz9Da80F2d/LS8KK+fkgRc0NE1uTrOPa7b4gLNvT4s1G7bA2XcIBeweLlGz6Zl3YeDs&#10;232c5T2jc94f4F2No/Zw9mdJu+2xI1gqpBcZ2luAs2+vRHhiIyH2VZPjRL5P4jg4jwvArmfC9Lom&#10;x51847EnVXpQE8BpWkaNfcXuozyoTM6lFR7e2Efv0BvlCckD5B/5sMfobYHDGxybpuoBlgoHXq5w&#10;ldpHOFVICJpBhXOTIzzHQmjPnj492DlmWM8mAXmH7abZyvAJeUtxCen+z6O25QiPtBDae3i3fJuV&#10;CduQ+7935P6wRFpCwDIhALv2aUJAWC8tIYCA+1tCwMNVqGDQEgKo5ACs/RSipIWUtYSAG95RdnSJ&#10;S/LSoiFbQkCSF71FJXm1hADeelpCQEsICLeHPGuvJQTUA5XpxT1tIXjE006plhBA1XPChS+fVrhK&#10;H8XXEgICcDyhMaQp1RICGE0/P6pbQkCsMICHlONEaQkBanhhdBrs5LHSjmSPL5E7eQK1iRvWvxaO&#10;yrEwDeu/Yf1f7pIz2V5NLSFAW00tIUCTDPv0dkjyjN4be4pxJMQuReY45DEgYZecSA65nDTnHTVr&#10;PmtSVXSbO4em7ZBEec5QW0LAyx0nDxBq1MVnRC0GDOk7eE3pLkIY08do/+gErTidjiTifmLS5GJs&#10;CQEnYLktIUCminxldgXXZ0sIOJkvLSGgnCcxLqAlBGDHDgumJQQgyDQaCy0hQMLmzACXlhCAOkcd&#10;h8m3hIA38fxtCQFyzsg3yqUlBJibybYlBLSEgB+tMlgtIeCyJQSkS025ubaEAHNzbQkBpnhaQoAp&#10;npYQYIrnj5EQgLTUVhfgu6wLELzoLQ1gmQYAv1JMA/j32+sXICI93F7ENLd6HsDF0/6nO5Dd/ulw&#10;2H++u726eaa3MXIDFf+A/vD88W+Hi/ef/21/c/v28urTyz44OgT0f//rr1QCOaYojYDXBo9jtQBK&#10;lr1GVtk6pcDKv/t4eH75y+3+8YJ+eHt5QLcD36vf4GOJ7ighIYbP+4f7m3f3Dw/hD4cP7396OFz8&#10;dvWAlsN/vGsVZA9PRPy0p38WOca/uf3ywn4c/HTx6XD/9vLviBUbV3/ut6/ezZv1q/HdOL3a4hb7&#10;ChAwf97Oq3E7/vzuH9TBbnxzd39zc/v01/un24svjw9Pz2/wl28v715ePr55/fr5+u728er5h8f7&#10;68PeX0PkRUIa5hTGXvT++bxBPt6/3B4uHu4f315ukiSu3pBKf3m6Ccp4ubp/iD+/LrsfriCQgXyD&#10;VMIEIJ3/GGbZy5f3Xy7ub/BeGFTb1t5y7SG+7jQFJySOFisJU/jjX/fX//lMM7H4ze9cY10HN2/Q&#10;K83ea6w9WWRdyg+URXb9KS4yWgeysDIo1g8pcj2POh1XhPKM/8dWjkR4O0/hYd3cEfQ/mgzZRnkM&#10;ZhFZp/FC2lLGqyfM4xqvPAFB7Vce30ggtjVGeeaHMjw4SVKXNDZ5eKnCJg+i62Z1ZEUZDoVVUYSD&#10;RqUMjlLJs67XlXemxAHO5PPKJY4xElp6TeiLfJvapMrFbo0xF706FShBOEniZI7CqmsgxBWwxP9+&#10;MYfQNCJf+Iwny+KC7ITLC9gZ+P8B1sblxfu3l+/jBkemPtNKXAfN0wuEdYRJTZvnMWYjPnAHAtg1&#10;NMXY9DiSlM81R1IHlkEIw76rIuOgY2j3HBrafLhv0iP5xkFEVrJwnRbP5gbsDTG2atXv2AHL54ba&#10;qAgjE7B0/tska//BzcbD/hNbh/8ESzFcJJqluLQUYYWcWoph+yjswW9nKQ4ozFNYih3lgtB9rE8u&#10;3K8yFbt1rLnB17vcCiyMRSK7u+hXEdopJ8stF6z1kGRa4VYaLyilUeeW2y7dFMtOVbidmC9U/ajW&#10;t9xm7Ki2BCpkVLgVBgxwLRRuuf0CuCltpIUBA/QbhVthPuLuqrErTchx1PRQmJAU1qgMluA7jgZW&#10;rJdWk11hRgIwLFR6qQgPx2fGr0fppbouClNyG6sg1dgVygD6n8Yu18ZWnXalOQn4NoUd7sbHUWxi&#10;WbFK74AddSQL1Y3qg6VchyTktSo7PPAcybYz3cdqqiizuLuQUVjrXK6JzZpuZFVu+argsjE1brki&#10;1oBhULjlepi22hIrarvNG21RFMXduGhMpW9FdbcJNY3qfSuyuadOWxEUtZuUNW61kRJAzpEM4q1v&#10;JkWJNyDHaX3LtTCOk8Yt10IfqkbVdEowlMe+oWKQ0rdib1K50XPEkVusU1TRQlHnTV33RZ03GIVK&#10;14o6b5pCiypvmsiKGm9AgFYUUKR0qxIjBMAkir6ne3JN/kWJNxQBrYufENESs2Giuk41ZkWBt1hK&#10;sCJ9CjBIzMa11rOivFunH6j5GphUZZbV3dbaTkQYh6lva2zOykDzNdD32glDCF+J2yZU16qKLV8D&#10;fSxkV5NbroRtqOtW41akcQNRTVFpkcWNA0Gza4qybrolQmHyaag4xDXJFVXdAJyn9S7XQwcIcEUR&#10;RVG3CTtgff5SCOWxd8Nam8BFDveszuCiqFs3rrVVTwk9qdk1Wq33rijq1k2zNlhK+EnsNmhVYVeo&#10;Yp7U3uXHwhYiVtgVqliHl8DavCNgt9Q7mF3axCuqunUbGAX1NUYZRUd+XYRTqiyLoqwbIJw16RVl&#10;3bpeteOKum6AgtPERzlJx/6NK228RWG3foXDvD7eTa4O3CC0Laqo7NavVNuLsDuP/ZtiwcOK/IrS&#10;blCsZuEQruGR31q1NAnCMqPrc9sQby7tHfQP8Q6qJrDTfQWvAK0Y2zKZGhsKSQZWfXzFtFMoGfZy&#10;lwomOOTYDgJ3eSN1yLHaA/l54AGMTL2DZX1O38m0Ju4JSdruDBdqaLnXiznDqPs7WJrnyL3lXrfc&#10;691/v9xrmBXYQL7C6RbeVsnrFgzbmtctUmDP6tbJy6S53UALWy7SiotOPEjyjW4wesRmSvwQV7BQ&#10;yJcpZ7JLiacLa091BCIlTEqbJ1f/QvUq2ealVfly6xMjwSOn3OE5SUmW2SsPgUdy7qcDbN+NjPGO&#10;t2E5G6V/8uV+jhOPffLGTsjgQUp4NrelNHAJFLfOB3LUcM8kHU1pjkj/5Mv9xCM8Uzqo9V3K8xqh&#10;AlObPd2sqPUxBeNIq/Ll1vFmz5ROFZaulxkyOnX4uo6h67vBqWeQSjl0eMK3R9RJhRVU0XAoMTHC&#10;2AcHYZ/8AZESD/42zxW9jZE8vQpkKPrAa7N3agLBe8AsYQZbytxKyZjOKS2wpedH6iTWsM1RNOlV&#10;gqHCKpGjU1JxQ68l1PQKV2FrMPBKMKGzeVCFi8jRCR9Y85IkeVotw4ERGMJDYdMx2Pw2GdOyYuQb&#10;V86acTK2K4cf+b4gGvgyzHZnqlxOdJCQNQ4C9A908IGZdFztAV4Pm44vD2u82Jr8eNKsndUP90no&#10;H/wjJj+p9OCdIrQn03hnHBFW/1KdB6cq1sTZwxMMYJMfH0kUFWvSceASfC4mHaqXhHHQsWTxG+lR&#10;B+MdnXNjlOpezrynE4D4UaEHs12e94NTTw9unsAPfhybHx9rKMNp0/Hh28egbT0Uh/yMGEfntSub&#10;m1OvcBRzy2uXC7Y4R8TIleCcrVfqcsR4VX2wXEPXXpLx+QTjtfQapeZMuqhS+JlMVryTdQn3THZE&#10;+bJNwaeqVy419gz+KLNR8qZC7T0e0M1hxl1ncGxnPsfhtzK58eV4cOpnMkrX6BwVfMuCf8tslA2C&#10;ydlgccYGiXgbGPxkkc6ZubC9At0cw3TUOdmxNT/HwG+djnwY0BhcZuZwxUpcpwcLmUbyjdOp53KH&#10;a0cZ8L2FduFcM9slw4z6t0lgadKefLldPni2KUhJfi9fpmNrF244s92BD4qtczAObFjAlLQnKZVI&#10;CjsiPHZ2yzwBO6+wG5U5DBzJ2rZWW7oxwbtnE0ofe+e6NsqdtnfuinAUxj56pjhKSEXCwblXTXxC&#10;oiCzvcfAqcgcnakzi/EKV5ApHnjkIkevgCIckEzo7INr2aQnZzNfU+QDnaeTo2s4K5kQ/l9rUmwg&#10;58jRMYU2FOlBTZOcTI68weKpwdbMViautzlt5bLtFSeFEzT2EV5Os48od8/DXjvLEEVxWeRrZwsg&#10;l2lsHT5Ru/VO9L1xDqEOzmnm6VTRwv2dxw4Pqt16z6XQuq2zxrqen6e7rWNfkjs29hP+Vrv1gW0D&#10;1Or0KOV+unWqxXW0YmluknfWbj0ZwiunsFw3clE7VAu2bWZy9XLrzi0VoQFCmXAz5ViSr1hjbEuK&#10;o14/uOEY5tYdG7v2AiqtypdbpyqZYa2vvYrLv+OlVF5jju+v0mqLyv/OS6jFW3yLyl9G5WOdnEbl&#10;h93iW0flB7DYcPDHu1KWJk27eYjLT7v5V8Xlw5ykKMIRpwNtpXnAPTavY2BIxPhH/MqCDOdQIiM2&#10;CjcYKIkMj58xrGbJDefKkWyiIKda17D/JyqNE/bJjKbOB/pMNAPnCiz7BEsoURnygmISWY8DJwQO&#10;LbnRFSPRGQIjoyHRWfwKBRjqzDVg8ctVMKKwjKKDIh6fJoY23lwR1nhzZVj9O1MdZUR+OeNwvrbA&#10;pj9EYBM0/XW+5rD9RF8z1nLN10xbQrSfMMnYHtV8zZFbuFclWrGL5MtWGfsGhKP8Vr6RKt44sXWZ&#10;dnDqIS0rm5LOgWhbe5Qy6jN40lYR7HVnzEk6Pk9pnY6SkxE1+/J7ty/Dm1mzL5f2JfaRU/syvN19&#10;a/syPaehyBetnqp9KS+bX2lfIpGwbnzl9k00HpBudWKDnmnbFKZNsEOWrHKzRjNSc7sSO0uMTV+y&#10;yi0avAco4yvtmSEGzi+ZFeaMbj/n1uWAhBiKSl8yOzEukf+myD4XvuRmVtiV8tdVmStA02WR6Ikj&#10;iZJJwo5/ovPCsFQHmuvAMMrJ03i0ojWpFTpY6cPMlZAPs9mTX54umj15FmBIsLBC7CLWW92e5Hhr&#10;MWxUY1KMIPsFmL0S2M5ODKXSlMRGxlZa3AfUN8hkpWEbMjkiCA2rFIafFzkGx3xsW0YsPZNvNHZp&#10;zwj8nGbPE4vaaLMfv3f7MTiPm/24tB+xPE7txxBB9a3tx634aiq4IbCzviVuyDByHmZQuvY+qaY5&#10;5gYMsDQ4a3LBK7dfEMMb7IQlBEluQnZDx5n5C2a5FYmQKYVZbsDAocbpoQtmuf2CuC+FWW7AwI/H&#10;eboLZrn9guA1hVlhRCJERRNa8UKJGDyNXaEDYBLC7gsx96d2X64EhBJq7AotINpXY5erARGRGrtC&#10;DyvJq12IrjAkN52WkozAoKO9iWAtTgtdsstVgfhUpXcFXMh25Mz1BTdySSYrd7tVueWa2AhayJJb&#10;rggKF9Y6l2tiAwCEul4RnHnsHAU+a+xyTawFKWHZu3xFBDybeoIuVS1KMplHbX1RaGMiQ0yNpljy&#10;Yye6SfL0F72D7XQko+B6ZbCIWDjSjci/r8uugAyhTAGNXa6KQdUshdukQVDag8YuV0W/0TY6CtTI&#10;2IGurgp6Hz3SqVsdWXdHMiSkKOwK2BBM9rroCtSQblY7R6ZnalWbJQVqCHKKtBVGofOJWa/O4QI6&#10;xEgKL7BDhuCpq+2cJXiInrNeoocgVV6RXKEHPaWeAqPSYBHsoLArAESMjP8CQWSetWOCQhxTqwYg&#10;AcVKJ7qE5rBYsAWESKfjJVBsTGKHuERtsMWS0NEcKHo1sdsKwMmyd4UqdKwJPIIf2XUr7BN11ZYw&#10;IjoURgEjAh+gZgJQWF4aBqJUtf2pwBHp+kFbtAipyfidCSQCU0zlV6jDwDnJ1YGUG82AKqFEdBgW&#10;Coo7ymWctIO7wBLRQWIKKJEO0ceKeikMMDWrI9hQWkIi6yZ1MlOEW6LTTagSSoQst/rkK6BEdOyf&#10;EkmEXmEVdvna0IGJKCozDQLpmJoqCiARHTSJ4u6O7NbAjav3rsQR6bWTtoQRWatbfAEjgrBj5Wik&#10;B5esd4L6sdhXChQRDUtIgRBZMssVkTNrz6J/lGfRhh8CIBBsNHjs3KXnUxslg24AgVz8bA459uxA&#10;LtHqDjk2gkAusf8OOc6/QC7hATZ5ww/RgCn4EX2XkpdsQXJC3w5WKF5DYrAK+QTwr2r+lIYfokmG&#10;HyR3KRLGljsnLeySB8Mh57Wackoccl6rsJ/O0SpnPe9S7pnDndcqkNTO4c5ZKbsUg25z57yCHeyX&#10;s7jzUGGfnEXO21LKO3Q6w0NF+lbGPS6Tr8MPQbdN/JCBk+ClYc0Hh4SkKAHbdQUymObYYb1MFcpv&#10;IjonMxZP2VGSbuIgHzN41GYRik9NvhxuNiDHkxru3JYlccpLQMADeeDoZQ2ja3EsXhoyXslhaaKP&#10;vZNmSM/pgdBLlMbrceToZV6DkDk6qdz0+B6a9nLD8XIZR+0lm+O2HOU4OtgS9FIfmvbS4bv+3PRU&#10;grMggQP62J49VGkoTNuYO6D6jvH8iwdSmt84+eKSlnkoX56PHa8rD6Ogg2oCRw/0oENqZST0cpZW&#10;nEPowTIgBSwKHO4AezArNgs84IhuxYmlHhIFeRbCYDxoiy2vBA8qQzx6HvQGfBCxXWcJbgUKYOVg&#10;g2x4TQPT1hYi/BWhZR+/hEsiI+3ODhTYcDZy52KsIE+TJq2L2rKWnEAPB4aAPQNHAM+bUwd+ECbE&#10;I6+1YGYoJHLEpDQJxXfrIerAZxI5eiA9c4JpcNKrCeUp9NELCIF/hQmdQ2YSFXqARwLtgW3FFg98&#10;MbFpD5ZplDRVD+lplORT1GgwNQO/TWzaw6MaeBG6EFd4GGWODuYFfDxM6ABxSVlXF9tLDiM3gVgi&#10;zlFdyEZ76RjxwQc1k0nh4aTJkoFzyFSMJJ97WG7k/KNtgmDirCXI6wpuJJNMjkA/K5S1h3Pd3vHg&#10;kQo9JJeT2XSfUlcx1ayhDClz1ckXgPeKm3aSdtMq8PKAR7Yv3dTikRxVpBcvW3mkF89A6CRAT1Qp&#10;IxA6S1pSgMntZcpxYughhMzZB8LM1mDnJZPDgxb76OWnryUx30t5x+t05Ohl0Sc4Ai8xP8EReKn+&#10;G0nL98ADCDEkaMaHI+DN1gM42MqoCVrCWgrw4sWm4aYzCQFHEO1G4DrY6zXZg50HFUE+v9g6nHpO&#10;64IY5wFawLQWng5GBnkIY+twAdqtw2PLlDAvLHHilhLt9XA/tCkFRsTDG+noihmmR4/T2+YpAIke&#10;Kgp5HyNPD2glgJeE1j3sFkBT8gbjwcGQrzK27iHMdMjlZEqo1Rz7yHuMB4MDlCm+DTiGH3At4tbh&#10;AfUAOzQSesg/5AQNo/GghLDG+H7o3Fg6MTo9sCNymIam3RsnXZtJ396mBWMq9tE1gQhhjzjCe2qr&#10;cD4TQi/AtgSOHqQVxY8ToQeRhVUQ564HuYWYnLhwPAgvctqGpj1IsG7NyCAexBgstNhHD7IMoT5R&#10;hR4EGgj5cExPm/KgIV9+2BBQSheiLR23OC3M5SowQR62zRG9w+MXhSNvnzIA+cpABMvU2UlTs+4w&#10;zmpWHlxPe9fC9r/3sP1w5Whh+4uwfXpaPg3bD7P7W4ft4wk07uHB8sqSPtEBitnP0NW+KumzC+X5&#10;qDAv9i0tZJ9KtKEYOBwewRrJydDJFMRC8TUVTjiBE0mvc8KOksgUTjiDEknojdYrnEGJMNaXq/QL&#10;53giMrnhtEiEKjeYdonIGGUZsK8KH+Zf4qbKnt7yEpXasaK4p9WzXAE6t1wHes9yBehTLNeAzisX&#10;v84rlz/1PpuvLbapHqJAcxFbyS69vdseXn463iUPikMeTYQdrlzRJHLIo924SzCnDnk04XaAjsm4&#10;f7W7GTMneJvjXldL+cQMjLZ13DLRouZvjtLFijNNuEiV9lbVHRd6xhu/fScUSq9lGYndv3O5CZ3N&#10;7bw2hYp4luZ0sxy/d8sxgay939/8n78dLg77l7eXmOS/3R7ww93+8H8vLz4frj6+vXz+35+uDreX&#10;Fw//8+n57eUWT+ggewl/GKdwmTvkv3mf/+bq6Rqs3l6+XCL2in786QV/wr//9PFw/+EOLcWE7af9&#10;nz697H+9f6FpdLRn+Q+fnz/+GEw8/HDx5fHh6fkNaNDLl5ePb16/fr6+u328ev7h8f76sH/e//ry&#10;w/X+8fX+11/vr29ff94fbl4TrGX46eNhf337/Hz/9OE/7q4+3iJZnA1CSOD+BjfxkV4co+X477fX&#10;L0jAf7i9iIEeddPx4mn/0x3Ibv90OOw/391e3aBj8Qmy+Af0h+ePaOb953/b39y+vbzCgEOyutiF&#10;6PDFF7xD8JtnWFJHgzIA/ZNFmd745N99PDy//OV2/3hBP7y9PKDbge/Vb4jnictSSGijfN4/3N+8&#10;u394CH84fHj/08Ph4rerB6gl/McruSB7eCLipz39M1no9De3X144Zgg/XXw63L+9/PsWYRirP/fb&#10;V+/mzfrV+G6cXgGodPNq1W3/vJ1X43b8+d0/qIPd+Obu/ubm9umv90+3rFb85XlqvTlcfYYWo2Yf&#10;r+6/wXJ7vH+5PVw83D8CJDtJ4uoNqfSXpxsM++rNy9X9Q/z5ddn9EGgIGcg3SCVMZNJ5nGUvX95/&#10;CZMsQr/ThGhr7831//rtuPZgKJ/c2uJrfrGSMIU//nV//Z/PsleAxX8kKZ+1xuJhfrrCaOFVV9j1&#10;p7jCaArIqsrg7j7ccK934Hti6GM1h80gv4vll4Zo6PMBmhPldwZsX7iy1VjldzYwgTVdYZVfGIiJ&#10;wiu/Mai88guDwev0xlDpVX5d0AeYXxeU4RVXNbqR1gRFD/VJNarQi5ua3qniqqb1Kpe62qtc5hqj&#10;XOQqo1zg+vBymZOKFVnlQi+YtRtau6GR9QYb7nB58f7t5XuyFq7efLx6uWNDgH68+BzMGCw5BATT&#10;0iea4/UrPnbT39O1FhOMTY4jRfksjoV4cpWT38s3cgzrPvhTEkshkO8JobQsv5ZvJJN2barTUQgP&#10;+f5+Xt+ivaV0pT/tavYNbMXD/hObhP8E8zDhyzTzsDQPYe2cmofBAfbPMQ/hpgybG11trnExo2tv&#10;MA9TtJXcwP5L9mE0L2idhlaORmRuqYyrLaW50ueULDcQwQVneYVXaR+qvHJbReW1tFWWnTq1VSpd&#10;yi2VaPIs2eR2ijKy3EYxpFQYh7rIDZk3m+f32DyQFh6E2Ragp4gLeljAe1H4/xl2A82YaDZgWtTs&#10;BjmVZU2gRc1wCLzCk0mcYiCVU1C+8XQWwnNO3nNosr5JQ/ItzYEKYTufv/fzOTmS/1XOZzxEfXjz&#10;+QMeUWkzw6Pu3f31z1cvV/mf8fPnj29u+/3d/uHm9vDj/xM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5u/P5m3cA&#10;AEBZBAAOAAAAAAAAAAAAAAAAAC4CAABkcnMvZTJvRG9jLnhtbFBLAQItABQABgAIAAAAIQCyHUyb&#10;4AAAAAoBAAAPAAAAAAAAAAAAAAAAAPV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29t74A&#10;AADdAAAADwAAAGRycy9kb3ducmV2LnhtbERPywrCMBC8C/5DWMGbpj5QqUYRUfEgiK/70qxtsdmU&#10;Jmr9eyMIzm2YFzNb1KYQT6pcbllBrxuBIE6szjlVcDlvOhMQziNrLCyTgjc5WMybjRnG2r74SM+T&#10;T0UoYRejgsz7MpbSJRkZdF1bEgftZiuDPtAqlbrCVyg3hexH0UgazDksZFjSKqPkfnoYBXaw3e2v&#10;af84WPPY8/IwuV3rvVLtVr2cgvBU+7/5l95pBcMA+L4JT0DO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dvb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cIsgA&#10;AADdAAAADwAAAGRycy9kb3ducmV2LnhtbESPQUsDMRSE74L/ITzBS2mzylrr2rRIYdV6ELYteH1s&#10;npvVzcuSxHbbX28KgsdhZr5h5svBdmJPPrSOFdxMMhDEtdMtNwp223I8AxEissbOMSk4UoDl4vJi&#10;joV2B65ov4mNSBAOBSowMfaFlKE2ZDFMXE+cvE/nLcYkfSO1x0OC207eZtlUWmw5LRjsaWWo/t78&#10;WAVf5bv5WN2fnv3ooaLTqHx76dZTpa6vhqdHEJGG+B/+a79qBXme38H5TXo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R9w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gKsQA&#10;AADdAAAADwAAAGRycy9kb3ducmV2LnhtbESPTWrDMBCF94HeQUyhm9DIbY0pbpRgSlNCNsFODjBY&#10;E8vUGhlLtd3bR4VAlo/38/HW29l2YqTBt44VvKwSEMS10y03Cs6n3fM7CB+QNXaOScEfedhuHhZr&#10;zLWbuKSxCo2II+xzVGBC6HMpfW3Iol+5njh6FzdYDFEOjdQDTnHcdvI1STJpseVIMNjTp6H6p/q1&#10;EXJ8w+PhMp123zNO+HUwvCxKpZ4e5+IDRKA53MO39l4rSNM0g/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NIC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QEc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CW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Q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Rw8EA&#10;AADdAAAADwAAAGRycy9kb3ducmV2LnhtbERPzWrCQBC+C32HZYRepG6sQUrqKlJqES+i9gGG7JgN&#10;ZmdDdjXp23cOgseP73+5Hnyj7tTFOrCB2TQDRVwGW3Nl4Pe8ffsAFROyxSYwGfijCOvVy2iJhQ09&#10;H+l+SpWSEI4FGnAptYXWsXTkMU5DSyzcJXQek8Cu0rbDXsJ9o9+zbKE91iwNDlv6clReTzcvJYc5&#10;HvaX/rz9GbDH773jyeZozOt42HyCSjSkp/jh3lkDeZ7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eEc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lh+MYA&#10;AADdAAAADwAAAGRycy9kb3ducmV2LnhtbESPQUsDMRSE70L/Q3gFbzZrWatdm5bSKojgwSoUb4/N&#10;6+7i5iUkz+76740geBxm5htmtRldr84UU+fZwPWsAEVce9txY+D97fHqDlQSZIu9ZzLwTQk268nF&#10;CivrB36l80EalSGcKjTQioRK61S35DDNfCDO3slHh5JlbLSNOGS46/W8KBbaYcd5ocVAu5bqz8OX&#10;M/AyPITn28XNKXzEcq7T3spxJ8ZcTsftPSihUf7Df+0na6As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lh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+xsMA&#10;AADdAAAADwAAAGRycy9kb3ducmV2LnhtbERPW2vCMBR+F/Yfwhn4Mma6qWNUo8xBUJggXmCvh+bY&#10;FpuTkkTb/fvlQfDx47vPl71txI18qB0reBtlIIgLZ2ouFZyO+vUTRIjIBhvHpOCPAiwXT4M55sZ1&#10;vKfbIZYihXDIUUEVY5tLGYqKLIaRa4kTd3beYkzQl9J47FK4beR7ln1IizWnhgpb+q6ouByuVsFq&#10;15Vj/1KsevdzXv9OtTZ6q5UaPvdfMxCR+vgQ390bo2Aymab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r+x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4BGM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yfD6F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4BG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TFK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omk+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UxS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69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vI88U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Ov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4psMA&#10;AADdAAAADwAAAGRycy9kb3ducmV2LnhtbESP0WqDQBRE3wv5h+UG+tastlqKySqhkNA8xuQDLu6N&#10;iu5d426i+ftuoZDHYebMMJtiNr240+haywriVQSCuLK65VrB+bR7+wLhPLLG3jIpeJCDIl+8bDDT&#10;duIj3Utfi1DCLkMFjfdDJqWrGjLoVnYgDt7FjgZ9kGMt9YhTKDe9fI+iT2mw5bDQ4EDfDVVdeTMK&#10;kse0v5ZpF+20ofjwMRzYV6lSr8t5uwbhafbP8D/9owOXpAn8vQ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4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EIcMA&#10;AADdAAAADwAAAGRycy9kb3ducmV2LnhtbESPzarCMBSE94LvEI7g7poqKlqNIooid3WtP+tDc2yL&#10;zUlpota3vxEEl8PMfMPMl40pxYNqV1hW0O9FIIhTqwvOFJyO258JCOeRNZaWScGLHCwX7dYcY22f&#10;fKBH4jMRIOxiVJB7X8VSujQng65nK+LgXW1t0AdZZ1LX+AxwU8pBFI2lwYLDQo4VrXNKb8ndKLiP&#10;L4MTX3/1X7J57aab7crJc6ZUt9OsZiA8Nf4b/rT3WsFwOBrB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IE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lUcgA&#10;AADdAAAADwAAAGRycy9kb3ducmV2LnhtbESPT2vCQBTE74V+h+UJvdWNmgaNrlKFQtuD4r+Dt2f2&#10;maTNvk2zW02/fVcQPA4z8xtmMmtNJc7UuNKygl43AkGcWV1yrmC3fXsegnAeWWNlmRT8kYPZ9PFh&#10;gqm2F17TeeNzESDsUlRQeF+nUrqsIIOua2vi4J1sY9AH2eRSN3gJcFPJfhQl0mDJYaHAmhYFZd+b&#10;X6Ngvxomo9X8I/76XB5xYPTPQZeJUk+d9nUMwlPr7+Fb+10riOOXBK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+V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COcYA&#10;AADdAAAADwAAAGRycy9kb3ducmV2LnhtbESPQWvCQBSE74L/YXlCb7pRUxtiVmkVbfGkttDrI/tM&#10;gtm3IbvV6K93C4Ueh5n5hsmWnanFhVpXWVYwHkUgiHOrKy4UfH1uhgkI55E11pZJwY0cLBf9Xoap&#10;tlc+0OXoCxEg7FJUUHrfpFK6vCSDbmQb4uCdbGvQB9kWUrd4DXBTy0kUzaTBisNCiQ2tSsrPxx+j&#10;4D77xr17n7ytp9rTLU62drffKvU06F7nIDx1/j/81/7QCuL4+QV+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C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F88IA&#10;AADdAAAADwAAAGRycy9kb3ducmV2LnhtbERP3WrCMBS+H/gO4Qi7m6lSh6tGEamwu83qAxyas6TY&#10;nNQm1m5Pv1wMdvnx/W92o2vFQH1oPCuYzzIQxLXXDRsFl/PxZQUiRGSNrWdS8E0BdtvJ0wYL7R98&#10;oqGKRqQQDgUqsDF2hZShtuQwzHxHnLgv3zuMCfZG6h4fKdy1cpFlr9Jhw6nBYkcHS/W1ujsFN79Y&#10;6rEq8eNavn02xuS3n1Ou1PN03K9BRBrjv/jP/a4V5Pky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EEX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1qAMQA&#10;AADdAAAADwAAAGRycy9kb3ducmV2LnhtbESPzW7CMBCE70h9B2sr9Uaclv+AQVCpEldoDxwXe0kC&#10;8TrELqQ8Pa6ExHE0M99oZovWVuJCjS8dK3hPUhDE2pmScwU/31/dMQgfkA1WjknBH3lYzF86M8yM&#10;u/KGLtuQiwhhn6GCIoQ6k9Lrgiz6xNXE0Tu4xmKIssmlafAa4baSH2k6lBZLjgsF1vRZkD5tf62C&#10;dbmnwVAfJna80pvd7Rx6o6NR6u21XU5BBGrDM/xor42Cfn8wgf838Qn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9ag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61MYA&#10;AADdAAAADwAAAGRycy9kb3ducmV2LnhtbESPQWvCQBCF70L/wzKF3nRTEdHUVWqh0GIV1NJeh+yY&#10;DWZnQ3Yb4793DgWPM/PmvfctVr2vVUdtrAIbeB5loIiLYCsuDXwf34czUDEhW6wDk4ErRVgtHwYL&#10;zG248J66QyqVmHDM0YBLqcm1joUjj3EUGmK5nULrMcnYltq2eBFzX+txlk21x4olwWFDb46K8+HP&#10;G+hwd81+3Xo7/6y+ivFu/bOxsjdPj/3rC6hEfbqL/78/rIHJZCr9hUZI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L61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hL8QA&#10;AADdAAAADwAAAGRycy9kb3ducmV2LnhtbESPQUvDQBSE70L/w/IEb3bTUIqk3RYRWjxq9NDja/Y1&#10;m5p9L+yuTfTXu4LgcZiZb5jNbvK9ulKInbCBxbwARdyI7bg18P62v38AFROyxV6YDHxRhN12drPB&#10;ysrIr3StU6syhGOFBlxKQ6V1bBx5jHMZiLN3luAxZRlabQOOGe57XRbFSnvsOC84HOjJUfNRf3oD&#10;46E5Xcrz0brvMMi+fpFL2Ysxd7fT4xpUoin9h//az9bAcrl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V4S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5/8cA&#10;AADdAAAADwAAAGRycy9kb3ducmV2LnhtbESPW2sCMRSE3wv9D+EU+lazXURlNYqXCqVYxNv7cXPc&#10;3ZqcLJtUt//eCAUfh5n5hhlNWmvEhRpfOVbw3klAEOdOV1wo2O+WbwMQPiBrNI5JwR95mIyfn0aY&#10;aXflDV22oRARwj5DBWUIdSalz0uy6DuuJo7eyTUWQ5RNIXWD1wi3RqZJ0pMWK44LJdY0Lyk/b3+t&#10;guV6YX7S7830IMP8o380g6/ZYqXU60s7HYII1IZH+L/9qRV0u70U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O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R3cYA&#10;AADdAAAADwAAAGRycy9kb3ducmV2LnhtbESPW4vCMBSE3xf8D+EIvoimXpFqFBFEF1bwBr4em2Nb&#10;bE5Kk63df79ZEPZxmJlvmMWqMYWoqXK5ZQWDfgSCOLE651TB9bLtzUA4j6yxsEwKfsjBatn6WGCs&#10;7YtPVJ99KgKEXYwKMu/LWEqXZGTQ9W1JHLyHrQz6IKtU6gpfAW4KOYyiqTSYc1jIsKRNRsnz/G0U&#10;1Meve7qvXfn5nHXdZHTf7Q76plSn3aznIDw1/j/8bu+1gvF4OoK/N+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dR3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1YMYA&#10;AADdAAAADwAAAGRycy9kb3ducmV2LnhtbESPQWsCMRSE74X+h/AK3mpWWUVXo2ih0Euhag/19tw8&#10;dxc3L2sSdfXXN4LgcZiZb5jpvDW1OJPzlWUFvW4Cgji3uuJCwe/m830EwgdkjbVlUnAlD/PZ68sU&#10;M20vvKLzOhQiQthnqKAMocmk9HlJBn3XNsTR21tnMETpCqkdXiLc1LKfJENpsOK4UGJDHyXlh/XJ&#10;KFiOR8vjT8rft9VuS9u/3WHQd4lSnbd2MQERqA3P8KP9pRWk6TCF+5v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+1YMYAAADdAAAADwAAAAAAAAAAAAAAAACYAgAAZHJz&#10;L2Rvd25yZXYueG1sUEsFBgAAAAAEAAQA9QAAAIsDAAAAAA==&#10;" fillcolor="black" stroked="f"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T9ccA&#10;AADdAAAADwAAAGRycy9kb3ducmV2LnhtbESPT2vCQBTE7wW/w/KE3upG0SDRVaptoVA9+Ofg8Zl9&#10;TZZk34bsVqOfvlsoeBxm5jfMfNnZWlyo9caxguEgAUGcO224UHA8fLxMQfiArLF2TApu5GG56D3N&#10;MdPuyju67EMhIoR9hgrKEJpMSp+XZNEPXEMcvW/XWgxRtoXULV4j3NZylCSptGg4LpTY0LqkvNr/&#10;WAWnr9RMd4ZG58199a43k2q1fauUeu53rzMQgbrwCP+3P7WC8TidwN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0/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zN8UA&#10;AADdAAAADwAAAGRycy9kb3ducmV2LnhtbESPQWsCMRSE74L/ITyht5qtyCJbo0hF2ksPtUqvj81z&#10;s+7mZU2irv76plDwOMzMN8x82dtWXMiH2rGCl3EGgrh0uuZKwe578zwDESKyxtYxKbhRgOViOJhj&#10;od2Vv+iyjZVIEA4FKjAxdoWUoTRkMYxdR5y8g/MWY5K+ktrjNcFtKydZlkuLNacFgx29GSqb7dkq&#10;8KufdXPn877J7p+38H7sTzM0Sj2N+tUriEh9fIT/2x9awXSa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XM3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zHs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B0Osv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VzH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oKMIA&#10;AADdAAAADwAAAGRycy9kb3ducmV2LnhtbERPz2vCMBS+D/wfwhO8zVQRGZ1RpiL04mGd4vXZvDVl&#10;yUtpolb/+uUgePz4fi9WvbPiSl1oPCuYjDMQxJXXDdcKDj+79w8QISJrtJ5JwZ0CrJaDtwXm2t/4&#10;m65lrEUK4ZCjAhNjm0sZKkMOw9i3xIn79Z3DmGBXS93hLYU7K6dZNpcOG04NBlvaGKr+yotTsC1b&#10;Oz0UZh1Ox/35bIvHjk5bpUbD/usTRKQ+vsRPd6EVzGbzNDe9S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ugo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0CAsUA&#10;AADdAAAADwAAAGRycy9kb3ducmV2LnhtbESPzWrDMBCE74W8g9hAb42UEtzWjWxCaCCQU/Nz6G2R&#10;NrYTa2UsNXbfvgoUehxm5htmWY6uFTfqQ+NZw3ymQBAbbxuuNBwPm6dXECEiW2w9k4YfClAWk4cl&#10;5tYP/Em3faxEgnDIUUMdY5dLGUxNDsPMd8TJO/veYUyyr6TtcUhw18pnpTLpsOG0UGNH65rMdf/t&#10;NFw2cueNQnM6noatffn6yKhVWj9Ox9U7iEhj/A//tbdWw2KRvcH9TX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QI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fbMIA&#10;AADdAAAADwAAAGRycy9kb3ducmV2LnhtbERPy4rCMBTdD/gP4Qqz09QHjlSjqCAMyixGRVxem2tb&#10;2tyUJGr9e7MYmOXhvOfL1tTiQc6XlhUM+gkI4szqknMFp+O2NwXhA7LG2jIpeJGH5aLzMcdU2yf/&#10;0uMQchFD2KeooAihSaX0WUEGfd82xJG7WWcwROhyqR0+Y7ip5TBJJtJgybGhwIY2BWXV4W4UXO57&#10;vv2Mdiu3DmfbHn01vE4rpT677WoGIlAb/sV/7m+tYDz+ivvjm/g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59s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AJccA&#10;AADdAAAADwAAAGRycy9kb3ducmV2LnhtbESPQWvCQBSE7wX/w/KE3pqNkrYaXUWFQi9CtT3U2zP7&#10;TILZt3F3q6m/visUPA4z8w0znXemEWdyvrasYJCkIIgLq2suFXx9vj2NQPiArLGxTAp+ycN81nuY&#10;Yq7thTd03oZSRAj7HBVUIbS5lL6oyKBPbEscvYN1BkOUrpTa4SXCTSOHafoiDdYcFypsaVVRcdz+&#10;GAXL8Wh5+sh4fd3sd7T73h+fhy5V6rHfLSYgAnXhHv5vv2sFWfY6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hgCXHAAAA3QAAAA8AAAAAAAAAAAAAAAAAmAIAAGRy&#10;cy9kb3ducmV2LnhtbFBLBQYAAAAABAAEAPUAAACMAwAAAAA=&#10;" fillcolor="black" stroked="f"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kU8UA&#10;AADdAAAADwAAAGRycy9kb3ducmV2LnhtbESPQUsDMRSE74L/ITzBm81aiy1r07IUiuJp2yq9vm6e&#10;m8XNy5Kk6frvjSD0OMzMN8xyPdpeJPKhc6zgcVKAIG6c7rhV8HHYPixAhIissXdMCn4owHp1e7PE&#10;UrsL7yjtYysyhEOJCkyMQyllaAxZDBM3EGfvy3mLMUvfSu3xkuG2l9OieJYWO84LBgfaGGq+92er&#10;IJ02dfWUjsns3n3Vele/fp5qpe7vxuoFRKQxXsP/7TetYDabT+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RT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hOscA&#10;AADdAAAADwAAAGRycy9kb3ducmV2LnhtbESPQWvCQBSE70L/w/IKvZmNVrRNXUWkLbWX2lSwx0f2&#10;NRuafRuy2xj99V1B8DjMzDfMfNnbWnTU+sqxglGSgiAunK64VLD7ehk+gPABWWPtmBQcycNycTOY&#10;Y6bdgT+py0MpIoR9hgpMCE0mpS8MWfSJa4ij9+NaiyHKtpS6xUOE21qO03QqLVYcFww2tDZU/OZ/&#10;VoEfrZ/37/b02H2/Gv7IN2a6LY1Sd7f96glEoD5cw5f2m1Ywmczu4f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EoT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5CFB" w:rsidRDefault="00655CFB" w:rsidP="00655C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55CFB" w:rsidRDefault="00655CFB" w:rsidP="00655CF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55CFB" w:rsidRPr="004A7D10" w:rsidRDefault="00655CFB" w:rsidP="00655C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5CFB" w:rsidRDefault="00655CFB" w:rsidP="00655CF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№39</w:t>
      </w: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6823984000:03:002:0165, яка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території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села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Крупець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району,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655CFB" w:rsidRPr="0060655C" w:rsidRDefault="00655CFB" w:rsidP="00655CFB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55CFB" w:rsidRPr="0060655C" w:rsidRDefault="00655CFB" w:rsidP="00655CF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606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17,9044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60655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6823984000:03:002:0165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ради,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5CFB" w:rsidRPr="0060655C" w:rsidRDefault="00655CFB" w:rsidP="00655C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5CFB" w:rsidRPr="0060655C" w:rsidRDefault="00655CFB" w:rsidP="00655CF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CF0DDF" w:rsidRDefault="00CF0DDF">
      <w:bookmarkStart w:id="0" w:name="_GoBack"/>
      <w:bookmarkEnd w:id="0"/>
    </w:p>
    <w:sectPr w:rsidR="00CF0DD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B7" w:rsidRDefault="00D07FB7">
      <w:pPr>
        <w:spacing w:after="0" w:line="240" w:lineRule="auto"/>
      </w:pPr>
      <w:r>
        <w:separator/>
      </w:r>
    </w:p>
  </w:endnote>
  <w:endnote w:type="continuationSeparator" w:id="0">
    <w:p w:rsidR="00D07FB7" w:rsidRDefault="00D0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B7" w:rsidRDefault="00D07FB7">
      <w:pPr>
        <w:spacing w:after="0" w:line="240" w:lineRule="auto"/>
      </w:pPr>
      <w:r>
        <w:separator/>
      </w:r>
    </w:p>
  </w:footnote>
  <w:footnote w:type="continuationSeparator" w:id="0">
    <w:p w:rsidR="00D07FB7" w:rsidRDefault="00D07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FB"/>
    <w:rsid w:val="00655CFB"/>
    <w:rsid w:val="00CF0DDF"/>
    <w:rsid w:val="00D0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F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55CF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55CF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55CF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F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55CF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55CF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55CF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2020-12-24T17:32:00Z</dcterms:created>
  <dcterms:modified xsi:type="dcterms:W3CDTF">2020-12-24T17:33:00Z</dcterms:modified>
</cp:coreProperties>
</file>