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9CB" w:rsidRPr="00B623A8" w:rsidRDefault="00C519CB" w:rsidP="00C519CB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19CB" w:rsidRDefault="00C519CB" w:rsidP="00C519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519CB" w:rsidRDefault="00C519CB" w:rsidP="00C519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519CB" w:rsidRDefault="00C519CB" w:rsidP="00C519C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19CB" w:rsidRDefault="00C519CB" w:rsidP="00C519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519CB" w:rsidRDefault="00C519CB" w:rsidP="00C519C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519CB" w:rsidRDefault="00C519CB" w:rsidP="00C519C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C519CB" w:rsidRPr="00A31AA4" w:rsidRDefault="00C519CB" w:rsidP="00C519C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C519CB" w:rsidRDefault="00C519CB" w:rsidP="00C519CB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внесення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змін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до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договору</w:t>
      </w:r>
    </w:p>
    <w:p w:rsidR="00C519CB" w:rsidRDefault="00C519CB" w:rsidP="00C519CB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оренди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</w:p>
    <w:p w:rsidR="00C519CB" w:rsidRPr="00A31AA4" w:rsidRDefault="00C519CB" w:rsidP="00C519CB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23.04.2020 року</w:t>
      </w:r>
    </w:p>
    <w:p w:rsidR="00C519CB" w:rsidRPr="00A31AA4" w:rsidRDefault="00C519CB" w:rsidP="00C519C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519CB" w:rsidRPr="00A31AA4" w:rsidRDefault="00C519CB" w:rsidP="00C519C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»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оренду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»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клопотання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ВКП «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Яві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р-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Інвест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»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C519CB" w:rsidRPr="00A31AA4" w:rsidRDefault="00C519CB" w:rsidP="00C519C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C519CB" w:rsidRPr="003D207C" w:rsidRDefault="00C519CB" w:rsidP="00C519CB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</w:p>
    <w:p w:rsidR="00C519CB" w:rsidRPr="003D207C" w:rsidRDefault="00C519CB" w:rsidP="00C519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</w:t>
      </w:r>
      <w:r w:rsidRPr="003D207C">
        <w:rPr>
          <w:rFonts w:ascii="Times New Roman" w:hAnsi="Times New Roman"/>
          <w:sz w:val="24"/>
          <w:szCs w:val="24"/>
        </w:rPr>
        <w:t xml:space="preserve">Внести </w:t>
      </w:r>
      <w:proofErr w:type="spellStart"/>
      <w:r w:rsidRPr="003D207C">
        <w:rPr>
          <w:rFonts w:ascii="Times New Roman" w:hAnsi="Times New Roman"/>
          <w:sz w:val="24"/>
          <w:szCs w:val="24"/>
        </w:rPr>
        <w:t>зміни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до договору </w:t>
      </w:r>
      <w:proofErr w:type="spellStart"/>
      <w:r w:rsidRPr="003D207C">
        <w:rPr>
          <w:rFonts w:ascii="Times New Roman" w:hAnsi="Times New Roman"/>
          <w:sz w:val="24"/>
          <w:szCs w:val="24"/>
        </w:rPr>
        <w:t>оренди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hAnsi="Times New Roman"/>
          <w:sz w:val="24"/>
          <w:szCs w:val="24"/>
        </w:rPr>
        <w:t>землі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hAnsi="Times New Roman"/>
          <w:sz w:val="24"/>
          <w:szCs w:val="24"/>
        </w:rPr>
        <w:t>укладеного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«23» </w:t>
      </w:r>
      <w:proofErr w:type="spellStart"/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квітня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2020 року,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зареєстрованого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державним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реєстратором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Славутської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районної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державної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адміністрації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Хмельницької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області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, право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оренди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зареєстровано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у Державному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реєстрі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речових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пра</w:t>
      </w:r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в на </w:t>
      </w:r>
      <w:proofErr w:type="spellStart"/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нерухоме</w:t>
      </w:r>
      <w:proofErr w:type="spellEnd"/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майно</w:t>
      </w:r>
      <w:proofErr w:type="spellEnd"/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за №36357813 </w:t>
      </w:r>
      <w:proofErr w:type="spellStart"/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від</w:t>
      </w:r>
      <w:proofErr w:type="spellEnd"/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23.04.2020</w:t>
      </w:r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року </w:t>
      </w:r>
      <w:proofErr w:type="spellStart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між</w:t>
      </w:r>
      <w:proofErr w:type="spellEnd"/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b/>
          <w:sz w:val="24"/>
          <w:szCs w:val="24"/>
        </w:rPr>
        <w:t>Орендодавець</w:t>
      </w:r>
      <w:proofErr w:type="spellEnd"/>
      <w:r w:rsidR="00A07400">
        <w:rPr>
          <w:rFonts w:ascii="Times New Roman" w:eastAsiaTheme="minorHAnsi" w:hAnsi="Times New Roman"/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Pr="003D207C">
        <w:rPr>
          <w:rFonts w:ascii="Times New Roman" w:eastAsiaTheme="minorHAnsi" w:hAnsi="Times New Roman"/>
          <w:sz w:val="24"/>
          <w:szCs w:val="24"/>
        </w:rPr>
        <w:t xml:space="preserve">Крупецька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сільська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рада 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Славутського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району 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Хмельницької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області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, в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особі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голови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Михалюка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Валерія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Анатолійовича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який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діє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на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підставі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регламенту з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одної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сторони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, та </w:t>
      </w:r>
      <w:proofErr w:type="spellStart"/>
      <w:r w:rsidRPr="003D207C">
        <w:rPr>
          <w:rFonts w:ascii="Times New Roman" w:eastAsiaTheme="minorHAnsi" w:hAnsi="Times New Roman"/>
          <w:b/>
          <w:sz w:val="24"/>
          <w:szCs w:val="24"/>
        </w:rPr>
        <w:t>Орендар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Виробничо-комерційне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підприємство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«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Явір-Інвест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», в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особі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 директора 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Врублевського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Юрія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Анатолійовича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з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іншої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сторони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, за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згодою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сторін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уклали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цей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Договір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оренди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землі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про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наступне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>:</w:t>
      </w:r>
    </w:p>
    <w:p w:rsidR="00C519CB" w:rsidRPr="003D207C" w:rsidRDefault="00C519CB" w:rsidP="00C519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</w:t>
      </w:r>
      <w:r w:rsidRPr="003D207C">
        <w:rPr>
          <w:rFonts w:ascii="Times New Roman" w:eastAsiaTheme="minorHAnsi" w:hAnsi="Times New Roman"/>
          <w:sz w:val="24"/>
          <w:szCs w:val="24"/>
        </w:rPr>
        <w:t xml:space="preserve">внести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зміни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 до пункту 2 Договору та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викласти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proofErr w:type="gramStart"/>
      <w:r w:rsidRPr="003D207C">
        <w:rPr>
          <w:rFonts w:ascii="Times New Roman" w:eastAsiaTheme="minorHAnsi" w:hAnsi="Times New Roman"/>
          <w:sz w:val="24"/>
          <w:szCs w:val="24"/>
        </w:rPr>
        <w:t>його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в</w:t>
      </w:r>
      <w:proofErr w:type="gram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наступній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eastAsiaTheme="minorHAnsi" w:hAnsi="Times New Roman"/>
          <w:sz w:val="24"/>
          <w:szCs w:val="24"/>
        </w:rPr>
        <w:t>редакції</w:t>
      </w:r>
      <w:proofErr w:type="spellEnd"/>
      <w:r w:rsidRPr="003D207C">
        <w:rPr>
          <w:rFonts w:ascii="Times New Roman" w:eastAsiaTheme="minorHAnsi" w:hAnsi="Times New Roman"/>
          <w:sz w:val="24"/>
          <w:szCs w:val="24"/>
        </w:rPr>
        <w:t>:</w:t>
      </w:r>
    </w:p>
    <w:p w:rsidR="00C519CB" w:rsidRPr="003D207C" w:rsidRDefault="00C519CB" w:rsidP="00C519C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D207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</w:t>
      </w:r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D207C">
        <w:rPr>
          <w:rFonts w:ascii="Times New Roman" w:hAnsi="Times New Roman"/>
          <w:sz w:val="24"/>
          <w:szCs w:val="24"/>
        </w:rPr>
        <w:t>оренду</w:t>
      </w:r>
      <w:proofErr w:type="spellEnd"/>
      <w:r w:rsidRPr="003D207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3D207C">
        <w:rPr>
          <w:rFonts w:ascii="Times New Roman" w:hAnsi="Times New Roman"/>
          <w:sz w:val="24"/>
          <w:szCs w:val="24"/>
        </w:rPr>
        <w:t>передаєтьс</w:t>
      </w:r>
      <w:r>
        <w:rPr>
          <w:rFonts w:ascii="Times New Roman" w:hAnsi="Times New Roman"/>
          <w:sz w:val="24"/>
          <w:szCs w:val="24"/>
        </w:rPr>
        <w:t>я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1,0001</w:t>
      </w:r>
      <w:r w:rsidRPr="003D207C">
        <w:rPr>
          <w:rFonts w:ascii="Times New Roman" w:hAnsi="Times New Roman"/>
          <w:sz w:val="24"/>
          <w:szCs w:val="24"/>
        </w:rPr>
        <w:t xml:space="preserve">га,  </w:t>
      </w:r>
      <w:proofErr w:type="spellStart"/>
      <w:r w:rsidRPr="003D207C">
        <w:rPr>
          <w:rFonts w:ascii="Times New Roman" w:hAnsi="Times New Roman"/>
          <w:sz w:val="24"/>
          <w:szCs w:val="24"/>
        </w:rPr>
        <w:t>кадастро</w:t>
      </w:r>
      <w:r>
        <w:rPr>
          <w:rFonts w:ascii="Times New Roman" w:hAnsi="Times New Roman"/>
          <w:sz w:val="24"/>
          <w:szCs w:val="24"/>
        </w:rPr>
        <w:t>вий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 6823984000:03:017:0064</w:t>
      </w:r>
      <w:r w:rsidRPr="003D207C">
        <w:rPr>
          <w:rFonts w:ascii="Times New Roman" w:hAnsi="Times New Roman"/>
          <w:sz w:val="24"/>
          <w:szCs w:val="24"/>
        </w:rPr>
        <w:t>.</w:t>
      </w:r>
    </w:p>
    <w:p w:rsidR="00C519CB" w:rsidRPr="00EE614C" w:rsidRDefault="00C519CB" w:rsidP="00C519C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2</w:t>
      </w:r>
      <w:r w:rsidRPr="00EE614C">
        <w:rPr>
          <w:rFonts w:ascii="Times New Roman" w:eastAsia="Times New Roman" w:hAnsi="Times New Roman"/>
          <w:sz w:val="24"/>
          <w:szCs w:val="24"/>
        </w:rPr>
        <w:t>.</w:t>
      </w:r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 xml:space="preserve"> ВКП «</w:t>
      </w:r>
      <w:proofErr w:type="spellStart"/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Яві</w:t>
      </w:r>
      <w:proofErr w:type="gramStart"/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р-</w:t>
      </w:r>
      <w:proofErr w:type="gramEnd"/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Інвест</w:t>
      </w:r>
      <w:proofErr w:type="spellEnd"/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»</w:t>
      </w:r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здійснити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державну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реєстрацію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додаткової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угоди про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внесення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змін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до договору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оренди</w:t>
      </w:r>
      <w:proofErr w:type="spellEnd"/>
      <w:r w:rsidRPr="00EE614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EE614C">
        <w:rPr>
          <w:rFonts w:ascii="Times New Roman" w:eastAsia="Times New Roman" w:hAnsi="Times New Roman"/>
          <w:sz w:val="24"/>
          <w:szCs w:val="24"/>
        </w:rPr>
        <w:t>землі</w:t>
      </w:r>
      <w:proofErr w:type="spellEnd"/>
      <w:r w:rsidRPr="003D207C">
        <w:rPr>
          <w:rFonts w:ascii="Times New Roman" w:eastAsia="Times New Roman" w:hAnsi="Times New Roman"/>
          <w:sz w:val="24"/>
          <w:szCs w:val="24"/>
        </w:rPr>
        <w:t>.</w:t>
      </w:r>
    </w:p>
    <w:p w:rsidR="00C519CB" w:rsidRPr="00A31AA4" w:rsidRDefault="00C519CB" w:rsidP="00C519CB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C519CB" w:rsidRPr="00C519CB" w:rsidRDefault="00C519CB" w:rsidP="00C519C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C519CB" w:rsidRPr="00A31AA4" w:rsidRDefault="00C519CB" w:rsidP="00C519C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5B6F" w:rsidRPr="00C519CB" w:rsidRDefault="00C519CB" w:rsidP="00C519CB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uk-UA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7A5B6F" w:rsidRPr="00C519CB" w:rsidSect="00C519CB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9CB"/>
    <w:rsid w:val="00171A2E"/>
    <w:rsid w:val="00304C90"/>
    <w:rsid w:val="00505B6D"/>
    <w:rsid w:val="006D3977"/>
    <w:rsid w:val="007A5B6F"/>
    <w:rsid w:val="007D6C18"/>
    <w:rsid w:val="00A07400"/>
    <w:rsid w:val="00C519C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519C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519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519CB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519C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519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519CB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307</Words>
  <Characters>1752</Characters>
  <Application>Microsoft Office Word</Application>
  <DocSecurity>0</DocSecurity>
  <Lines>14</Lines>
  <Paragraphs>4</Paragraphs>
  <ScaleCrop>false</ScaleCrop>
  <Company>Microsoft</Company>
  <LinksUpToDate>false</LinksUpToDate>
  <CharactersWithSpaces>2055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2020-10-10T16:14:00Z</dcterms:created>
  <dcterms:modified xsi:type="dcterms:W3CDTF">2020-10-10T16:38:00Z</dcterms:modified>
</cp:coreProperties>
</file>