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7BB" w:rsidRPr="00B623A8" w:rsidRDefault="002029C2" w:rsidP="003077BB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</w:rPr>
        <w:pict>
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FKFsQA&#10;AADdAAAADwAAAGRycy9kb3ducmV2LnhtbESPS4vCQBCE74L/YWhhb5uJj9UQHUVkXTwI4uveZNok&#10;mOkJmVHjv98RBI9FVX1FzRatqcSdGldaVtCPYhDEmdUl5wpOx/V3AsJ5ZI2VZVLwJAeLebczw1Tb&#10;B+/pfvC5CBB2KSoovK9TKV1WkEEX2Zo4eBfbGPRBNrnUDT4C3FRyEMdjabDksFBgTauCsuvhZhTY&#10;4d9me84H++EvTzwvd8nl3G6V+uq1yykIT63/hN/tjVYwmvyM4PUmPAE5/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3hShb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077BB" w:rsidRDefault="003077BB" w:rsidP="003077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srg8kA&#10;AADdAAAADwAAAGRycy9kb3ducmV2LnhtbESPW0sDMRSE3wX/QziCL6XNVuzFtWmRwqr1odAL9PWw&#10;OW7Wbk6WJLZrf70RCj4OM/MNM1t0thEn8qF2rGA4yEAQl07XXCnY74r+FESIyBobx6TghwIs5rc3&#10;M8y1O/OGTttYiQThkKMCE2ObSxlKQxbDwLXEyft03mJM0ldSezwnuG3kQ5aNpcWa04LBlpaGyuP2&#10;2yr4KtbmsJxcXn3vaUOXXvHx1qzGSt3fdS/PICJ18T98bb9rBY+T0Qj+3qQnIOe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YLsrg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077BB" w:rsidRDefault="003077BB" w:rsidP="003077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HXi8MA&#10;AADdAAAADwAAAGRycy9kb3ducmV2LnhtbESP24rCMBRF34X5h3AG5kU0He90jCIyivgiXj7g0Byb&#10;Ms1JaTK2/r0RBB83+7LY82VrS3Gj2heOFXz3ExDEmdMF5wou501vBsIHZI2lY1JwJw/LxUdnjql2&#10;DR/pdgq5iCPsU1RgQqhSKX1myKLvu4o4eldXWwxR1rnUNTZx3JZykCQTabHgSDBY0dpQ9nf6txFy&#10;GOJhf23Om22LDf7uDXdXR6W+PtvVD4hAbXiHX+2dVjCajifwfBOfgF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bHXi8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077BB" w:rsidRDefault="003077BB" w:rsidP="003077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0ansMYA&#10;AADdAAAADwAAAGRycy9kb3ducmV2LnhtbESPQUsDMRSE70L/Q3iCN5u1tF1Zm5ZSFaTgwSqIt8fm&#10;dXdx8xKSZ3f996Yg9DjMzDfMajO6Xp0ops6zgbtpAYq49rbjxsDH+/PtPagkyBZ7z2TglxJs1pOr&#10;FVbWD/xGp4M0KkM4VWigFQmV1qluyWGa+kCcvaOPDiXL2Ggbcchw1+tZUSy1w47zQouBdi3V34cf&#10;Z+B1eAr7crk4hq84n+n0aOVzJ8bcXI/bB1BCo1zC/+0Xa2BeLko4v8lPQK/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0ans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077BB" w:rsidRDefault="003077BB" w:rsidP="003077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LmYsEA&#10;AADdAAAADwAAAGRycy9kb3ducmV2LnhtbERPzWrCQBC+F3yHZQQvpW7U/hFdRURL8SJqH2DIjtlg&#10;djZkVxPfvnMo9Pjx/S9Wva/VndpYBTYwGWegiItgKy4N/Jx3L5+gYkK2WAcmAw+KsFoOnhaY29Dx&#10;ke6nVCoJ4ZijAZdSk2sdC0ce4zg0xMJdQusxCWxLbVvsJNzXeppl79pjxdLgsKGNo+J6unkpOczw&#10;sL90591Xjx1u946f10djRsN+PQeVqE//4j/3tzXw+vEmc+WNPAG9/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9i5mLBAAAA3Q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077BB" w:rsidRDefault="003077BB" w:rsidP="003077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WWWcYA&#10;AADdAAAADwAAAGRycy9kb3ducmV2LnhtbESPX0sDMRDE34V+h7AF32yupX/0bFpKVRDBB2uh+LZc&#10;tneHl01I1t757Y0g+DjMzG+Y9XZwnbpQTK1nA9NJAYq48rbl2sDx/enmFlQSZIudZzLwTQm2m9HV&#10;Gkvre36jy0FqlSGcSjTQiIRS61Q15DBNfCDO3tlHh5JlrLWN2Ge46/SsKJbaYct5ocFA+4aqz8OX&#10;M/DaP4aX1XJxDh9xPtPpwcppL8Zcj4fdPSihQf7Df+1na2C+WtzB75v8BPTm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ZWWW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077BB" w:rsidRDefault="003077BB" w:rsidP="003077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NVB8QA&#10;AADdAAAADwAAAGRycy9kb3ducmV2LnhtbERPXWvCMBR9H/gfwhV8GZrOTSfVKFMIGyiM6cDXS3Nt&#10;i81NSaLt/v3yMNjj4XyvNr1txJ18qB0reJpkIIgLZ2ouFXyf9HgBIkRkg41jUvBDATbrwcMKc+M6&#10;/qL7MZYihXDIUUEVY5tLGYqKLIaJa4kTd3HeYkzQl9J47FK4beQ0y+bSYs2pocKWdhUV1+PNKth+&#10;duWzfyy2vdtf3s8zrY0+aKVGw/5tCSJSH//Ff+4Po+DldZ72pzfpCc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hDVQf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077BB" w:rsidRDefault="003077BB" w:rsidP="003077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eq2cQA&#10;AADdAAAADwAAAGRycy9kb3ducmV2LnhtbESP3WoCMRSE7wXfIZxC7zSr+MfWKGJZkOJN1Qc4bE43&#10;WzcnSxLX9e0bQejlMDPfMOttbxvRkQ+1YwWTcQaCuHS65krB5VyMViBCRNbYOCYFDwqw3QwHa8y1&#10;u/M3dadYiQThkKMCE2ObSxlKQxbD2LXEyftx3mJM0ldSe7wnuG3kNMsW0mLNacFgS3tD5fV0swqK&#10;r+mxu960L9yun1mam9/Vp1Hq/a3ffYCI1Mf/8Kt90Apmy8UEnm/SE5C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63qtn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077BB" w:rsidRDefault="003077BB" w:rsidP="003077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1u68cA&#10;AADdAAAADwAAAGRycy9kb3ducmV2LnhtbESPQWsCMRSE7wX/Q3iFXqRmq62VrVGqEBQslNqC18fm&#10;ubu4eVmS1F3/vSkIPQ4z8w0zX/a2EWfyoXas4GmUgSAunKm5VPDzrR9nIEJENtg4JgUXCrBcDO7m&#10;mBvX8Red97EUCcIhRwVVjG0uZSgqshhGriVO3tF5izFJX0rjsUtw28hxlk2lxZrTQoUtrSsqTvtf&#10;q2D12ZUTPyxWvdsdN4cXrY3+0Eo93PfvbyAi9fE/fGtvjYLn1+kY/t6kJyA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fdbuv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077BB" w:rsidRDefault="003077BB" w:rsidP="003077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mRNcQA&#10;AADdAAAADwAAAGRycy9kb3ducmV2LnhtbESP3WoCMRSE7wu+QzhC72pWa1VWo4hloZTe+PMAh81x&#10;s7o5WZK4bt++KQheDjPzDbPa9LYRHflQO1YwHmUgiEuna64UnI7F2wJEiMgaG8ek4JcCbNaDlxXm&#10;2t15T90hViJBOOSowMTY5lKG0pDFMHItcfLOzluMSfpKao/3BLeNnGTZTFqsOS0YbGlnqLweblZB&#10;8T356a437Qu37aeWPsxl8WmUeh322yWISH18hh/tL61gOp+9w/+b9AT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pkTX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077BB" w:rsidRDefault="003077BB" w:rsidP="003077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UTZ8MA&#10;AADdAAAADwAAAGRycy9kb3ducmV2LnhtbESP0WqDQBRE3wv5h+UG+taspklajKuEgqV5jO0HXNwb&#10;lbh3jbtR8/fdQiGPw8yZYdJ8Np0YaXCtZQXxKgJBXFndcq3g57t4eQfhPLLGzjIpuJODPFs8pZho&#10;O/GJxtLXIpSwS1BB432fSOmqhgy6le2Jg3e2g0Ef5FBLPeAUyk0n11G0kwZbDgsN9vTRUHUpb0bB&#10;5j59XsvtJSq0ofj42h/ZV1ulnpfzYQ/C0+wf4X/6SwfubbeBvzfhCc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YUTZ8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077BB" w:rsidRDefault="003077BB" w:rsidP="003077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uv4MYA&#10;AADdAAAADwAAAGRycy9kb3ducmV2LnhtbESPQWvCQBSE7wX/w/KE3upGaWONriEoKaWnNlrPj+wz&#10;CWbfhuwa47/vFgo9DjPzDbNJR9OKgXrXWFYwn0UgiEurG64UHA/50ysI55E1tpZJwZ0cpNvJwwYT&#10;bW/8RUPhKxEg7BJUUHvfJVK6siaDbmY74uCdbW/QB9lXUvd4C3DTykUUxdJgw2Ghxo52NZWX4moU&#10;XOPT4sjnD/1Z7O9vq32eOfldKfU4HbM1CE+j/w//td+1gudl/AK/b8ITkN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1uv4MYAAADd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077BB" w:rsidRDefault="003077BB" w:rsidP="003077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OkMgA&#10;AADdAAAADwAAAGRycy9kb3ducmV2LnhtbESPQWsCMRSE74X+h/AK3mrWKqlujVKFgu1BqbWH3l43&#10;z93Vzct2E3X996YgeBxm5htmPG1tJY7U+NKxhl43AUGcOVNyrmHz9fY4BOEDssHKMWk4k4fp5P5u&#10;jKlxJ/6k4zrkIkLYp6ihCKFOpfRZQRZ919XE0du6xmKIssmlafAU4baST0mipMWS40KBNc0Lyvbr&#10;g9XwvRqq0Wr2Pth9LH+xb83fjymV1p2H9vUFRKA23MLX9sJoGDwrBf9v4hOQkw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fKk6Q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077BB" w:rsidRDefault="003077BB" w:rsidP="003077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4p+MYA&#10;AADdAAAADwAAAGRycy9kb3ducmV2LnhtbESPQWvCQBSE7wX/w/IEb3VTlSjRVbSlaekpaqHXR/aZ&#10;hGbfhuzWJP31rlDocZiZb5jNrje1uFLrKssKnqYRCOLc6ooLBZ/n18cVCOeRNdaWScFADnbb0cMG&#10;E207PtL15AsRIOwSVFB63yRSurwkg25qG+LgXWxr0AfZFlK32AW4qeUsimJpsOKwUGJDzyXl36cf&#10;o+A3/sLMvc0OL3PtaVisUvuRpUpNxv1+DcJT7//Df+13rWCxjJdwfxOegNz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R4p+M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077BB" w:rsidRDefault="003077BB" w:rsidP="003077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nuMsMA&#10;AADdAAAADwAAAGRycy9kb3ducmV2LnhtbERP3WrCMBS+H/gO4Qi7m6nSdVqNMkaF3W12PsChOabF&#10;5qQ2WVv39MvFYJcf3//uMNlWDNT7xrGC5SIBQVw53bBRcP46Pq1B+ICssXVMCu7k4bCfPeww127k&#10;Ew1lMCKGsM9RQR1Cl0vpq5os+oXriCN3cb3FEGFvpO5xjOG2laskyaTFhmNDjR291VRdy2+r4OZW&#10;z3oqC/y4FpvPxpj09nNKlXqcT69bEIGm8C/+c79rBelLFufGN/EJyP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FnuMs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077BB" w:rsidRDefault="003077BB" w:rsidP="003077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TBwcUA&#10;AADdAAAADwAAAGRycy9kb3ducmV2LnhtbESPzW7CMBCE70i8g7VIvYEDbQOkMYhWqsQV6KHHrb35&#10;gXgdYhfSPn1dCYnjaGa+0eTr3jbiQp2vHSuYThIQxNqZmksFH4f38QKED8gGG8ek4Ic8rFfDQY6Z&#10;cVfe0WUfShEh7DNUUIXQZlJ6XZFFP3EtcfQK11kMUXalNB1eI9w2cpYkqbRYc1yosKW3ivRp/20V&#10;bOsvek51sbSLV737/D2Hx/nRKPUw6jcvIAL14R6+tbdGwdM8XcL/m/gE5O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NMHB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077BB" w:rsidRDefault="003077BB" w:rsidP="003077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4NdcYA&#10;AADdAAAADwAAAGRycy9kb3ducmV2LnhtbESPQWvCQBCF7wX/wzKCt7pRSm1TV6mFQkutUBW9Dtlp&#10;NpidDdk1xn/vHAo9zsyb9943X/a+Vh21sQpsYDLOQBEXwVZcGtjv3u+fQMWEbLEOTAauFGG5GNzN&#10;Mbfhwj/UbVOpxIRjjgZcSk2udSwceYzj0BDL7Te0HpOMbaltixcx97WeZtmj9lixJDhs6M1Rcdqe&#10;vYEON9fs6Fbfz5/VuphuVocvK3szGvavL6AS9elf/Pf9YQ08zGbSX2iEBPTi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94Ndc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077BB" w:rsidRDefault="003077BB" w:rsidP="003077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kWjsUA&#10;AADdAAAADwAAAGRycy9kb3ducmV2LnhtbESPQUvDQBSE70L/w/IK3uymQazEbosUKh419uDxmX3N&#10;pmbfC7vbJvrrXUHwOMzMN8x6O/leXSjETtjAclGAIm7EdtwaOLztb+5BxYRssRcmA18UYbuZXa2x&#10;sjLyK13q1KoM4VihAZfSUGkdG0ce40IG4uwdJXhMWYZW24Bjhvtel0Vxpz12nBccDrRz1HzWZ29g&#10;fGo+TuXx3brvMMi+fpFT2Ysx1/Pp8QFUoin9h//az9bA7Wq1hN83+Qn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qRaO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077BB" w:rsidRDefault="003077BB" w:rsidP="003077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DOXsYA&#10;AADdAAAADwAAAGRycy9kb3ducmV2LnhtbESPQWvCQBSE7wX/w/KE3urGUBpJXcVqhVKUoq33Z/aZ&#10;RHffhuxW03/vFgSPw8x8w4ynnTXiTK2vHSsYDhIQxIXTNZcKfr6XTyMQPiBrNI5JwR95mE56D2PM&#10;tbvwhs7bUIoIYZ+jgiqEJpfSFxVZ9APXEEfv4FqLIcq2lLrFS4RbI9MkeZEWa44LFTY0r6g4bX+t&#10;guXXwhzT9Wa2k2H+nu3N6PNtsVLqsd/NXkEE6sI9fGt/aAXPWZbC/5v4BOTk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xDOXs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077BB" w:rsidRDefault="003077BB" w:rsidP="003077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umfMcA&#10;AADdAAAADwAAAGRycy9kb3ducmV2LnhtbESPQWvCQBSE74X+h+UVvEjdtLFVUlcpBYmCQpsKXp/Z&#10;1ySYfRuya4z/3hWEHoeZ+YaZLXpTi45aV1lW8DKKQBDnVldcKNj9Lp+nIJxH1lhbJgUXcrCYPz7M&#10;MNH2zD/UZb4QAcIuQQWl900ipctLMuhGtiEO3p9tDfog20LqFs8Bbmr5GkXv0mDFYaHEhr5Kyo/Z&#10;ySjovjeHYtW5Zn2cDt1bfEjTrd4rNXjqPz9AeOr9f/jeXmkF48kkhtub8ATk/A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n7pnz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077BB" w:rsidRDefault="003077BB" w:rsidP="003077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NCwccA&#10;AADdAAAADwAAAGRycy9kb3ducmV2LnhtbESPQWsCMRSE70L/Q3gFb5pV1qqrUapQ8CJU20O9PTfP&#10;3cXNyzZJdfXXm0Khx2FmvmHmy9bU4kLOV5YVDPoJCOLc6ooLBZ8fb70JCB+QNdaWScGNPCwXT505&#10;ZtpeeUeXfShEhLDPUEEZQpNJ6fOSDPq+bYijd7LOYIjSFVI7vEa4qeUwSV6kwYrjQokNrUvKz/sf&#10;o2A1nay+31Pe3nfHAx2+jufR0CVKdZ/b1xmIQG34D/+1N1pBOh6n8PsmPgG5e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azQsHHAAAA3QAAAA8AAAAAAAAAAAAAAAAAmAIAAGRy&#10;cy9kb3ducmV2LnhtbFBLBQYAAAAABAAEAPUAAACMAwAAAAA=&#10;" fillcolor="black" stroked="f">
              <v:textbox>
                <w:txbxContent>
                  <w:p w:rsidR="003077BB" w:rsidRDefault="003077BB" w:rsidP="003077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YkVMgA&#10;AADdAAAADwAAAGRycy9kb3ducmV2LnhtbESPzWsCMRTE74X+D+EVeqvZSv1gNUrVCkL14MfB43Pz&#10;3A27eVk2qa7+9U2h4HGYmd8w42lrK3GhxhvHCt47CQjizGnDuYLDfvk2BOEDssbKMSm4kYfp5Plp&#10;jKl2V97SZRdyESHsU1RQhFCnUvqsIIu+42ri6J1dYzFE2eRSN3iNcFvJbpL0pUXDcaHAmuYFZeXu&#10;xyo4fvfNcGuoe1rfZ1963Stnm0Wp1OtL+zkCEagNj/B/e6UVfAwGPfh7E5+AnPw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p1iRU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3077BB" w:rsidRDefault="003077BB" w:rsidP="003077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GElsYA&#10;AADdAAAADwAAAGRycy9kb3ducmV2LnhtbESPT2sCMRTE7wW/Q3hCb5q1iMrWKGIp9tKD/+j1sXnd&#10;bHfzsk2irn76RhB6HGbmN8x82dlGnMmHyrGC0TADQVw4XXGp4LB/H8xAhIissXFMCq4UYLnoPc0x&#10;1+7CWzrvYikShEOOCkyMbS5lKAxZDEPXEifv23mLMUlfSu3xkuC2kS9ZNpEWK04LBltaGyrq3ckq&#10;8Kuvt/rGp2Od3T6vYfPT/c7QKPXc71avICJ18T/8aH9oBePpdAL3N+k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eGEl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3077BB" w:rsidRDefault="003077BB" w:rsidP="003077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mEv8YA&#10;AADdAAAADwAAAGRycy9kb3ducmV2LnhtbESP3WrCQBSE7wu+w3KE3pS6UaRpU1cRoVBQCv48wGn2&#10;NAnung3ZU40+vVsoeDnMzDfMbNF7p07UxSawgfEoA0VcBttwZeCw/3h+BRUF2aILTAYuFGExHzzM&#10;sLDhzFs67aRSCcKxQAO1SFtoHcuaPMZRaImT9xM6j5JkV2nb4TnBvdOTLHvRHhtOCzW2tKqpPO5+&#10;vQE3+XZv6zxu5HLQm+zqZfv0ZY15HPbLd1BCvdzD/+1Pa2Ca5zn8vUlPQM9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/mEv8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3077BB" w:rsidRDefault="003077BB" w:rsidP="003077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oficIA&#10;AADdAAAADwAAAGRycy9kb3ducmV2LnhtbERPz2vCMBS+C/sfwhN201QZKp1RNkXoxYNV8fps3pqy&#10;5KU0Ubv99eYw2PHj+71c986KO3Wh8axgMs5AEFdeN1wrOB13owWIEJE1Ws+k4IcCrFcvgyXm2j/4&#10;QPcy1iKFcMhRgYmxzaUMlSGHYexb4sR9+c5hTLCrpe7wkcKdldMsm0mHDacGgy1tDFXf5c0p2Jat&#10;nZ4K8xku5/31aovfHV22Sr0O+493EJH6+C/+cxdawdt8nuamN+kJyN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6h+JwgAAAN0AAAAPAAAAAAAAAAAAAAAAAJgCAABkcnMvZG93&#10;bnJldi54bWxQSwUGAAAAAAQABAD1AAAAhw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3077BB" w:rsidRDefault="003077BB" w:rsidP="003077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H1o8UA&#10;AADdAAAADwAAAGRycy9kb3ducmV2LnhtbESPT2sCMRTE74LfITyhN00s4rZbo4hUEHqqfw69PZLn&#10;7urmZdlEd/vtm4LgcZiZ3zCLVe9qcac2VJ41TCcKBLHxtuJCw/GwHb+BCBHZYu2ZNPxSgNVyOFhg&#10;bn3H33Tfx0IkCIccNZQxNrmUwZTkMEx8Q5y8s28dxiTbQtoWuwR3tXxVai4dVpwWSmxoU5K57m9O&#10;w2Urv7xRaE7HU7ez2c/nnGql9cuoX3+AiNTHZ/jR3lkNsyx7h/836Qn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MfWj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3077BB" w:rsidRDefault="003077BB" w:rsidP="003077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eON8MA&#10;AADdAAAADwAAAGRycy9kb3ducmV2LnhtbERPz2vCMBS+C/sfwht403Q6XKmmxQ0GY7KDOsTjs3m2&#10;pc1LSaJ2/705DDx+fL9XxWA6cSXnG8sKXqYJCOLS6oYrBb/7z0kKwgdkjZ1lUvBHHor8abTCTNsb&#10;b+m6C5WIIewzVFCH0GdS+rImg35qe+LIna0zGCJ0ldQObzHcdHKWJAtpsOHYUGNPHzWV7e5iFBwv&#10;Gz7/zL/X7j0c7LD37eyUtkqNn4f1EkSgITzE/+4vreD1LY3745v4BGR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seON8MAAADdAAAADwAAAAAAAAAAAAAAAACYAgAAZHJzL2Rv&#10;d25yZXYueG1sUEsFBgAAAAAEAAQA9QAAAIg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3077BB" w:rsidRDefault="003077BB" w:rsidP="003077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GRfscA&#10;AADdAAAADwAAAGRycy9kb3ducmV2LnhtbESPQWvCQBSE7wX/w/KE3pqNYtsYXUWFQi9CtT3U2zP7&#10;TILZt3F3q6m/visUPA4z8w0znXemEWdyvrasYJCkIIgLq2suFXx9vj1lIHxA1thYJgW/5GE+6z1M&#10;Mdf2whs6b0MpIoR9jgqqENpcSl9UZNAntiWO3sE6gyFKV0rt8BLhppHDNH2RBmuOCxW2tKqoOG5/&#10;jILlOFuePka8vm72O9p974/PQ5cq9djvFhMQgbpwD/+337WC0Ws2gNub+ATk7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MRkX7HAAAA3QAAAA8AAAAAAAAAAAAAAAAAmAIAAGRy&#10;cy9kb3ducmV2LnhtbFBLBQYAAAAABAAEAPUAAACMAwAAAAA=&#10;" fillcolor="black" stroked="f">
              <v:textbox>
                <w:txbxContent>
                  <w:p w:rsidR="003077BB" w:rsidRDefault="003077BB" w:rsidP="003077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/1CMUA&#10;AADdAAAADwAAAGRycy9kb3ducmV2LnhtbESPQUsDMRSE70L/Q3gFbzbbKlq2TctSKIqnbVV6fd08&#10;N4ublyWJ6frvjSD0OMzMN8x6O9peJPKhc6xgPitAEDdOd9wqeH/b3y1BhIissXdMCn4owHYzuVlj&#10;qd2FD5SOsRUZwqFEBSbGoZQyNIYshpkbiLP36bzFmKVvpfZ4yXDby0VRPEqLHecFgwPtDDVfx2+r&#10;IJ13dXWfTskcXn3Velc/f5xrpW6nY7UCEWmM1/B/+0UreHhaLuDvTX4Cc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v/UI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3077BB" w:rsidRDefault="003077BB" w:rsidP="003077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SwYccA&#10;AADdAAAADwAAAGRycy9kb3ducmV2LnhtbESPQWvCQBSE70L/w/IKvelGWzRNXUWkLerFNhXs8ZF9&#10;zYZm34bsNsb++m5B8DjMzDfMfNnbWnTU+sqxgvEoAUFcOF1xqeDw8TJMQfiArLF2TArO5GG5uBnM&#10;MdPuxO/U5aEUEcI+QwUmhCaT0heGLPqRa4ij9+VaiyHKtpS6xVOE21pOkmQqLVYcFww2tDZUfOc/&#10;VoEfr5+PO/v72H2+Gt7nWzN9K41Sd7f96glEoD5cw5f2Rit4mKX38P8mPgG5+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50sGH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3077BB" w:rsidRDefault="003077BB" w:rsidP="003077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3077BB" w:rsidRDefault="003077BB" w:rsidP="003077B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077BB" w:rsidRDefault="003077BB" w:rsidP="003077B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077BB" w:rsidRDefault="003077BB" w:rsidP="003077B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077BB" w:rsidRDefault="003077BB" w:rsidP="003077B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077BB" w:rsidRDefault="003077BB" w:rsidP="003077B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3077BB" w:rsidRDefault="003077BB" w:rsidP="003077BB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3077BB" w:rsidRDefault="003077BB" w:rsidP="003077B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3077BB" w:rsidRDefault="003077BB" w:rsidP="003077B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3077BB" w:rsidRDefault="003077BB" w:rsidP="003077B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077BB" w:rsidRDefault="003077BB" w:rsidP="003077B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3077BB" w:rsidRDefault="003077BB" w:rsidP="003077B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077BB" w:rsidRDefault="003077BB" w:rsidP="003077B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3077BB" w:rsidRDefault="003077BB" w:rsidP="003077B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077BB" w:rsidRPr="006E3F23" w:rsidRDefault="003077BB" w:rsidP="003077B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27.11.2020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№56</w:t>
      </w:r>
    </w:p>
    <w:p w:rsidR="003077BB" w:rsidRPr="008E2C07" w:rsidRDefault="003077BB" w:rsidP="003077BB">
      <w:pPr>
        <w:tabs>
          <w:tab w:val="left" w:pos="2160"/>
        </w:tabs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3077BB" w:rsidRPr="008E2C07" w:rsidRDefault="003077BB" w:rsidP="003077BB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r w:rsidRPr="008E2C07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8E2C07">
        <w:rPr>
          <w:rFonts w:ascii="Times New Roman" w:hAnsi="Times New Roman"/>
          <w:b/>
          <w:sz w:val="24"/>
        </w:rPr>
        <w:t>надання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дозволу</w:t>
      </w:r>
      <w:proofErr w:type="spellEnd"/>
      <w:r w:rsidRPr="008E2C07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b/>
          <w:sz w:val="24"/>
        </w:rPr>
        <w:t>розробку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</w:p>
    <w:p w:rsidR="003077BB" w:rsidRPr="008E2C07" w:rsidRDefault="003077BB" w:rsidP="003077BB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r w:rsidRPr="008E2C07">
        <w:rPr>
          <w:rFonts w:ascii="Times New Roman" w:hAnsi="Times New Roman"/>
          <w:b/>
          <w:sz w:val="24"/>
        </w:rPr>
        <w:t xml:space="preserve">проекту  </w:t>
      </w:r>
      <w:proofErr w:type="spellStart"/>
      <w:r w:rsidRPr="008E2C07">
        <w:rPr>
          <w:rFonts w:ascii="Times New Roman" w:hAnsi="Times New Roman"/>
          <w:b/>
          <w:sz w:val="24"/>
        </w:rPr>
        <w:t>із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землеустрою</w:t>
      </w:r>
      <w:proofErr w:type="spellEnd"/>
      <w:r w:rsidRPr="008E2C07">
        <w:rPr>
          <w:rFonts w:ascii="Times New Roman" w:hAnsi="Times New Roman"/>
          <w:b/>
          <w:sz w:val="24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</w:rPr>
        <w:t>щодо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</w:p>
    <w:p w:rsidR="003077BB" w:rsidRPr="008E2C07" w:rsidRDefault="003077BB" w:rsidP="003077BB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 w:rsidRPr="008E2C07">
        <w:rPr>
          <w:rFonts w:ascii="Times New Roman" w:hAnsi="Times New Roman"/>
          <w:b/>
          <w:sz w:val="24"/>
        </w:rPr>
        <w:t>відведення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земельної</w:t>
      </w:r>
      <w:proofErr w:type="spellEnd"/>
      <w:r w:rsidRPr="008E2C07">
        <w:rPr>
          <w:rFonts w:ascii="Times New Roman" w:hAnsi="Times New Roman"/>
          <w:b/>
          <w:sz w:val="24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</w:rPr>
        <w:t>ділянки</w:t>
      </w:r>
      <w:proofErr w:type="spellEnd"/>
    </w:p>
    <w:p w:rsidR="003077BB" w:rsidRPr="008E2C07" w:rsidRDefault="003077BB" w:rsidP="003077BB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Чміль</w:t>
      </w:r>
      <w:proofErr w:type="spellEnd"/>
      <w:r>
        <w:rPr>
          <w:rFonts w:ascii="Times New Roman" w:hAnsi="Times New Roman"/>
          <w:b/>
          <w:sz w:val="24"/>
        </w:rPr>
        <w:t xml:space="preserve"> В.О.</w:t>
      </w:r>
    </w:p>
    <w:p w:rsidR="003077BB" w:rsidRPr="008E2C07" w:rsidRDefault="003077BB" w:rsidP="003077BB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3077BB" w:rsidRPr="008E2C07" w:rsidRDefault="003077BB" w:rsidP="003077BB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 xml:space="preserve">          </w:t>
      </w:r>
      <w:proofErr w:type="spellStart"/>
      <w:r w:rsidRPr="008E2C07">
        <w:rPr>
          <w:rFonts w:ascii="Times New Roman" w:hAnsi="Times New Roman"/>
          <w:sz w:val="24"/>
        </w:rPr>
        <w:t>Відповідно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до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пункту</w:t>
      </w:r>
      <w:proofErr w:type="gramEnd"/>
      <w:r w:rsidRPr="008E2C07">
        <w:rPr>
          <w:rFonts w:ascii="Times New Roman" w:hAnsi="Times New Roman"/>
          <w:sz w:val="24"/>
        </w:rPr>
        <w:t xml:space="preserve"> 34 </w:t>
      </w:r>
      <w:proofErr w:type="spellStart"/>
      <w:r w:rsidRPr="008E2C07">
        <w:rPr>
          <w:rFonts w:ascii="Times New Roman" w:hAnsi="Times New Roman"/>
          <w:sz w:val="24"/>
        </w:rPr>
        <w:t>частини</w:t>
      </w:r>
      <w:proofErr w:type="spellEnd"/>
      <w:r w:rsidRPr="008E2C07">
        <w:rPr>
          <w:rFonts w:ascii="Times New Roman" w:hAnsi="Times New Roman"/>
          <w:sz w:val="24"/>
        </w:rPr>
        <w:t xml:space="preserve"> 1 </w:t>
      </w:r>
      <w:proofErr w:type="spellStart"/>
      <w:r w:rsidRPr="008E2C07">
        <w:rPr>
          <w:rFonts w:ascii="Times New Roman" w:hAnsi="Times New Roman"/>
          <w:sz w:val="24"/>
        </w:rPr>
        <w:t>статті</w:t>
      </w:r>
      <w:proofErr w:type="spellEnd"/>
      <w:r w:rsidRPr="008E2C07">
        <w:rPr>
          <w:rFonts w:ascii="Times New Roman" w:hAnsi="Times New Roman"/>
          <w:sz w:val="24"/>
        </w:rPr>
        <w:t xml:space="preserve"> 26,  </w:t>
      </w:r>
      <w:proofErr w:type="spellStart"/>
      <w:r w:rsidRPr="008E2C07">
        <w:rPr>
          <w:rFonts w:ascii="Times New Roman" w:hAnsi="Times New Roman"/>
          <w:sz w:val="24"/>
        </w:rPr>
        <w:t>статті</w:t>
      </w:r>
      <w:proofErr w:type="spellEnd"/>
      <w:r w:rsidRPr="008E2C07">
        <w:rPr>
          <w:rFonts w:ascii="Times New Roman" w:hAnsi="Times New Roman"/>
          <w:sz w:val="24"/>
        </w:rPr>
        <w:t xml:space="preserve"> 42 Закону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</w:rPr>
        <w:t>місцеве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самоврядуванн</w:t>
      </w:r>
      <w:r>
        <w:rPr>
          <w:rFonts w:ascii="Times New Roman" w:hAnsi="Times New Roman"/>
          <w:sz w:val="24"/>
        </w:rPr>
        <w:t>я</w:t>
      </w:r>
      <w:proofErr w:type="spellEnd"/>
      <w:r>
        <w:rPr>
          <w:rFonts w:ascii="Times New Roman" w:hAnsi="Times New Roman"/>
          <w:sz w:val="24"/>
        </w:rPr>
        <w:t xml:space="preserve"> в </w:t>
      </w:r>
      <w:proofErr w:type="spellStart"/>
      <w:r>
        <w:rPr>
          <w:rFonts w:ascii="Times New Roman" w:hAnsi="Times New Roman"/>
          <w:sz w:val="24"/>
        </w:rPr>
        <w:t>Україні</w:t>
      </w:r>
      <w:proofErr w:type="spellEnd"/>
      <w:r>
        <w:rPr>
          <w:rFonts w:ascii="Times New Roman" w:hAnsi="Times New Roman"/>
          <w:sz w:val="24"/>
        </w:rPr>
        <w:t>», статей 12,  118,</w:t>
      </w:r>
      <w:r w:rsidRPr="008E2C07">
        <w:rPr>
          <w:rFonts w:ascii="Times New Roman" w:hAnsi="Times New Roman"/>
          <w:sz w:val="24"/>
        </w:rPr>
        <w:t xml:space="preserve"> 121</w:t>
      </w:r>
      <w:r>
        <w:rPr>
          <w:rFonts w:ascii="Times New Roman" w:hAnsi="Times New Roman"/>
          <w:sz w:val="24"/>
        </w:rPr>
        <w:t xml:space="preserve"> </w:t>
      </w:r>
      <w:r w:rsidRPr="008E2C07">
        <w:rPr>
          <w:rFonts w:ascii="Times New Roman" w:hAnsi="Times New Roman"/>
          <w:sz w:val="24"/>
        </w:rPr>
        <w:t xml:space="preserve"> Земельного кодексу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, Закону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</w:rPr>
        <w:t>землеустрій</w:t>
      </w:r>
      <w:proofErr w:type="spellEnd"/>
      <w:r w:rsidRPr="008E2C07">
        <w:rPr>
          <w:rFonts w:ascii="Times New Roman" w:hAnsi="Times New Roman"/>
          <w:sz w:val="24"/>
        </w:rPr>
        <w:t xml:space="preserve">», </w:t>
      </w:r>
      <w:proofErr w:type="spellStart"/>
      <w:r w:rsidRPr="008E2C07"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z w:val="24"/>
        </w:rPr>
        <w:t>озглянувши</w:t>
      </w:r>
      <w:proofErr w:type="spellEnd"/>
      <w:r>
        <w:rPr>
          <w:rFonts w:ascii="Times New Roman" w:hAnsi="Times New Roman"/>
          <w:sz w:val="24"/>
        </w:rPr>
        <w:t xml:space="preserve">   </w:t>
      </w:r>
      <w:proofErr w:type="spellStart"/>
      <w:r>
        <w:rPr>
          <w:rFonts w:ascii="Times New Roman" w:hAnsi="Times New Roman"/>
          <w:sz w:val="24"/>
        </w:rPr>
        <w:t>заяву</w:t>
      </w:r>
      <w:proofErr w:type="spellEnd"/>
      <w:r>
        <w:rPr>
          <w:rFonts w:ascii="Times New Roman" w:hAnsi="Times New Roman"/>
          <w:sz w:val="24"/>
        </w:rPr>
        <w:t xml:space="preserve">    </w:t>
      </w:r>
      <w:proofErr w:type="spellStart"/>
      <w:r>
        <w:rPr>
          <w:rFonts w:ascii="Times New Roman" w:hAnsi="Times New Roman"/>
          <w:sz w:val="24"/>
        </w:rPr>
        <w:t>Чміль</w:t>
      </w:r>
      <w:proofErr w:type="spellEnd"/>
      <w:r>
        <w:rPr>
          <w:rFonts w:ascii="Times New Roman" w:hAnsi="Times New Roman"/>
          <w:sz w:val="24"/>
        </w:rPr>
        <w:t xml:space="preserve"> В.О.,</w:t>
      </w:r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сільська</w:t>
      </w:r>
      <w:proofErr w:type="spellEnd"/>
      <w:r w:rsidRPr="008E2C07">
        <w:rPr>
          <w:rFonts w:ascii="Times New Roman" w:hAnsi="Times New Roman"/>
          <w:sz w:val="24"/>
        </w:rPr>
        <w:t xml:space="preserve"> рада </w:t>
      </w:r>
    </w:p>
    <w:p w:rsidR="003077BB" w:rsidRPr="00637663" w:rsidRDefault="003077BB" w:rsidP="003077BB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>ВИРІШИЛА:</w:t>
      </w:r>
    </w:p>
    <w:p w:rsidR="003077BB" w:rsidRPr="008E2C07" w:rsidRDefault="003077BB" w:rsidP="003077BB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070D4B">
        <w:rPr>
          <w:rFonts w:ascii="Times New Roman" w:hAnsi="Times New Roman"/>
          <w:sz w:val="24"/>
        </w:rPr>
        <w:t xml:space="preserve">       1. </w:t>
      </w:r>
      <w:proofErr w:type="spellStart"/>
      <w:r w:rsidRPr="00070D4B">
        <w:rPr>
          <w:rFonts w:ascii="Times New Roman" w:hAnsi="Times New Roman"/>
          <w:sz w:val="24"/>
        </w:rPr>
        <w:t>Надати</w:t>
      </w:r>
      <w:proofErr w:type="spellEnd"/>
      <w:r w:rsidRPr="00070D4B"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Чміль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Віктору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Олександровичу</w:t>
      </w:r>
      <w:proofErr w:type="spellEnd"/>
      <w:r w:rsidRPr="008E2C07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який</w:t>
      </w:r>
      <w:proofErr w:type="spellEnd"/>
      <w:r>
        <w:rPr>
          <w:rFonts w:ascii="Times New Roman" w:hAnsi="Times New Roman"/>
          <w:sz w:val="24"/>
        </w:rPr>
        <w:t xml:space="preserve">  </w:t>
      </w:r>
      <w:proofErr w:type="spellStart"/>
      <w:r>
        <w:rPr>
          <w:rFonts w:ascii="Times New Roman" w:hAnsi="Times New Roman"/>
          <w:sz w:val="24"/>
        </w:rPr>
        <w:t>зареєстрований</w:t>
      </w:r>
      <w:proofErr w:type="spellEnd"/>
      <w:r>
        <w:rPr>
          <w:rFonts w:ascii="Times New Roman" w:hAnsi="Times New Roman"/>
          <w:sz w:val="24"/>
        </w:rPr>
        <w:t xml:space="preserve"> </w:t>
      </w:r>
      <w:r w:rsidRPr="008E2C07">
        <w:rPr>
          <w:rFonts w:ascii="Times New Roman" w:hAnsi="Times New Roman"/>
          <w:sz w:val="24"/>
        </w:rPr>
        <w:t xml:space="preserve"> за </w:t>
      </w:r>
      <w:proofErr w:type="spellStart"/>
      <w:r w:rsidRPr="008E2C07">
        <w:rPr>
          <w:rFonts w:ascii="Times New Roman" w:hAnsi="Times New Roman"/>
          <w:sz w:val="24"/>
        </w:rPr>
        <w:t>адре</w:t>
      </w:r>
      <w:r>
        <w:rPr>
          <w:rFonts w:ascii="Times New Roman" w:hAnsi="Times New Roman"/>
          <w:sz w:val="24"/>
        </w:rPr>
        <w:t>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2029C2">
        <w:rPr>
          <w:rFonts w:ascii="Times New Roman" w:hAnsi="Times New Roman"/>
          <w:sz w:val="24"/>
        </w:rPr>
        <w:t>______________</w:t>
      </w:r>
      <w:bookmarkStart w:id="0" w:name="_GoBack"/>
      <w:bookmarkEnd w:id="0"/>
      <w:r>
        <w:rPr>
          <w:rFonts w:ascii="Times New Roman" w:hAnsi="Times New Roman"/>
          <w:sz w:val="24"/>
        </w:rPr>
        <w:t xml:space="preserve">, </w:t>
      </w:r>
      <w:proofErr w:type="spellStart"/>
      <w:r w:rsidRPr="008E2C07">
        <w:rPr>
          <w:rFonts w:ascii="Times New Roman" w:hAnsi="Times New Roman"/>
          <w:sz w:val="24"/>
        </w:rPr>
        <w:t>дозвіл</w:t>
      </w:r>
      <w:proofErr w:type="spellEnd"/>
      <w:r w:rsidRPr="008E2C07">
        <w:rPr>
          <w:rFonts w:ascii="Times New Roman" w:hAnsi="Times New Roman"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sz w:val="24"/>
        </w:rPr>
        <w:t>розробку</w:t>
      </w:r>
      <w:proofErr w:type="spellEnd"/>
      <w:r w:rsidRPr="008E2C07">
        <w:rPr>
          <w:rFonts w:ascii="Times New Roman" w:hAnsi="Times New Roman"/>
          <w:sz w:val="24"/>
        </w:rPr>
        <w:t xml:space="preserve"> проекту </w:t>
      </w:r>
      <w:proofErr w:type="spellStart"/>
      <w:r w:rsidRPr="008E2C07">
        <w:rPr>
          <w:rFonts w:ascii="Times New Roman" w:hAnsi="Times New Roman"/>
          <w:sz w:val="24"/>
        </w:rPr>
        <w:t>із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землеустрою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щодо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відведення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земельної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ділянки</w:t>
      </w:r>
      <w:proofErr w:type="spellEnd"/>
      <w:r w:rsidRPr="008E2C07">
        <w:rPr>
          <w:rFonts w:ascii="Times New Roman" w:hAnsi="Times New Roman"/>
          <w:sz w:val="24"/>
        </w:rPr>
        <w:t xml:space="preserve"> для </w:t>
      </w:r>
      <w:proofErr w:type="spellStart"/>
      <w:r w:rsidRPr="008E2C07">
        <w:rPr>
          <w:rFonts w:ascii="Times New Roman" w:hAnsi="Times New Roman"/>
          <w:sz w:val="24"/>
        </w:rPr>
        <w:t>передачі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її</w:t>
      </w:r>
      <w:proofErr w:type="spellEnd"/>
      <w:r w:rsidRPr="008E2C07">
        <w:rPr>
          <w:rFonts w:ascii="Times New Roman" w:hAnsi="Times New Roman"/>
          <w:sz w:val="24"/>
        </w:rPr>
        <w:t xml:space="preserve"> у </w:t>
      </w:r>
      <w:proofErr w:type="spellStart"/>
      <w:r w:rsidRPr="008E2C07">
        <w:rPr>
          <w:rFonts w:ascii="Times New Roman" w:hAnsi="Times New Roman"/>
          <w:sz w:val="24"/>
        </w:rPr>
        <w:t>власність</w:t>
      </w:r>
      <w:proofErr w:type="spellEnd"/>
      <w:r w:rsidRPr="008E2C07">
        <w:rPr>
          <w:rFonts w:ascii="Times New Roman" w:hAnsi="Times New Roman"/>
          <w:sz w:val="24"/>
        </w:rPr>
        <w:t xml:space="preserve">, </w:t>
      </w:r>
      <w:proofErr w:type="spellStart"/>
      <w:r w:rsidRPr="008E2C07">
        <w:rPr>
          <w:rFonts w:ascii="Times New Roman" w:hAnsi="Times New Roman"/>
          <w:sz w:val="24"/>
        </w:rPr>
        <w:t>орієнтовною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площею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0,2200 </w:t>
      </w:r>
      <w:r w:rsidRPr="008E2C07">
        <w:rPr>
          <w:rFonts w:ascii="Times New Roman" w:hAnsi="Times New Roman"/>
          <w:sz w:val="24"/>
        </w:rPr>
        <w:t xml:space="preserve">га, для </w:t>
      </w:r>
      <w:proofErr w:type="spellStart"/>
      <w:r w:rsidRPr="008E2C07">
        <w:rPr>
          <w:rFonts w:ascii="Times New Roman" w:hAnsi="Times New Roman"/>
          <w:sz w:val="24"/>
        </w:rPr>
        <w:t>ведення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особистого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селянського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господарства</w:t>
      </w:r>
      <w:proofErr w:type="gramStart"/>
      <w:r w:rsidRPr="008E2C07">
        <w:rPr>
          <w:rFonts w:ascii="Times New Roman" w:hAnsi="Times New Roman"/>
          <w:sz w:val="24"/>
        </w:rPr>
        <w:t>,я</w:t>
      </w:r>
      <w:proofErr w:type="gramEnd"/>
      <w:r w:rsidRPr="008E2C07">
        <w:rPr>
          <w:rFonts w:ascii="Times New Roman" w:hAnsi="Times New Roman"/>
          <w:sz w:val="24"/>
        </w:rPr>
        <w:t>ка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розташована</w:t>
      </w:r>
      <w:proofErr w:type="spellEnd"/>
      <w:r w:rsidRPr="008E2C07">
        <w:rPr>
          <w:rFonts w:ascii="Times New Roman" w:hAnsi="Times New Roman"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sz w:val="24"/>
        </w:rPr>
        <w:t>території</w:t>
      </w:r>
      <w:proofErr w:type="spellEnd"/>
      <w:r w:rsidRPr="008E2C07">
        <w:rPr>
          <w:rFonts w:ascii="Times New Roman" w:hAnsi="Times New Roman"/>
          <w:sz w:val="24"/>
        </w:rPr>
        <w:t xml:space="preserve">  </w:t>
      </w:r>
      <w:proofErr w:type="spellStart"/>
      <w:r w:rsidRPr="008E2C07">
        <w:rPr>
          <w:rFonts w:ascii="Times New Roman" w:hAnsi="Times New Roman"/>
          <w:sz w:val="24"/>
        </w:rPr>
        <w:t>Крупець</w:t>
      </w:r>
      <w:r>
        <w:rPr>
          <w:rFonts w:ascii="Times New Roman" w:hAnsi="Times New Roman"/>
          <w:sz w:val="24"/>
        </w:rPr>
        <w:t>кої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сільської</w:t>
      </w:r>
      <w:proofErr w:type="spellEnd"/>
      <w:r>
        <w:rPr>
          <w:rFonts w:ascii="Times New Roman" w:hAnsi="Times New Roman"/>
          <w:sz w:val="24"/>
        </w:rPr>
        <w:t xml:space="preserve"> ради, в   с. </w:t>
      </w:r>
      <w:proofErr w:type="spellStart"/>
      <w:r>
        <w:rPr>
          <w:rFonts w:ascii="Times New Roman" w:hAnsi="Times New Roman"/>
          <w:sz w:val="24"/>
        </w:rPr>
        <w:t>Стригани</w:t>
      </w:r>
      <w:proofErr w:type="spellEnd"/>
      <w:r>
        <w:rPr>
          <w:rFonts w:ascii="Times New Roman" w:hAnsi="Times New Roman"/>
          <w:sz w:val="24"/>
        </w:rPr>
        <w:t>.</w:t>
      </w:r>
    </w:p>
    <w:p w:rsidR="003077BB" w:rsidRPr="008E2C07" w:rsidRDefault="003077BB" w:rsidP="003077BB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 xml:space="preserve">       2</w:t>
      </w:r>
      <w:r>
        <w:rPr>
          <w:rFonts w:ascii="Times New Roman" w:hAnsi="Times New Roman"/>
          <w:sz w:val="24"/>
        </w:rPr>
        <w:t xml:space="preserve">. </w:t>
      </w:r>
      <w:proofErr w:type="spellStart"/>
      <w:r>
        <w:rPr>
          <w:rFonts w:ascii="Times New Roman" w:hAnsi="Times New Roman"/>
          <w:sz w:val="24"/>
        </w:rPr>
        <w:t>Чміль</w:t>
      </w:r>
      <w:proofErr w:type="spellEnd"/>
      <w:r>
        <w:rPr>
          <w:rFonts w:ascii="Times New Roman" w:hAnsi="Times New Roman"/>
          <w:sz w:val="24"/>
        </w:rPr>
        <w:t xml:space="preserve"> В.О.</w:t>
      </w:r>
      <w:r w:rsidRPr="008E2C07">
        <w:rPr>
          <w:rFonts w:ascii="Times New Roman" w:hAnsi="Times New Roman"/>
          <w:sz w:val="24"/>
        </w:rPr>
        <w:t xml:space="preserve">, </w:t>
      </w:r>
      <w:proofErr w:type="spellStart"/>
      <w:r w:rsidRPr="008E2C07">
        <w:rPr>
          <w:rFonts w:ascii="Times New Roman" w:hAnsi="Times New Roman"/>
          <w:sz w:val="24"/>
        </w:rPr>
        <w:t>розробити</w:t>
      </w:r>
      <w:proofErr w:type="spellEnd"/>
      <w:r w:rsidRPr="008E2C07">
        <w:rPr>
          <w:rFonts w:ascii="Times New Roman" w:hAnsi="Times New Roman"/>
          <w:sz w:val="24"/>
        </w:rPr>
        <w:t xml:space="preserve"> проект </w:t>
      </w:r>
      <w:proofErr w:type="spellStart"/>
      <w:r w:rsidRPr="008E2C07">
        <w:rPr>
          <w:rFonts w:ascii="Times New Roman" w:hAnsi="Times New Roman"/>
          <w:sz w:val="24"/>
        </w:rPr>
        <w:t>землеустрою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щодо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відведення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земельної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ділянки</w:t>
      </w:r>
      <w:proofErr w:type="spellEnd"/>
      <w:r w:rsidRPr="008E2C07">
        <w:rPr>
          <w:rFonts w:ascii="Times New Roman" w:hAnsi="Times New Roman"/>
          <w:sz w:val="24"/>
        </w:rPr>
        <w:t xml:space="preserve"> для </w:t>
      </w:r>
      <w:proofErr w:type="spellStart"/>
      <w:r w:rsidRPr="008E2C07">
        <w:rPr>
          <w:rFonts w:ascii="Times New Roman" w:hAnsi="Times New Roman"/>
          <w:sz w:val="24"/>
        </w:rPr>
        <w:t>передачі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її</w:t>
      </w:r>
      <w:proofErr w:type="spellEnd"/>
      <w:r w:rsidRPr="008E2C07">
        <w:rPr>
          <w:rFonts w:ascii="Times New Roman" w:hAnsi="Times New Roman"/>
          <w:sz w:val="24"/>
        </w:rPr>
        <w:t xml:space="preserve"> у </w:t>
      </w:r>
      <w:proofErr w:type="spellStart"/>
      <w:r w:rsidRPr="008E2C07">
        <w:rPr>
          <w:rFonts w:ascii="Times New Roman" w:hAnsi="Times New Roman"/>
          <w:sz w:val="24"/>
        </w:rPr>
        <w:t>власність</w:t>
      </w:r>
      <w:proofErr w:type="spellEnd"/>
      <w:r w:rsidRPr="008E2C07">
        <w:rPr>
          <w:rFonts w:ascii="Times New Roman" w:hAnsi="Times New Roman"/>
          <w:sz w:val="24"/>
        </w:rPr>
        <w:t xml:space="preserve"> та подати на </w:t>
      </w:r>
      <w:proofErr w:type="spellStart"/>
      <w:r w:rsidRPr="008E2C07">
        <w:rPr>
          <w:rFonts w:ascii="Times New Roman" w:hAnsi="Times New Roman"/>
          <w:sz w:val="24"/>
        </w:rPr>
        <w:t>розгляд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сесії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сільської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ради</w:t>
      </w:r>
      <w:proofErr w:type="gramEnd"/>
      <w:r w:rsidRPr="008E2C07">
        <w:rPr>
          <w:rFonts w:ascii="Times New Roman" w:hAnsi="Times New Roman"/>
          <w:sz w:val="24"/>
        </w:rPr>
        <w:t>.</w:t>
      </w:r>
    </w:p>
    <w:p w:rsidR="003077BB" w:rsidRPr="008E2C07" w:rsidRDefault="003077BB" w:rsidP="003077BB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      3. Контроль за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3077BB" w:rsidRPr="008E2C07" w:rsidRDefault="003077BB" w:rsidP="003077BB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3077BB" w:rsidRPr="008E2C07" w:rsidRDefault="003077BB" w:rsidP="003077BB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3077BB" w:rsidRPr="008E2C07" w:rsidRDefault="003077BB" w:rsidP="003077BB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3077BB" w:rsidRDefault="003077BB" w:rsidP="003077BB">
      <w:pPr>
        <w:tabs>
          <w:tab w:val="left" w:pos="4424"/>
        </w:tabs>
        <w:spacing w:after="0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p w:rsidR="00043F26" w:rsidRDefault="00043F26"/>
    <w:sectPr w:rsidR="00043F2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3077BB"/>
    <w:rsid w:val="00043F26"/>
    <w:rsid w:val="00171A2E"/>
    <w:rsid w:val="002029C2"/>
    <w:rsid w:val="00304C90"/>
    <w:rsid w:val="003077BB"/>
    <w:rsid w:val="00505B6D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7BB"/>
    <w:rPr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3077BB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3077BB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3077BB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3</TotalTime>
  <Pages>1</Pages>
  <Words>226</Words>
  <Characters>1292</Characters>
  <Application>Microsoft Office Word</Application>
  <DocSecurity>0</DocSecurity>
  <Lines>10</Lines>
  <Paragraphs>3</Paragraphs>
  <ScaleCrop>false</ScaleCrop>
  <Company>Microsoft</Company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2020-12-01T06:18:00Z</dcterms:created>
  <dcterms:modified xsi:type="dcterms:W3CDTF">2020-12-01T07:27:00Z</dcterms:modified>
</cp:coreProperties>
</file>