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A3E" w:rsidRPr="00B623A8" w:rsidRDefault="007A4A3E" w:rsidP="007A4A3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4A3E" w:rsidRDefault="007A4A3E" w:rsidP="007A4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4A3E" w:rsidRDefault="007A4A3E" w:rsidP="007A4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4A3E" w:rsidRDefault="007A4A3E" w:rsidP="007A4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4A3E" w:rsidRDefault="007A4A3E" w:rsidP="007A4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4A3E" w:rsidRDefault="007A4A3E" w:rsidP="007A4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4A3E" w:rsidRDefault="007A4A3E" w:rsidP="007A4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4A3E" w:rsidRDefault="007A4A3E" w:rsidP="007A4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A4A3E" w:rsidRDefault="007A4A3E" w:rsidP="007A4A3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A4A3E" w:rsidRDefault="007A4A3E" w:rsidP="007A4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A4A3E" w:rsidRDefault="007A4A3E" w:rsidP="007A4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A4A3E" w:rsidRDefault="007A4A3E" w:rsidP="007A4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4A3E" w:rsidRDefault="007A4A3E" w:rsidP="007A4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A4A3E" w:rsidRDefault="007A4A3E" w:rsidP="007A4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4A3E" w:rsidRDefault="007A4A3E" w:rsidP="007A4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A4A3E" w:rsidRDefault="007A4A3E" w:rsidP="007A4A3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4A3E" w:rsidRPr="00E9192E" w:rsidRDefault="007A4A3E" w:rsidP="007A4A3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</w:t>
      </w:r>
    </w:p>
    <w:p w:rsidR="007A4A3E" w:rsidRPr="00A31AA4" w:rsidRDefault="007A4A3E" w:rsidP="007A4A3E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7A4A3E" w:rsidRPr="00A31AA4" w:rsidRDefault="007A4A3E" w:rsidP="007A4A3E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</w:t>
      </w: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7A4A3E" w:rsidRPr="00A31AA4" w:rsidRDefault="007A4A3E" w:rsidP="007A4A3E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7A4A3E" w:rsidRPr="001370B7" w:rsidRDefault="007A4A3E" w:rsidP="007A4A3E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Зощука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О.К.</w:t>
      </w:r>
    </w:p>
    <w:p w:rsidR="007A4A3E" w:rsidRPr="00A31AA4" w:rsidRDefault="007A4A3E" w:rsidP="007A4A3E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4A3E" w:rsidRPr="00A31AA4" w:rsidRDefault="007A4A3E" w:rsidP="007A4A3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Зощука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К.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7A4A3E" w:rsidRPr="00A31AA4" w:rsidRDefault="007A4A3E" w:rsidP="007A4A3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7A4A3E" w:rsidRPr="00A31AA4" w:rsidRDefault="007A4A3E" w:rsidP="007A4A3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Зощуку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Костянтиновичу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прое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0,2647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  <w:proofErr w:type="gramEnd"/>
    </w:p>
    <w:p w:rsidR="007A4A3E" w:rsidRPr="00A31AA4" w:rsidRDefault="007A4A3E" w:rsidP="007A4A3E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2.Передат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Зощуку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Костянтиновичу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467896">
        <w:rPr>
          <w:rFonts w:ascii="Times New Roman" w:eastAsia="Arial Unicode MS" w:hAnsi="Times New Roman"/>
          <w:color w:val="000000"/>
          <w:sz w:val="24"/>
          <w:szCs w:val="24"/>
        </w:rPr>
        <w:t>_____________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467896">
        <w:rPr>
          <w:rFonts w:ascii="Times New Roman" w:eastAsia="Arial Unicode MS" w:hAnsi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0,2647 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6823982100:01:007:0044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gramStart"/>
      <w:r w:rsidRPr="00A31AA4">
        <w:rPr>
          <w:rFonts w:ascii="Times New Roman" w:eastAsia="Arial Unicode MS" w:hAnsi="Times New Roman"/>
          <w:sz w:val="24"/>
          <w:szCs w:val="24"/>
        </w:rPr>
        <w:t>,</w:t>
      </w:r>
      <w:r>
        <w:rPr>
          <w:rFonts w:ascii="Times New Roman" w:eastAsia="Arial Unicode MS" w:hAnsi="Times New Roman"/>
          <w:sz w:val="24"/>
          <w:szCs w:val="24"/>
        </w:rPr>
        <w:t>з</w:t>
      </w:r>
      <w:proofErr w:type="gramEnd"/>
      <w:r>
        <w:rPr>
          <w:rFonts w:ascii="Times New Roman" w:eastAsia="Arial Unicode MS" w:hAnsi="Times New Roman"/>
          <w:sz w:val="24"/>
          <w:szCs w:val="24"/>
        </w:rPr>
        <w:t>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особам), 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sz w:val="24"/>
          <w:szCs w:val="24"/>
        </w:rPr>
        <w:t>.Г</w:t>
      </w:r>
      <w:proofErr w:type="gramEnd"/>
      <w:r>
        <w:rPr>
          <w:rFonts w:ascii="Times New Roman" w:eastAsia="Arial Unicode MS" w:hAnsi="Times New Roman"/>
          <w:sz w:val="24"/>
          <w:szCs w:val="24"/>
        </w:rPr>
        <w:t>оловлі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7A4A3E" w:rsidRPr="00A31AA4" w:rsidRDefault="007A4A3E" w:rsidP="007A4A3E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Зощуку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О.К.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7A4A3E" w:rsidRPr="00A31AA4" w:rsidRDefault="007A4A3E" w:rsidP="007A4A3E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7A4A3E" w:rsidRDefault="007A4A3E" w:rsidP="007A4A3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4A3E" w:rsidRPr="00A31AA4" w:rsidRDefault="007A4A3E" w:rsidP="007A4A3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4A3E" w:rsidRPr="006E3F23" w:rsidRDefault="007A4A3E" w:rsidP="007A4A3E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572101" w:rsidRDefault="00572101"/>
    <w:sectPr w:rsidR="0057210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A3E"/>
    <w:rsid w:val="00171A2E"/>
    <w:rsid w:val="00304C90"/>
    <w:rsid w:val="00467896"/>
    <w:rsid w:val="00505B6D"/>
    <w:rsid w:val="00572101"/>
    <w:rsid w:val="006D3977"/>
    <w:rsid w:val="007A4A3E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A4A3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A4A3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A4A3E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A4A3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A4A3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A4A3E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321</Words>
  <Characters>1831</Characters>
  <Application>Microsoft Office Word</Application>
  <DocSecurity>0</DocSecurity>
  <Lines>15</Lines>
  <Paragraphs>4</Paragraphs>
  <ScaleCrop>false</ScaleCrop>
  <Company>Microsoft</Company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2020-11-30T15:21:00Z</dcterms:created>
  <dcterms:modified xsi:type="dcterms:W3CDTF">2020-12-01T06:46:00Z</dcterms:modified>
</cp:coreProperties>
</file>