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36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6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36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37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7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37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7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7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7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7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7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7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7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8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8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8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8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8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8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8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387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388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89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390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391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392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393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394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95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96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6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3uxhncAAElXBAAOAAAAZHJzL2Uyb0RvYy54bWzsfd1uHTmS5v0C+w6CLgdwOZn/abR70F0u&#10;NxbomW2gzj7AKUm2hJF1tEdyuXob8+77BRlkklZGRLa7a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">
                <v:shape id="Freeform 136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6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6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7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7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7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7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7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7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7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7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7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7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8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8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8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8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8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8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38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387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38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38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39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39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39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39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394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39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39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3EC9" w:rsidRDefault="00463EC9" w:rsidP="00463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63EC9" w:rsidRDefault="00463EC9" w:rsidP="00463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63EC9" w:rsidRDefault="00463EC9" w:rsidP="00463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63EC9" w:rsidRDefault="00463EC9" w:rsidP="00463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63EC9" w:rsidRDefault="00463EC9" w:rsidP="00463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3EC9" w:rsidRDefault="00463EC9" w:rsidP="00463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63EC9" w:rsidRDefault="00463EC9" w:rsidP="00463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463EC9" w:rsidRDefault="00463EC9" w:rsidP="00463E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463EC9" w:rsidRDefault="00463EC9" w:rsidP="00463EC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63EC9" w:rsidRDefault="00463EC9" w:rsidP="00463E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63EC9" w:rsidRDefault="00463EC9" w:rsidP="00463E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63EC9" w:rsidRDefault="00463EC9" w:rsidP="00463EC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Б.М.</w:t>
      </w:r>
    </w:p>
    <w:p w:rsidR="00463EC9" w:rsidRDefault="00463EC9" w:rsidP="00463E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63EC9" w:rsidRDefault="00463EC9" w:rsidP="00463EC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63EC9" w:rsidRDefault="00463EC9" w:rsidP="00463EC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63EC9" w:rsidRDefault="00463EC9" w:rsidP="00463E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9376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63EC9" w:rsidRDefault="00463EC9" w:rsidP="00463E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63EC9" w:rsidRDefault="00463EC9" w:rsidP="00463E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63EC9" w:rsidRDefault="00463EC9" w:rsidP="00463E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63EC9" w:rsidRPr="00463EC9" w:rsidRDefault="00463EC9" w:rsidP="00463EC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463EC9" w:rsidRDefault="00463EC9" w:rsidP="00463E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463E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C9"/>
    <w:rsid w:val="00171A2E"/>
    <w:rsid w:val="00304C90"/>
    <w:rsid w:val="00463EC9"/>
    <w:rsid w:val="00505B6D"/>
    <w:rsid w:val="006D3977"/>
    <w:rsid w:val="00793760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2020-07-20T16:32:00Z</dcterms:created>
  <dcterms:modified xsi:type="dcterms:W3CDTF">2020-07-20T16:44:00Z</dcterms:modified>
</cp:coreProperties>
</file>