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41" w:rsidRPr="00611135" w:rsidRDefault="007E7F41" w:rsidP="007E7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SimSun" w:eastAsia="SimSun" w:hAnsi="SimSun" w:cs="Times New Roman"/>
          <w:sz w:val="24"/>
          <w:szCs w:val="24"/>
          <w:lang w:val="ru-RU" w:eastAsia="zh-CN"/>
        </w:rPr>
      </w:pPr>
      <w:r>
        <w:rPr>
          <w:rFonts w:ascii="SimSun" w:eastAsia="SimSun" w:hAnsi="SimSun" w:cs="Times New Roman"/>
          <w:sz w:val="24"/>
          <w:szCs w:val="24"/>
          <w:lang w:val="ru-RU" w:eastAsia="zh-CN"/>
        </w:rPr>
        <w:t>ПРОЕКТ</w:t>
      </w:r>
    </w:p>
    <w:p w:rsidR="007E7F41" w:rsidRPr="00611135" w:rsidRDefault="007E7F41" w:rsidP="007E7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 w:rsidRPr="00611135">
        <w:rPr>
          <w:rFonts w:ascii="Calibri" w:eastAsia="Times New Roman" w:hAnsi="Calibri" w:cs="Times New Roman" w:hint="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08295B" wp14:editId="362765B8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743" name="Группа 157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74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F41" w:rsidRDefault="007E7F41" w:rsidP="007E7F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743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o2VLn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yZgcMA&#10;AADeAAAADwAAAGRycy9kb3ducmV2LnhtbERPS4vCMBC+L/gfwgjebOprLdUoIq54EKSu3odmbIvN&#10;pDRRu//eLCzsbT6+5yzXnanFk1pXWVYwimIQxLnVFRcKLt9fwwSE88gaa8uk4IccrFe9jyWm2r44&#10;o+fZFyKEsEtRQel9k0rp8pIMusg2xIG72dagD7AtpG7xFcJNLcdx/CkNVhwaSmxoW1J+Pz+MAjvZ&#10;H47XYpxNdjz3vDklt2t3VGrQ7zYLEJ46/y/+cx90mD+bT6fw+064Qa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yZg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SOuccA&#10;AADeAAAADwAAAGRycy9kb3ducmV2LnhtbERPS0sDMRC+C/6HMIKX0mYr9uHatEhh1Xoo9AG9Dptx&#10;s3YzWZLYrv31Rih4m4/vObNFZxtxIh9qxwqGgwwEcel0zZWC/a7oT0GEiKyxcUwKfijAYn57M8Nc&#10;uzNv6LSNlUghHHJUYGJscylDachiGLiWOHGfzluMCfpKao/nFG4b+ZBlY2mx5tRgsKWlofK4/bYK&#10;voq1OSwnl1ffe9rQpVd8vDWrsVL3d93LM4hIXfwXX93vOs0fTR5H8PdOukH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Ujrn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W0z8UA&#10;AADeAAAADwAAAGRycy9kb3ducmV2LnhtbESP3YrCMBCF74V9hzALeyOarv90jSKyingj/jzA0IxN&#10;2WZSmqytb28EwbsZzpnznZkvW1uKG9W+cKzgu5+AIM6cLjhXcDlvejMQPiBrLB2Tgjt5WC4+OnNM&#10;tWv4SLdTyEUMYZ+iAhNClUrpM0MWfd9VxFG7utpiiGudS11jE8NtKQdJMpEWC44EgxWtDWV/p38b&#10;IYchHvbX5rzZttjg795wd3VU6uuzXf2ACNSGt/l1vdOx/ng6msDznTiD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FbTP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0EbsQA&#10;AADeAAAADwAAAGRycy9kb3ducmV2LnhtbERPTUsDMRC9C/0PYQRvNmtpu7I2LaUqSMGDVRBvw2a6&#10;u7iZhGTsrv/eFITe5vE+Z7UZXa9OFFPn2cDdtABFXHvbcWPg4/359h5UEmSLvWcy8EsJNuvJ1Qor&#10;6wd+o9NBGpVDOFVooBUJldapbslhmvpAnLmjjw4lw9hoG3HI4a7Xs6JYaocd54YWA+1aqr8PP87A&#10;6/AU9uVycQxfcT7T6dHK506Mubketw+ghEa5iP/dLzbPX5TzEs7v5Bv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dBG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aFJsQA&#10;AADeAAAADwAAAGRycy9kb3ducmV2LnhtbESPzWrCQBDH7wXfYRnBS6kbtV9EVxHRUryI2gcYsmM2&#10;mJ0N2dXEt+8cCr3NMP+P3yxWva/VndpYBTYwGWegiItgKy4N/Jx3L5+gYkK2WAcmAw+KsFoOnhaY&#10;29Dxke6nVCoJ4ZijAZdSk2sdC0ce4zg0xHK7hNZjkrUttW2xk3Bf62mWvWuPFUuDw4Y2jorr6eal&#10;5DDDw/7SnXdfPXa43Tt+Xh+NGQ379RxUoj79i//c31bw3z5ehVfekRn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GhS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41h8UA&#10;AADeAAAADwAAAGRycy9kb3ducmV2LnhtbERPS0sDMRC+C/0PYQrebLalD12bllIVRPBgLRRvw2a6&#10;u7iZhGTsrv/eCIK3+fies94OrlMXiqn1bGA6KUARV962XBs4vj/d3IJKgmyx80wGvinBdjO6WmNp&#10;fc9vdDlIrXIIpxINNCKh1DpVDTlMEx+IM3f20aFkGGttI/Y53HV6VhRL7bDl3NBgoH1D1efhyxl4&#10;7R/Dy2q5OIePOJ/p9GDltBdjrsfD7h6U0CD/4j/3s83zF6v5Hfy+k2/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jWH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XLscA&#10;AADeAAAADwAAAGRycy9kb3ducmV2LnhtbESPT0vDQBDF74LfYRnBi9iNSqqk3RYrLAoK0j/gdchO&#10;k9DsbNhdm/jtnYPgbYZ58977LdeT79WZYuoCG7ibFaCI6+A6bgwc9vb2CVTKyA77wGTghxKsV5cX&#10;S6xcGHlL511ulJhwqtBAm/NQaZ3qljymWRiI5XYM0WOWNTbaRRzF3Pf6vijm2mPHktDiQC8t1afd&#10;tzew+Rybh3hTb6bwfnz9Kq119sMac301PS9AZZryv/jv+81J/fKxFADB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oFy7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T4SsIA&#10;AADeAAAADwAAAGRycy9kb3ducmV2LnhtbERP3WrCMBS+H/gO4QjezVSxU6pRRCmMsZupD3Bojk21&#10;OSlJrN3bL4PB7s7H93s2u8G2oicfGscKZtMMBHHldMO1gsu5fF2BCBFZY+uYFHxTgN129LLBQrsn&#10;f1F/irVIIRwKVGBi7AopQ2XIYpi6jjhxV+ctxgR9LbXHZwq3rZxn2Zu02HBqMNjRwVB1Pz2sgvJj&#10;/tnfH9qXbj8sLOXmtjoapSbjYb8GEWmI/+I/97tO8/NlPoP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lPhK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swsUA&#10;AADeAAAADwAAAGRycy9kb3ducmV2LnhtbERP32vCMBB+F/Y/hBvsZcxUpW50RtFBmDBBdIO9Hs3Z&#10;ljWXkmS2/vdmMPDtPr6ft1gNthVn8qFxrGAyzkAQl840XCn4+tRPLyBCRDbYOiYFFwqwWt6NFlgY&#10;1/OBzsdYiRTCoUAFdYxdIWUoa7IYxq4jTtzJeYsxQV9J47FP4baV0yybS4sNp4YaO3qrqfw5/loF&#10;m31fzfxjuRncx+n9O9fa6J1W6uF+WL+CiDTEm/jfvTVpfv6cT+H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dizC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rDpsMA&#10;AADeAAAADwAAAGRycy9kb3ducmV2LnhtbERP3WrCMBS+H/gO4Qi7m6nOOumMIo7CkN348wCH5qzp&#10;bE5KEmv39osg7O58fL9ntRlsK3ryoXGsYDrJQBBXTjdcKzifypcliBCRNbaOScEvBdisR08rLLS7&#10;8YH6Y6xFCuFQoAITY1dIGSpDFsPEdcSJ+3beYkzQ11J7vKVw28pZli2kxYZTg8GOdoaqy/FqFZT7&#10;2Vd/uWpfuu0wt5Sbn+WHUep5PGzfQUQa4r/44f7UaX7+lr/C/Z10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rDp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3FOsIA&#10;AADeAAAADwAAAGRycy9kb3ducmV2LnhtbERPzWqDQBC+F/oOyxRya1ZTbYt1lVBIaI4xfYDBnarE&#10;nTXuJurbdwuF3Obj+528nE0vbjS6zrKCeB2BIK6t7rhR8H3aPb+DcB5ZY2+ZFCzkoCweH3LMtJ34&#10;SLfKNyKEsMtQQev9kEnp6pYMurUdiAP3Y0eDPsCxkXrEKYSbXm6i6FUa7Dg0tDjQZ0v1uboaBcky&#10;7S9Veo522lB8eBkO7OtUqdXTvP0A4Wn2d/G/+0uH+elbmsDfO+EG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LcU6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N2DsIA&#10;AADeAAAADwAAAGRycy9kb3ducmV2LnhtbERPS4vCMBC+L/gfwgje1lShrlajiKKIp7U+zkMztsVm&#10;Upqo9d8bYWFv8/E9Z7ZoTSUe1LjSsoJBPwJBnFldcq7gdNx8j0E4j6yxskwKXuRgMe98zTDR9skH&#10;eqQ+FyGEXYIKCu/rREqXFWTQ9W1NHLirbQz6AJtc6gafIdxUchhFI2mw5NBQYE2rgrJbejcK7qPL&#10;8MTXvf5N16/tZL1ZOnnOlep12+UUhKfW/4v/3Dsd5sc/cQyfd8IN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Y3YO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5YZMYA&#10;AADeAAAADwAAAGRycy9kb3ducmV2LnhtbERPTU/CQBC9k/gfNmPCDbagVKgsBElMlANE1AO3sTu0&#10;he5s6S5Q/j1LQuJtXt7njKeNKcWJaldYVtDrRiCIU6sLzhT8fL93hiCcR9ZYWiYFF3IwnTy0xpho&#10;e+YvOq19JkIIuwQV5N5XiZQuzcmg69qKOHBbWxv0AdaZ1DWeQ7gpZT+KYmmw4NCQY0XznNL9+mgU&#10;/K6G8Wj19vm8Wyz/8Mnow0YXsVLtx2b2CsJT4//Fd/eHDvMHL4MYbu+EG+Tk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95YZ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tqa8QA&#10;AADeAAAADwAAAGRycy9kb3ducmV2LnhtbERPyYrCQBC9C/MPTQ14087ouJCxFRdc8OQGXot0TRIm&#10;XR3Srcb5elsQvNXjrTWa1KYQV6pcblnBVzsCQZxYnXOq4HRctoYgnEfWWFgmBXdyMBl/NEYYa3vj&#10;PV0PPhUhhF2MCjLvy1hKl2Rk0LVtSRy4X1sZ9AFWqdQV3kK4KWQnivrSYM6hIcOS5hklf4eLUfDf&#10;P+POrTuzRVd7un8PV3a7WynV/KynPyA81f4tfrk3OszvDXoDeL4TbpDj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ramv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2Xt8YA&#10;AADeAAAADwAAAGRycy9kb3ducmV2LnhtbESPQW/CMAyF75P2HyJP4jZSEN2gEBBCTNpto+MHWI1J&#10;KxqnNAG6/fr5MGk3W+/5vc+rzeBbdaM+NoENTMYZKOIq2IadgePX2/McVEzIFtvAZOCbImzWjw8r&#10;LGy484FuZXJKQjgWaKBOqSu0jlVNHuM4dMSinULvMcnaO217vEu4b/U0y160x4alocaOdjVV5/Lq&#10;DVzCNLdDuceP837x2Tg3u/wcZsaMnobtElSiIf2b/67freDnr7nwyjs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82Xt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1Ux8MA&#10;AADeAAAADwAAAGRycy9kb3ducmV2LnhtbERPyW7CMBC9I/EP1iD1Bg5FYUkxqCBV4spy4Di1hyRt&#10;PA6xgbRfj5GQuM3TW2e+bG0lrtT40rGC4SABQaydKTlXcNh/9acgfEA2WDkmBX/kYbnoduaYGXfj&#10;LV13IRcxhH2GCooQ6kxKrwuy6AeuJo7cyTUWQ4RNLk2DtxhuK/meJGNpseTYUGBN64L07+5iFWzK&#10;b0rH+jSz05XeHv/PYTT5MUq99drPDxCB2vASP90bE+enk3QGj3fiD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1Ux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rOMMUA&#10;AADeAAAADwAAAGRycy9kb3ducmV2LnhtbERPTWvCQBC9F/wPywje6kah2qauokJBqRVqS3sdstNs&#10;MDsbsmuM/75zKPQ2M+9j3lusel+rjtpYBTYwGWegiItgKy4NfH683D+CignZYh2YDNwowmo5uFtg&#10;bsOV36k7pVKJCcccDbiUmlzrWDjyGMehIRbsJ7Qek6xtqW2LVzH3tZ5m2Ux7rFg+OGxo66g4ny7e&#10;QIfHW/btNm9P++pQTI+br1crdzMa9utnUIn69E/+U++sxH+Yz6SA1JEZ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Ss4w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u0McMA&#10;AADeAAAADwAAAGRycy9kb3ducmV2LnhtbERPTUvDQBC9C/0PyxS82U0DVondFilUPGrsweOYnWZT&#10;szNhd9tEf70rCN7m8T5nvZ18ry4UYidsYLkoQBE3YjtuDRze9jf3oGJCttgLk4EvirDdzK7WWFkZ&#10;+ZUudWpVDuFYoQGX0lBpHRtHHuNCBuLMHSV4TBmGVtuAYw73vS6LYqU9dpwbHA60c9R81mdvYHxq&#10;Pk7l8d267zDIvn6RU9mLMdfz6fEBVKIp/Yv/3M82z7+9Wy3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u0M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E6UcUA&#10;AADeAAAADwAAAGRycy9kb3ducmV2LnhtbERP22oCMRB9L/QfwhR8q9kueGE1ivUCpbSIt/dxM+5u&#10;m0yWTdT17xuh4NscznXG09YacaHGV44VvHUTEMS50xUXCva71esQhA/IGo1jUnAjD9PJ89MYM+2u&#10;vKHLNhQihrDPUEEZQp1J6fOSLPquq4kjd3KNxRBhU0jd4DWGWyPTJOlLixXHhhJrmpeU/27PVsFq&#10;vTA/6fdmdpBhvhwczfDzffGlVOelnY1ABGrDQ/zv/tBxfm/QT+H+TrxBT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ITpR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tCXsQA&#10;AADeAAAADwAAAGRycy9kb3ducmV2LnhtbERP24rCMBB9F/yHMAu+iKaueKFrFBEWFRS8wb6OzWxb&#10;bCalibX+/WZB8G0O5zqzRWMKUVPlcssKBv0IBHFidc6pgsv5uzcF4TyyxsIyKXiSg8W83ZphrO2D&#10;j1SffCpCCLsYFWTel7GULsnIoOvbkjhwv7Yy6AOsUqkrfIRwU8jPKBpLgzmHhgxLWmWU3E53o6A+&#10;7K7ppnbl9jbtutHwul7v9Y9SnY9m+QXCU+Pf4pd7o8P80WQ8hP93wg1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bQl7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7F41" w:rsidRDefault="007E7F41" w:rsidP="007E7F41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6kN8UA&#10;AADeAAAADwAAAGRycy9kb3ducmV2LnhtbERPS2sCMRC+C/0PYQRvmlV8rkaphUIvhfo46G3cjLuL&#10;m8k2ibrtr2+Egrf5+J6zWDWmEjdyvrSsoN9LQBBnVpecK9jv3rtTED4ga6wsk4If8rBavrQWmGp7&#10;5w3dtiEXMYR9igqKEOpUSp8VZND3bE0cubN1BkOELpfa4T2Gm0oOkmQsDZYcGwqs6a2g7LK9GgXr&#10;2XT9/TXkz9/N6UjHw+kyGrhEqU67eZ2DCNSEp/jf/aHj/NFkPITHO/EG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HqQ3xQAAAN4AAAAPAAAAAAAAAAAAAAAAAJgCAABkcnMv&#10;ZG93bnJldi54bWxQSwUGAAAAAAQABAD1AAAAigMAAAAA&#10;" fillcolor="black" stroked="f">
                  <v:textbox>
                    <w:txbxContent>
                      <w:p w:rsidR="007E7F41" w:rsidRDefault="007E7F41" w:rsidP="007E7F41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EPrMYA&#10;AADeAAAADwAAAGRycy9kb3ducmV2LnhtbERPS2vCQBC+F/oflin0VjcVkkrqKrWtIFQPPg49jtkx&#10;WZKdDdlVY3+9KxS8zcf3nPG0t404UeeNYwWvgwQEceG04VLBbjt/GYHwAVlj45gUXMjDdPL4MMZc&#10;uzOv6bQJpYgh7HNUUIXQ5lL6oiKLfuBa4sgdXGcxRNiVUnd4juG2kcMkyaRFw7GhwpY+KyrqzdEq&#10;+P3JzGhtaLhf/s2+9TKtZ6uvWqnnp/7jHUSgPtzF/+6FjvPTtyyF2zvxBj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JEPr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H86cQA&#10;AADeAAAADwAAAGRycy9kb3ducmV2LnhtbERPTWsCMRC9C/6HMIK3mm3BrWyNIhaxlx5qK16HzXSz&#10;3c1kTaKu/vqmUPA2j/c582VvW3EmH2rHCh4nGQji0umaKwVfn5uHGYgQkTW2jknBlQIsF8PBHAvt&#10;LvxB512sRArhUKACE2NXSBlKQxbDxHXEift23mJM0FdSe7ykcNvKpyzLpcWaU4PBjtaGymZ3sgr8&#10;6vDa3Pi0b7Lb+zVsf/rjDI1S41G/egERqY938b/7Taf50+c8h7930g1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R/O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zvOcQA&#10;AADeAAAADwAAAGRycy9kb3ducmV2LnhtbERP22rCQBB9L/Qflin0pehGoUajq0ihUKgUvHzAmB2T&#10;4O5syE419uu7hYJvczjXWax679SFutgENjAaZqCIy2Abrgwc9u+DKagoyBZdYDJwowir5ePDAgsb&#10;rryly04qlUI4FmigFmkLrWNZk8c4DC1x4k6h8ygJdpW2HV5TuHd6nGUT7bHh1FBjS281lefdtzfg&#10;xkc3+8zjRm4Hvcl+vGxfvqwxz0/9eg5KqJe7+N/9YdP813ySw9876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s7z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M6EccA&#10;AADeAAAADwAAAGRycy9kb3ducmV2LnhtbESPQU/DMAyF70j8h8iTuLF0kxhTWTYB06ReONBt2tVr&#10;TFOROFUTtsKvxwckbrbe83ufV5sxeHWhIXWRDcymBSjiJtqOWwOH/e5+CSplZIs+Mhn4pgSb9e3N&#10;Cksbr/xOlzq3SkI4lWjA5dyXWqfGUcA0jT2xaB9xCJhlHVptB7xKePB6XhQLHbBjaXDY06uj5rP+&#10;Cga2de/nh8q9pNPx7Xz21c+OTltj7ibj8xOoTGP+N/9dV1bwHx4XwivvyAx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jOhH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otvMMA&#10;AADeAAAADwAAAGRycy9kb3ducmV2LnhtbERPS2sCMRC+F/wPYYTeaqLg2m6NUoqC0JOvQ29DMu6u&#10;bibLJrrbf98Igrf5+J4zX/auFjdqQ+VZw3ikQBAbbysuNBz267d3ECEiW6w9k4Y/CrBcDF7mmFvf&#10;8ZZuu1iIFMIhRw1ljE0uZTAlOQwj3xAn7uRbhzHBtpC2xS6Fu1pOlMqkw4pTQ4kNfZdkLrur03Be&#10;yx9vFJrj4dht7Ox3lVGttH4d9l+fICL18Sl+uDc2zZ/Osg+4v5Nu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otv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Hhm8gA&#10;AADeAAAADwAAAGRycy9kb3ducmV2LnhtbESPT2vCQBDF74V+h2UKvdVNLf4hdRVbKBTFQ7UUj2N2&#10;TEKys2F31fjtnYPQ2wzz5r33my1616ozhVh7NvA6yEARF97WXBr43X29TEHFhGyx9UwGrhRhMX98&#10;mGFu/YV/6LxNpRITjjkaqFLqcq1jUZHDOPAdsdyOPjhMsoZS24AXMXetHmbZWDusWRIq7OizoqLZ&#10;npyB/WnNx83bahk+0p/vd7EZHqaNMc9P/fIdVKI+/Yvv399W6o8mEwEQHJlBz2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IeGbyAAAAN4AAAAPAAAAAAAAAAAAAAAAAJgCAABk&#10;cnMvZG93bnJldi54bWxQSwUGAAAAAAQABAD1AAAAjQ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E7F41" w:rsidRDefault="007E7F41" w:rsidP="007E7F41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CRcsUA&#10;AADeAAAADwAAAGRycy9kb3ducmV2LnhtbERPS2sCMRC+F/wPYQRvNavU12qUWij0UvB10Nu4GXcX&#10;N5NtEnXbX98Igrf5+J4zWzSmEldyvrSsoNdNQBBnVpecK9htP1/HIHxA1lhZJgW/5GExb73MMNX2&#10;xmu6bkIuYgj7FBUUIdSplD4ryKDv2po4cifrDIYIXS61w1sMN5XsJ8lQGiw5NhRY00dB2XlzMQqW&#10;k/HyZ/XG33/r44EO++N50HeJUp128z4FEagJT/HD/aXj/MFo1IP7O/EG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sJFyxQAAAN4AAAAPAAAAAAAAAAAAAAAAAJgCAABkcnMv&#10;ZG93bnJldi54bWxQSwUGAAAAAAQABAD1AAAAigMAAAAA&#10;" fillcolor="black" stroked="f">
                  <v:textbox>
                    <w:txbxContent>
                      <w:p w:rsidR="007E7F41" w:rsidRDefault="007E7F41" w:rsidP="007E7F41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QEr8QA&#10;AADeAAAADwAAAGRycy9kb3ducmV2LnhtbERPTUsDMRC9C/0PYQrebLYVrWyblqVQFE/bqvQ63Yyb&#10;xc1kSWK6/nsjCL3N433OejvaXiTyoXOsYD4rQBA3TnfcKnh/2989gQgRWWPvmBT8UIDtZnKzxlK7&#10;Cx8oHWMrcgiHEhWYGIdSytAYshhmbiDO3KfzFmOGvpXa4yWH214uiuJRWuw4NxgcaGeo+Tp+WwXp&#10;vKur+3RK5vDqq9a7+vnjXCt1Ox2rFYhIY7yK/90vOs9/WC4X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UBK/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E7F41" w:rsidRDefault="007E7F41" w:rsidP="007E7F41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TlPcYA&#10;AADeAAAADwAAAGRycy9kb3ducmV2LnhtbERPTWvCQBC9C/0PyxR6Mxst1TZ1FZG2qBdtKtjjkJ1m&#10;Q7OzIbuNsb++WxC8zeN9zmzR21p01PrKsYJRkoIgLpyuuFRw+HgdPoLwAVlj7ZgUnMnDYn4zmGGm&#10;3YnfqctDKWII+wwVmBCaTEpfGLLoE9cQR+7LtRZDhG0pdYunGG5rOU7TibRYcWww2NDKUPGd/1gF&#10;frR6OW7t71P3+WZ4l2/MZF8ape5u++UziEB9uIov7rWO8x+m03v4fyfe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TlP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E7F41" w:rsidRDefault="007E7F41" w:rsidP="007E7F41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E7F41" w:rsidRPr="00611135" w:rsidRDefault="007E7F41" w:rsidP="007E7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7E7F41" w:rsidRPr="00611135" w:rsidRDefault="007E7F41" w:rsidP="007E7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7E7F41" w:rsidRPr="00611135" w:rsidRDefault="007E7F41" w:rsidP="007E7F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E7F41" w:rsidRPr="00611135" w:rsidRDefault="007E7F41" w:rsidP="007E7F4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E7F41" w:rsidRPr="00611135" w:rsidRDefault="007E7F41" w:rsidP="007E7F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E7F41" w:rsidRPr="00611135" w:rsidRDefault="007E7F41" w:rsidP="007E7F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E7F41" w:rsidRPr="00611135" w:rsidRDefault="007E7F41" w:rsidP="007E7F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7F41" w:rsidRPr="00611135" w:rsidRDefault="007E7F41" w:rsidP="007E7F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E7F41" w:rsidRPr="00611135" w:rsidRDefault="007E7F41" w:rsidP="007E7F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7F41" w:rsidRPr="00611135" w:rsidRDefault="007E7F41" w:rsidP="007E7F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E7F41" w:rsidRPr="00611135" w:rsidRDefault="007E7F41" w:rsidP="007E7F41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F41" w:rsidRPr="00611135" w:rsidRDefault="007E7F41" w:rsidP="007E7F41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.06.2021 року                                            Крупець                                                       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</w:p>
    <w:p w:rsidR="007E7F41" w:rsidRPr="00611135" w:rsidRDefault="007E7F41" w:rsidP="007E7F4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E7F41" w:rsidRPr="00611135" w:rsidRDefault="007E7F41" w:rsidP="007E7F4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7E7F41" w:rsidRPr="00611135" w:rsidRDefault="007E7F41" w:rsidP="007E7F4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7E7F41" w:rsidRPr="00611135" w:rsidRDefault="007E7F41" w:rsidP="007E7F4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7E7F41" w:rsidRPr="00611135" w:rsidRDefault="007E7F41" w:rsidP="007E7F4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7E7F41" w:rsidRPr="00611135" w:rsidRDefault="007E7F41" w:rsidP="007E7F4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Бережному П.Я.</w:t>
      </w:r>
    </w:p>
    <w:p w:rsidR="007E7F41" w:rsidRPr="00611135" w:rsidRDefault="007E7F41" w:rsidP="007E7F4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F41" w:rsidRPr="00611135" w:rsidRDefault="007E7F41" w:rsidP="007E7F4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Бережного П.Я.,  сільська  рада </w:t>
      </w:r>
    </w:p>
    <w:p w:rsidR="007E7F41" w:rsidRPr="00611135" w:rsidRDefault="007E7F41" w:rsidP="007E7F4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E7F41" w:rsidRPr="00611135" w:rsidRDefault="007E7F41" w:rsidP="007E7F4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Бережному Петру Яковичу,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611135">
        <w:rPr>
          <w:rFonts w:ascii="Times New Roman" w:eastAsia="Times New Roman" w:hAnsi="Times New Roman" w:cs="Times New Roman"/>
          <w:sz w:val="24"/>
        </w:rPr>
        <w:t xml:space="preserve">: </w:t>
      </w:r>
      <w:r w:rsidR="00960FED">
        <w:rPr>
          <w:rFonts w:ascii="Times New Roman" w:eastAsia="Times New Roman" w:hAnsi="Times New Roman" w:cs="Times New Roman"/>
          <w:sz w:val="24"/>
        </w:rPr>
        <w:t>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960FE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0,1724 га, кадастровий номер: 6823984000:01:016:0043,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 xml:space="preserve">ля ведення особистого селянського господарства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Шепетівський) район, с. Крупець.</w:t>
      </w:r>
    </w:p>
    <w:p w:rsidR="007E7F41" w:rsidRPr="00611135" w:rsidRDefault="007E7F41" w:rsidP="007E7F4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2.Бережному П.Я. посвідчити своє право  в  установленому  законом  порядку.</w:t>
      </w:r>
    </w:p>
    <w:p w:rsidR="007E7F41" w:rsidRPr="00611135" w:rsidRDefault="007E7F41" w:rsidP="007E7F4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E7F41" w:rsidRPr="00611135" w:rsidRDefault="007E7F41" w:rsidP="007E7F4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E7F41" w:rsidRPr="00611135" w:rsidRDefault="007E7F41" w:rsidP="007E7F4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E7F41" w:rsidRPr="00611135" w:rsidRDefault="007E7F41" w:rsidP="007E7F4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E7F41" w:rsidRPr="00611135" w:rsidRDefault="007E7F41" w:rsidP="007E7F4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p w:rsidR="008D34EF" w:rsidRDefault="008D34EF"/>
    <w:sectPr w:rsidR="008D34E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41"/>
    <w:rsid w:val="007E7F41"/>
    <w:rsid w:val="008D34EF"/>
    <w:rsid w:val="0096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F4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F4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2</Pages>
  <Words>258</Words>
  <Characters>1473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2021-06-22T10:39:00Z</dcterms:created>
  <dcterms:modified xsi:type="dcterms:W3CDTF">2021-06-22T13:30:00Z</dcterms:modified>
</cp:coreProperties>
</file>