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EC8" w:rsidRPr="00694EED" w:rsidRDefault="00850EC8" w:rsidP="00850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850EC8" w:rsidRPr="00694EED" w:rsidRDefault="00850EC8" w:rsidP="00850E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0C9281" wp14:editId="475D4644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360" name="Группа 163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3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6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7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0EC8" w:rsidRDefault="00850EC8" w:rsidP="00850E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360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u3ccMA&#10;AADeAAAADwAAAGRycy9kb3ducmV2LnhtbERPS2vCQBC+F/wPywi91Y0JpCG6SpAqHoTiI/chOybB&#10;7GzIbjX9965Q6G0+vucs16PpxJ0G11pWMJ9FIIgrq1uuFVzO248MhPPIGjvLpOCXHKxXk7cl5to+&#10;+Ej3k69FCGGXo4LG+z6X0lUNGXQz2xMH7moHgz7AoZZ6wEcIN52MoyiVBlsODQ32tGmoup1+jAKb&#10;7PaHso6PyRd/ei6+s2s5HpR6n47FAoSn0f+L/9x7HeanSTqH1zvhBr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3u3c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2bpcYA&#10;AADeAAAADwAAAGRycy9kb3ducmV2LnhtbERPS2sCMRC+F/wPYYRepGZrYVu3RhFh7eNQ0Aq9Dpvp&#10;ZutmsiRRt/56IxR6m4/vObNFb1txJB8axwruxxkI4srphmsFu8/y7glEiMgaW8ek4JcCLOaDmxkW&#10;2p14Q8dtrEUK4VCgAhNjV0gZKkMWw9h1xIn7dt5iTNDXUns8pXDbykmW5dJiw6nBYEcrQ9V+e7AK&#10;fsoP87V6PK/9aLqh86h8f2nfcqVuh/3yGUSkPv6L/9yvOs3PH/IJ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2bp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KaP8QA&#10;AADeAAAADwAAAGRycy9kb3ducmV2LnhtbESP0YrCMBBF34X9hzDCvsiauoUiXaPIoov4IlY/YGjG&#10;pthMSpO19e+NIPg2w71zz53FarCNuFHna8cKZtMEBHHpdM2VgvNp+zUH4QOyxsYxKbiTh9XyY7TA&#10;XLuej3QrQiViCPscFZgQ2lxKXxqy6KeuJY7axXUWQ1y7SuoO+xhuG/mdJJm0WHMkGGzp11B5Lf5t&#10;hBxSPOwv/Wn7N2CPm73hyfqo1Od4WP+ACDSEt/l1vdOxfpZmKTzfiTP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ymj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8XccQA&#10;AADeAAAADwAAAGRycy9kb3ducmV2LnhtbERPTUsDMRC9C/6HMII3m7XWVbZNi1SFIniwFoq3YTPd&#10;XbqZhGTsrv/eFARv83ifs1iNrlcniqnzbOB2UoAirr3tuDGw+3y9eQSVBNli75kM/FCC1fLyYoGV&#10;9QN/0GkrjcohnCo00IqESutUt+QwTXwgztzBR4eSYWy0jTjkcNfraVGU2mHHuaHFQOuW6uP22xl4&#10;H17C20N5fwhfcTbV6dnKfi3GXF+NT3NQQqP8i//cG5vnl3flDM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fF3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en0MQA&#10;AADeAAAADwAAAGRycy9kb3ducmV2LnhtbESP3YrCMBCF7xf2HcIseLNoqmKRrlFEVMQb8ecBhmZs&#10;yjaT0kRb394IgncznDPnOzNbdLYSd2p86VjBcJCAIM6dLrlQcDlv+lMQPiBrrByTggd5WMy/v2aY&#10;adfyke6nUIgYwj5DBSaEOpPS54Ys+oGriaN2dY3FENemkLrBNobbSo6SJJUWS44EgzWtDOX/p5uN&#10;kMMYD/tre95sO2xxvTf8uzwq1fvpln8gAnXhY35f73Ssn47TCbzeiT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Xp9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EsncQA&#10;AADeAAAADwAAAGRycy9kb3ducmV2LnhtbERPTUsDMRC9C/6HMII3m7VqLGvTIlVBhB6sQvE2bKa7&#10;i5tJSMbu+u+NIHibx/uc5XrygzpSyn1gC5ezChRxE1zPrYX3t6eLBagsyA6HwGThmzKsV6cnS6xd&#10;GPmVjjtpVQnhXKOFTiTWWuemI495FiJx4Q4heZQCU6tdwrGE+0HPq8pojz2Xhg4jbTpqPndf3sJ2&#10;fIwvt+bmED/S9VznByf7jVh7fjbd34ESmuRf/Od+dmW+uTIGft8pN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BLJ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iU78UA&#10;AADeAAAADwAAAGRycy9kb3ducmV2LnhtbERP32vCMBB+H/g/hBvsRWbqZHV0RlEhONhg6AZ7PZqz&#10;LWsuJYm2/vdmIOztPr6ft1gNthVn8qFxrGA6yUAQl840XCn4/tKPLyBCRDbYOiYFFwqwWo7uFlgY&#10;1/OezodYiRTCoUAFdYxdIWUoa7IYJq4jTtzReYsxQV9J47FP4baVT1mWS4sNp4YaO9rWVP4eTlbB&#10;5rOvZn5cbgb3ftz9PGtt9IdW6uF+WL+CiDTEf/HN/WbS/HyWz+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JT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dKYsYA&#10;AADeAAAADwAAAGRycy9kb3ducmV2LnhtbESPQWvDMAyF74P9B6PBbqvTbgslq1tKS2CMXdb2B4hY&#10;i9PGcrDdNPv302Gwm8R7eu/TajP5Xo0UUxfYwHxWgCJugu24NXA61k9LUCkjW+wDk4EfSrBZ39+t&#10;sLLhxl80HnKrJIRThQZczkOldWoceUyzMBCL9h2ixyxrbLWNeJNw3+tFUZTaY8fS4HCgnaPmcrh6&#10;A/XH4nO8XG2sw3Z68fTqzsu9M+bxYdq+gco05X/z3/W7FfzyuRReeU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idKY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ulBsUA&#10;AADeAAAADwAAAGRycy9kb3ducmV2LnhtbERP32vCMBB+H/g/hBvsRWbqZMV1RlEhONhg6AZ7PZqz&#10;LWsuJYm2/vdmIOztPr6ft1gNthVn8qFxrGA6yUAQl840XCn4/tKPcxAhIhtsHZOCCwVYLUd3CyyM&#10;63lP50OsRArhUKCCOsaukDKUNVkME9cRJ+7ovMWYoK+k8dincNvKpyzLpcWGU0ONHW1rKn8PJ6tg&#10;89lXMz8uN4N7P+5+nrU2+kMr9XA/rF9BRBriv/jmfjNpfj7LX+D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6UG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QucYA&#10;AADeAAAADwAAAGRycy9kb3ducmV2LnhtbESPzWrDMBCE74W8g9hCb43ctE2DEyWEFEMpveTnARZr&#10;azmxVkZSHPftu4dCb7vs7Mx8q83oOzVQTG1gA0/TAhRxHWzLjYHTsXpcgEoZ2WIXmAz8UILNenK3&#10;wtKGG+9pOORGiQmnEg24nPtS61Q78pimoSeW23eIHrOssdE24k3MfadnRTHXHluWBIc97RzVl8PV&#10;G6g+Z1/D5WpjFbbji6dXd168O2Me7sftElSmMf+L/74/rNSfP78J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jQu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rrysAA&#10;AADeAAAADwAAAGRycy9kb3ducmV2LnhtbERPy6rCMBDdC/5DGMGdpr0+qUYRQdGl1Q8YmrEtNpPa&#10;5Nr69+bCBXdzOM9ZbztTiRc1rrSsIB5HIIgzq0vOFdyuh9EShPPIGivLpOBNDrabfm+NibYtX+iV&#10;+lyEEHYJKii8rxMpXVaQQTe2NXHg7rYx6ANscqkbbEO4qeRPFM2lwZJDQ4E17QvKHumvUTB9t8dn&#10;OntEB20oPk/qM/tsptRw0O1WIDx1/iv+d590mD+fLGL4eyfcID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Arry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pjEsQA&#10;AADeAAAADwAAAGRycy9kb3ducmV2LnhtbERPTWvCQBC9C/0PyxR6M5umENvUVaRiKZ40TXsesmMS&#10;mp0N2TWJ/74rCN7m8T5nuZ5MKwbqXWNZwXMUgyAurW64UlB87+avIJxH1thaJgUXcrBePcyWmGk7&#10;8pGG3FcihLDLUEHtfZdJ6cqaDLrIdsSBO9neoA+wr6TucQzhppVJHKfSYMOhocaOPmoq//KzUXBO&#10;f5OCT3t9yLeXz7ftbuPkT6XU0+O0eQfhafJ38c39pcP89GWRwPWdcIN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aYx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2lMYA&#10;AADeAAAADwAAAGRycy9kb3ducmV2LnhtbERPTWvCQBC9F/wPywje6qampDa6ii0ItgdFrQdvY3aa&#10;pM3OxuxW4793C4K3ebzPGU9bU4kTNa60rOCpH4EgzqwuOVfwtZ0/DkE4j6yxskwKLuRgOuk8jDHV&#10;9sxrOm18LkIIuxQVFN7XqZQuK8ig69uaOHDftjHoA2xyqRs8h3BTyUEUJdJgyaGhwJreC8p+N39G&#10;wW41TF5Xbx/PP5/LA8ZGH/e6TJTqddvZCISn1t/FN/dCh/lJ/BLD/zvhBj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l2l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5dMUA&#10;AADeAAAADwAAAGRycy9kb3ducmV2LnhtbERPTWvCQBC9F/oflhG81Y1RoqSuoSrG0pPaQq9DdpqE&#10;ZmdDdjXRX98tFHqbx/ucVTaYRlypc7VlBdNJBIK4sLrmUsHH+/5pCcJ5ZI2NZVJwIwfZ+vFhham2&#10;PZ/oevalCCHsUlRQed+mUrqiIoNuYlviwH3ZzqAPsCul7rAP4aaRcRQl0mDNoaHClrYVFd/ni1Fw&#10;Tz7x6A7xZjfTnm7zZW7fjrlS49Hw8gzC0+D/xX/uVx3mJ7PFHH7fC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6Xl0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y1QcMA&#10;AADeAAAADwAAAGRycy9kb3ducmV2LnhtbERPS27CMBDdV+IO1iCxKw7/NmAQQiB11yblAKN4cCLi&#10;cYgNhJ6+rlSJ3Ty976w2na3FjVpfOVYwGiYgiAunKzYKjt+H1zcQPiBrrB2Tggd52Kx7LytMtbtz&#10;Rrc8GBFD2KeooAyhSaX0RUkW/dA1xJE7udZiiLA1Urd4j+G2luMkmUuLFceGEhvalVSc86tVcHHj&#10;me7yPX6e9+9flTHTy082VWrQ77ZLEIG68BT/uz90nD+fLGbw9068Qa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y1Q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N3cMA&#10;AADeAAAADwAAAGRycy9kb3ducmV2LnhtbERPyW7CMBC9I/EP1lTiBk6LCBAwqCAhcWU59Di1hyRt&#10;PA6xgcDX15WQuM3TW2e+bG0lrtT40rGC90ECglg7U3Ku4HjY9CcgfEA2WDkmBXfysFx0O3PMjLvx&#10;jq77kIsYwj5DBUUIdSal1wVZ9ANXE0fu5BqLIcIml6bBWwy3lfxIklRaLDk2FFjTuiD9u79YBdvy&#10;m0apPk3tZKV3X49zGI5/jFK9t/ZzBiJQG17ip3tr4vx0OE7h/514g1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JN3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8RkcYA&#10;AADeAAAADwAAAGRycy9kb3ducmV2LnhtbERPXWvCQBB8L/gfjhV8q5cq+JF6ShUExVbwA/u65La5&#10;0NxeyJ0x/ntPKPRtdmdnZme2aG0pGqp94VjBWz8BQZw5XXCu4Hxav05A+ICssXRMCu7kYTHvvMww&#10;1e7GB2qOIRfRhH2KCkwIVSqlzwxZ9H1XEUfux9UWQxzrXOoab9HclnKQJCNpseCYYLCilaHs93i1&#10;Chrc35Nvs/yabovPbLBfXnY67lWv2368gwjUhv/jP/VGx/dHw/EYnnUiBjl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8Rk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1aecYA&#10;AADeAAAADwAAAGRycy9kb3ducmV2LnhtbESPQU/DMAyF70j7D5EncWPpijRQWTZNk4Y4QtmBo2m8&#10;plsTV0lYC78eH5C42XrP731ebyffqyvF1HEwsFwUoCg0bLvQGji+H+4eQaWMwWLPgQx8U4LtZnaz&#10;xsryGN7oWudWSUhIFRpwOQ+V1qlx5DEteKAg2omjxyxrbLWNOEq473VZFCvtsQvS4HCgvaPmUn95&#10;A+Nz83kuTx/W/cSBD/Urn8uejbmdT7snUJmm/G/+u36xgr+6fxB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1ae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nv9cUA&#10;AADeAAAADwAAAGRycy9kb3ducmV2LnhtbERP22oCMRB9L/QfwhR8q9la8LIaxWqFIop4ex83091t&#10;k8mySXX9e1MQfJvDuc5o0lgjzlT70rGCt3YCgjhzuuRcwWG/eO2D8AFZo3FMCq7kYTJ+fhphqt2F&#10;t3TehVzEEPYpKihCqFIpfVaQRd92FXHkvl1tMURY51LXeInh1shOknSlxZJjQ4EVzQrKfnd/VsFi&#10;Mzc/nfV2epRh9tk7mf7yY75SqvXSTIcgAjXhIb67v3Sc333vDeD/nXiD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ue/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Dr28gA&#10;AADeAAAADwAAAGRycy9kb3ducmV2LnhtbESPT2vCQBDF7wW/wzKCl1I3ViohdRURihYs+KfQ65gd&#10;k2B2NmTXmH5751DobYZ58977zZe9q1VHbag8G5iME1DEubcVFwa+Tx8vKagQkS3WnsnALwVYLgZP&#10;c8ysv/OBumMslJhwyNBAGWOTaR3ykhyGsW+I5XbxrcMoa1to2+JdzF2tX5Nkph1WLAklNrQuKb8e&#10;b85At9+di20Xms9r+hzepufN5sv+GDMa9qt3UJH6+C/++95aqT+bpgIgODKDXj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oOvb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0EC8" w:rsidRDefault="00850EC8" w:rsidP="00850EC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AwXcYA&#10;AADeAAAADwAAAGRycy9kb3ducmV2LnhtbERPS2sCMRC+F/ofwgi91ay2lXU1Si0IvQj1cdDbuBl3&#10;FzeTbRJ19debQsHbfHzPGU9bU4szOV9ZVtDrJiCIc6srLhRs1vPXFIQPyBpry6TgSh6mk+enMWba&#10;XnhJ51UoRAxhn6GCMoQmk9LnJRn0XdsQR+5gncEQoSukdniJ4aaW/SQZSIMVx4YSG/oqKT+uTkbB&#10;bJjOfn/eeXFb7ne02+6PH32XKPXSaT9HIAK14SH+d3/rOH/wlvbg7514g5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IAwXcYAAADeAAAADwAAAAAAAAAAAAAAAACYAgAAZHJz&#10;L2Rvd25yZXYueG1sUEsFBgAAAAAEAAQA9QAAAIsDAAAAAA==&#10;" fillcolor="black" stroked="f">
                  <v:textbox>
                    <w:txbxContent>
                      <w:p w:rsidR="00850EC8" w:rsidRDefault="00850EC8" w:rsidP="00850EC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GgKsYA&#10;AADeAAAADwAAAGRycy9kb3ducmV2LnhtbERPTWvCQBC9F/oflil4q5tGGkJ0ldpWKFQPag89jtlp&#10;siQ7G7KrRn99t1DwNo/3ObPFYFtxot4bxwqexgkI4tJpw5WCr/3qMQfhA7LG1jEpuJCHxfz+boaF&#10;dmfe0mkXKhFD2BeooA6hK6T0ZU0W/dh1xJH7cb3FEGFfSd3jOYbbVqZJkkmLhmNDjR291lQ2u6NV&#10;8P2ZmXxrKD2sr8t3vX5ulpu3RqnRw/AyBRFoCDfxv/tDx/nZJE/h7514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GgK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9og8QA&#10;AADeAAAADwAAAGRycy9kb3ducmV2LnhtbERPS2sCMRC+F/wPYYTeNFsFWbZGkYq0lx7qg16HzbhZ&#10;dzNZk6irv74pFHqbj+8582VvW3ElH2rHCl7GGQji0umaKwX73WaUgwgRWWPrmBTcKcByMXiaY6Hd&#10;jb/ouo2VSCEcClRgYuwKKUNpyGIYu444cUfnLcYEfSW1x1sKt62cZNlMWqw5NRjs6M1Q2WwvVoFf&#10;fa+bB18OTfb4vIf3U3/O0Sj1POxXryAi9fFf/Of+0Gn+bJpP4feddIN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PaI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dGvMQA&#10;AADeAAAADwAAAGRycy9kb3ducmV2LnhtbERP22oCMRB9L/gPYYS+lJqtFWtXoxShUKgIWj9gupnu&#10;LiaTZTPq6tebguDbHM51ZovOO3WkNtaBDbwMMlDERbA1lwZ2P5/PE1BRkC26wGTgTBEW897DDHMb&#10;Tryh41ZKlUI45migEmlyrWNRkcc4CA1x4v5C61ESbEttWzylcO/0MMvG2mPNqaHChpYVFfvtwRtw&#10;w1/3/v0WV3Le6VV28bJ5WltjHvvdxxSUUCd38c39ZdP88etkBP/vpBv0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XRr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uifcQA&#10;AADeAAAADwAAAGRycy9kb3ducmV2LnhtbERPTWsCMRC9F/ofwhR6q9laFFmNYivCXjy4tXgdN+Nm&#10;MZksm1RXf70pFLzN433ObNE7K87UhcazgvdBBoK48rrhWsHue/02AREiskbrmRRcKcBi/vw0w1z7&#10;C2/pXMZapBAOOSowMba5lKEy5DAMfEucuKPvHMYEu1rqDi8p3Fk5zLKxdNhwajDY0peh6lT+OgWr&#10;srXDXWE+w/5nczjY4ram/Uqp15d+OQURqY8P8b+70Gn++GMygr930g1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Lon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yOPMMA&#10;AADeAAAADwAAAGRycy9kb3ducmV2LnhtbERPTWsCMRC9F/wPYQRvNVFhK6tRiigInmrXg7chme5u&#10;u5ksm+iu/94UCr3N433Oeju4RtypC7VnDbOpAkFsvK251FB8Hl6XIEJEtth4Jg0PCrDdjF7WmFvf&#10;8wfdz7EUKYRDjhqqGNtcymAqchimviVO3JfvHMYEu1LaDvsU7ho5VyqTDmtODRW2tKvI/JxvTsP3&#10;QZ68UWguxaU/2rfrPqNGaT0ZD+8rEJGG+C/+cx9tmp8tlhn8vpNukJ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yOP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jYwMQA&#10;AADeAAAADwAAAGRycy9kb3ducmV2LnhtbERPTWvCQBC9C/0PyxR6040KGlJXUaFQWjwYS+lxzI5J&#10;SHY27K6a/ntXELzN433OYtWbVlzI+dqygvEoAUFcWF1zqeDn8DFMQfiArLG1TAr+ycNq+TJYYKbt&#10;lfd0yUMpYgj7DBVUIXSZlL6oyKAf2Y44cifrDIYIXSm1w2sMN62cJMlMGqw5NlTY0baiosnPRsHf&#10;+ZtPu+nX2m3Cr+0Pvpkc00apt9d+/Q4iUB+e4of7U8f5s2k6h/s78Qa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42M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50EC8" w:rsidRDefault="00850EC8" w:rsidP="00850EC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qZwMkA&#10;AADeAAAADwAAAGRycy9kb3ducmV2LnhtbESPQU/CQBCF7yb+h82YeJOtqKQUFiImJl5IBD3AbegO&#10;bUN3tu6uUPj1zMHE20zem/e+mc5716ojhdh4NvA4yEARl942XBn4/np/yEHFhGyx9UwGzhRhPru9&#10;mWJh/YlXdFynSkkIxwIN1Cl1hdaxrMlhHPiOWLS9Dw6TrKHSNuBJwl2rh1k20g4bloYaO3qrqTys&#10;f52BxThf/Hw+8/Ky2m1pu9kdXoYhM+b+rn+dgErUp3/z3/WHFfzRUy688o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bqZwMkAAADeAAAADwAAAAAAAAAAAAAAAACYAgAA&#10;ZHJzL2Rvd25yZXYueG1sUEsFBgAAAAAEAAQA9QAAAI4DAAAAAA==&#10;" fillcolor="black" stroked="f">
                  <v:textbox>
                    <w:txbxContent>
                      <w:p w:rsidR="00850EC8" w:rsidRDefault="00850EC8" w:rsidP="00850EC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A38cQA&#10;AADeAAAADwAAAGRycy9kb3ducmV2LnhtbERPS0sDMRC+C/0PYQrebFYLpd02LUtBFE/bh3idbqab&#10;xc1kSWK6/nsjCN7m43vOZjfaXiTyoXOs4HFWgCBunO64VXA+PT8sQYSIrLF3TAq+KcBuO7nbYKnd&#10;jQ+UjrEVOYRDiQpMjEMpZWgMWQwzNxBn7uq8xZihb6X2eMvhtpdPRbGQFjvODQYH2htqPo9fVkG6&#10;7Otqnj6SObz5qvWufnm/1ErdT8dqDSLSGP/Ff+5Xnecv5ssV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AN/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50EC8" w:rsidRDefault="00850EC8" w:rsidP="00850EC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MuMcA&#10;AADeAAAADwAAAGRycy9kb3ducmV2LnhtbESPQUvDQBCF74L/YRnBW7tphWBit0WKFfVijYIeh+yY&#10;DWZnQ3ZN0/5651DwNsO8ee99q83kOzXSENvABhbzDBRxHWzLjYGP993sFlRMyBa7wGTgSBE268uL&#10;FZY2HPiNxio1Skw4lmjApdSXWsfakcc4Dz2x3L7D4DHJOjTaDngQc9/pZZbl2mPLkuCwp62j+qf6&#10;9QbiYvvw+eJPxfj16Pi1enb5vnHGXF9N93egEk3pX3z+frJSP78pBEBwZAa9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PTL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50EC8" w:rsidRDefault="00850EC8" w:rsidP="00850EC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50EC8" w:rsidRPr="00694EED" w:rsidRDefault="00850EC8" w:rsidP="00850EC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850EC8" w:rsidRPr="00694EED" w:rsidRDefault="00850EC8" w:rsidP="00850E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50EC8" w:rsidRPr="00694EED" w:rsidRDefault="00850EC8" w:rsidP="00850E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50EC8" w:rsidRPr="00694EED" w:rsidRDefault="00850EC8" w:rsidP="00850E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50EC8" w:rsidRPr="00694EED" w:rsidRDefault="00850EC8" w:rsidP="00850E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850EC8" w:rsidRPr="00694EED" w:rsidRDefault="00850EC8" w:rsidP="00850EC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50EC8" w:rsidRPr="00694EED" w:rsidRDefault="00850EC8" w:rsidP="00850EC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50EC8" w:rsidRPr="00694EED" w:rsidRDefault="00850EC8" w:rsidP="00850E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850EC8" w:rsidRPr="00694EED" w:rsidRDefault="00850EC8" w:rsidP="00850E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850EC8" w:rsidRPr="00694EED" w:rsidRDefault="00850EC8" w:rsidP="00850E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850EC8" w:rsidRPr="00694EED" w:rsidRDefault="00850EC8" w:rsidP="00850EC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Ковальчуку М.Г.</w:t>
      </w:r>
    </w:p>
    <w:p w:rsidR="00850EC8" w:rsidRPr="00694EED" w:rsidRDefault="00850EC8" w:rsidP="00850E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0EC8" w:rsidRPr="00694EED" w:rsidRDefault="00850EC8" w:rsidP="00850E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0EC8" w:rsidRPr="00694EED" w:rsidRDefault="00850EC8" w:rsidP="00850E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Ковальчука М.Г,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850EC8" w:rsidRPr="00694EED" w:rsidRDefault="00850EC8" w:rsidP="00850E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850EC8" w:rsidRPr="00694EED" w:rsidRDefault="00850EC8" w:rsidP="00850E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0EC8" w:rsidRPr="00694EED" w:rsidRDefault="00850EC8" w:rsidP="00850E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Ковальчуку Максиму Григоровичу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, для ведення особистого селянського господарства площею  1.6119 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Лисиченська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сільська рада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об’єднаної територіальної громади .</w:t>
      </w:r>
    </w:p>
    <w:p w:rsidR="00850EC8" w:rsidRPr="00694EED" w:rsidRDefault="00850EC8" w:rsidP="00850E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Ковальчуку Максиму Григоровичу,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466EF">
        <w:rPr>
          <w:rFonts w:ascii="Times New Roman" w:eastAsia="Calibri" w:hAnsi="Times New Roman" w:cs="Times New Roman"/>
          <w:sz w:val="24"/>
          <w:lang w:eastAsia="en-US"/>
        </w:rPr>
        <w:t>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466E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1,6119 га, кадастровий номер: 6823984700:04:012:0011,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Лисиченська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сільська рада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об’єднаної територіальної громади .   </w:t>
      </w:r>
    </w:p>
    <w:p w:rsidR="00850EC8" w:rsidRPr="00694EED" w:rsidRDefault="00850EC8" w:rsidP="00850E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Ковальчуку М.Г,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850EC8" w:rsidRPr="00694EED" w:rsidRDefault="00850EC8" w:rsidP="00850E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50EC8" w:rsidRPr="00694EED" w:rsidRDefault="00850EC8" w:rsidP="00850E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0EC8" w:rsidRPr="00694EED" w:rsidRDefault="00850EC8" w:rsidP="00850E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0EC8" w:rsidRPr="00694EED" w:rsidRDefault="00850EC8" w:rsidP="00850E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50EC8" w:rsidRPr="00694EED" w:rsidRDefault="00850EC8" w:rsidP="00850E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E6FCE" w:rsidRDefault="00EE6FCE"/>
    <w:sectPr w:rsidR="00EE6F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EC8"/>
    <w:rsid w:val="006466EF"/>
    <w:rsid w:val="00850EC8"/>
    <w:rsid w:val="00EE6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C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EC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289</Words>
  <Characters>1650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2021-06-22T10:33:00Z</dcterms:created>
  <dcterms:modified xsi:type="dcterms:W3CDTF">2021-06-22T13:24:00Z</dcterms:modified>
</cp:coreProperties>
</file>