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4439" w:rsidRDefault="00814439" w:rsidP="00814439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4439" w:rsidRDefault="005B017D" w:rsidP="008144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B017D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814439" w:rsidRDefault="00814439" w:rsidP="00814439"/>
    <w:p w:rsidR="00814439" w:rsidRDefault="00814439" w:rsidP="00814439"/>
    <w:p w:rsidR="00814439" w:rsidRDefault="00814439" w:rsidP="008144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14439" w:rsidRDefault="00814439" w:rsidP="008144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14439" w:rsidRDefault="00814439" w:rsidP="008144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14439" w:rsidRDefault="00814439" w:rsidP="008144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14439" w:rsidRDefault="00814439" w:rsidP="0081443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4439" w:rsidRDefault="00814439" w:rsidP="0081443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14439" w:rsidRDefault="00814439" w:rsidP="0081443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14439" w:rsidRDefault="00814439" w:rsidP="0081443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14439" w:rsidRDefault="00814439" w:rsidP="0081443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№22</w:t>
      </w:r>
    </w:p>
    <w:p w:rsidR="00814439" w:rsidRDefault="00814439" w:rsidP="00814439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14439" w:rsidRDefault="00814439" w:rsidP="0081443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</w:p>
    <w:p w:rsidR="00814439" w:rsidRDefault="00814439" w:rsidP="0081443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</w:p>
    <w:p w:rsidR="00814439" w:rsidRDefault="00814439" w:rsidP="0081443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814439" w:rsidRDefault="00814439" w:rsidP="0081443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)</w:t>
      </w:r>
    </w:p>
    <w:p w:rsidR="00814439" w:rsidRDefault="00814439" w:rsidP="0081443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Кучер С.В.</w:t>
      </w:r>
    </w:p>
    <w:p w:rsidR="00814439" w:rsidRDefault="00814439" w:rsidP="00814439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14439" w:rsidRDefault="00814439" w:rsidP="008144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Кучера С.В.,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</w:t>
      </w:r>
    </w:p>
    <w:p w:rsidR="00814439" w:rsidRDefault="00814439" w:rsidP="008144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814439" w:rsidRDefault="00814439" w:rsidP="008144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1.Надати Кучеру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Сергію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Вікторовичу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90180F" w:rsidRPr="0090180F">
        <w:rPr>
          <w:rFonts w:ascii="Times New Roman" w:eastAsia="Calibri" w:hAnsi="Times New Roman" w:cs="Times New Roman"/>
          <w:sz w:val="24"/>
          <w:szCs w:val="24"/>
          <w:lang w:eastAsia="en-US"/>
        </w:rPr>
        <w:t>_________________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0,1500 га, 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присадибна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вул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 Миру, 14.</w:t>
      </w:r>
    </w:p>
    <w:p w:rsidR="00814439" w:rsidRDefault="00814439" w:rsidP="008144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2.Кучеру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С.В.,розробити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технічну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документацію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встановлення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відновлення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натурі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ісцевості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814439" w:rsidRDefault="00814439" w:rsidP="0081443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14439" w:rsidRPr="00814439" w:rsidRDefault="00814439" w:rsidP="008144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bookmarkStart w:id="0" w:name="_GoBack"/>
      <w:bookmarkEnd w:id="0"/>
    </w:p>
    <w:p w:rsidR="00814439" w:rsidRDefault="00814439" w:rsidP="008144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F074C" w:rsidRPr="00814439" w:rsidRDefault="00814439" w:rsidP="0081443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</w:p>
    <w:sectPr w:rsidR="00CF074C" w:rsidRPr="00814439" w:rsidSect="005B01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814439"/>
    <w:rsid w:val="00171A2E"/>
    <w:rsid w:val="00304C90"/>
    <w:rsid w:val="00505B6D"/>
    <w:rsid w:val="005B017D"/>
    <w:rsid w:val="006D3977"/>
    <w:rsid w:val="007D6C18"/>
    <w:rsid w:val="00814439"/>
    <w:rsid w:val="0090180F"/>
    <w:rsid w:val="00CF074C"/>
    <w:rsid w:val="00D164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7D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1059</Words>
  <Characters>605</Characters>
  <Application>Microsoft Office Word</Application>
  <DocSecurity>0</DocSecurity>
  <Lines>5</Lines>
  <Paragraphs>3</Paragraphs>
  <ScaleCrop>false</ScaleCrop>
  <Company>Microsoft</Company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2020-04-27T15:45:00Z</dcterms:created>
  <dcterms:modified xsi:type="dcterms:W3CDTF">2020-04-28T05:38:00Z</dcterms:modified>
</cp:coreProperties>
</file>