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B9B" w:rsidRPr="0087481F" w:rsidRDefault="00055B9B" w:rsidP="00055B9B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B9B" w:rsidRDefault="00055B9B" w:rsidP="00055B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55B9B" w:rsidRDefault="00055B9B" w:rsidP="00055B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55B9B" w:rsidRDefault="00055B9B" w:rsidP="00055B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B9B" w:rsidRDefault="00055B9B" w:rsidP="00055B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B9B" w:rsidRDefault="00055B9B" w:rsidP="00055B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B9B" w:rsidRDefault="00055B9B" w:rsidP="00055B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B9B" w:rsidRDefault="00055B9B" w:rsidP="00055B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55B9B" w:rsidRDefault="00055B9B" w:rsidP="00055B9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55B9B" w:rsidRDefault="00055B9B" w:rsidP="00055B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55B9B" w:rsidRDefault="00055B9B" w:rsidP="00055B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55B9B" w:rsidRDefault="00055B9B" w:rsidP="00055B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B9B" w:rsidRDefault="00055B9B" w:rsidP="00055B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55B9B" w:rsidRDefault="00055B9B" w:rsidP="00055B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B9B" w:rsidRDefault="00055B9B" w:rsidP="00055B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55B9B" w:rsidRDefault="00055B9B" w:rsidP="00055B9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55B9B" w:rsidRPr="00186FBA" w:rsidRDefault="00055B9B" w:rsidP="00055B9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№41</w:t>
      </w:r>
    </w:p>
    <w:p w:rsidR="00055B9B" w:rsidRDefault="00055B9B" w:rsidP="00055B9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5B9B" w:rsidRPr="00CF04D8" w:rsidRDefault="00055B9B" w:rsidP="00055B9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055B9B" w:rsidRPr="00CF04D8" w:rsidRDefault="00055B9B" w:rsidP="00055B9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055B9B" w:rsidRPr="00CF04D8" w:rsidRDefault="00055B9B" w:rsidP="00055B9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055B9B" w:rsidRPr="00CF04D8" w:rsidRDefault="00055B9B" w:rsidP="00055B9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Швидкій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Т.О.</w:t>
      </w:r>
    </w:p>
    <w:p w:rsidR="00055B9B" w:rsidRPr="00CF04D8" w:rsidRDefault="00055B9B" w:rsidP="00055B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5B9B" w:rsidRPr="00CF04D8" w:rsidRDefault="00055B9B" w:rsidP="00055B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Швидкої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Т.О.,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055B9B" w:rsidRPr="00CF04D8" w:rsidRDefault="00055B9B" w:rsidP="00055B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055B9B" w:rsidRPr="00CF04D8" w:rsidRDefault="00055B9B" w:rsidP="00055B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1.Затвердити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Швидкій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Тетяні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Олександрівні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0,1522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5B9B" w:rsidRPr="00CF04D8" w:rsidRDefault="00055B9B" w:rsidP="00055B9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2.Передати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Швидкій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Тетяні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Олександрівні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B215A"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>,</w:t>
      </w:r>
      <w:r w:rsidR="006B21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6B215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0,1522 га,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6823984000:03:018:0315,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особам), яка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область,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межами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5B9B" w:rsidRPr="00CF04D8" w:rsidRDefault="00055B9B" w:rsidP="00055B9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Швидкій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Т.О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055B9B" w:rsidRPr="00CF04D8" w:rsidRDefault="00055B9B" w:rsidP="00055B9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055B9B" w:rsidRPr="00CF04D8" w:rsidRDefault="00055B9B" w:rsidP="00055B9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5FD4" w:rsidRPr="00055B9B" w:rsidRDefault="00055B9B" w:rsidP="00055B9B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75FD4" w:rsidRPr="00055B9B" w:rsidSect="00055B9B">
      <w:pgSz w:w="12240" w:h="15840"/>
      <w:pgMar w:top="426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B9B"/>
    <w:rsid w:val="00055B9B"/>
    <w:rsid w:val="00171A2E"/>
    <w:rsid w:val="00304C90"/>
    <w:rsid w:val="00505B6D"/>
    <w:rsid w:val="006B215A"/>
    <w:rsid w:val="006D3977"/>
    <w:rsid w:val="007D6C18"/>
    <w:rsid w:val="00B75FD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55B9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55B9B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55B9B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55B9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55B9B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55B9B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315</Words>
  <Characters>1797</Characters>
  <Application>Microsoft Office Word</Application>
  <DocSecurity>0</DocSecurity>
  <Lines>14</Lines>
  <Paragraphs>4</Paragraphs>
  <ScaleCrop>false</ScaleCrop>
  <Company>Microsoft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2021-03-02T14:07:00Z</dcterms:created>
  <dcterms:modified xsi:type="dcterms:W3CDTF">2021-03-02T14:38:00Z</dcterms:modified>
</cp:coreProperties>
</file>