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5CC" w:rsidRDefault="00C265CC" w:rsidP="00C265C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5CC" w:rsidRDefault="00C265CC" w:rsidP="00C26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65CC" w:rsidRDefault="00C265CC" w:rsidP="00C26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5CC" w:rsidRDefault="00C265CC" w:rsidP="00C26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65CC" w:rsidRDefault="00C265CC" w:rsidP="00C26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5CC" w:rsidRDefault="00C265CC" w:rsidP="00C26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65CC" w:rsidRDefault="00C265CC" w:rsidP="00C26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5CC" w:rsidRDefault="00C265CC" w:rsidP="00C26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65CC" w:rsidRDefault="00C265CC" w:rsidP="00C26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5CC" w:rsidRDefault="00C265CC" w:rsidP="00C26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65CC" w:rsidRDefault="00C265CC" w:rsidP="00C26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5CC" w:rsidRDefault="00C265CC" w:rsidP="00C26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65CC" w:rsidRDefault="00C265CC" w:rsidP="00C26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5CC" w:rsidRDefault="00C265CC" w:rsidP="00C26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65CC" w:rsidRDefault="00C265CC" w:rsidP="00C26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5CC" w:rsidRDefault="00C265CC" w:rsidP="00C26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65CC" w:rsidRDefault="00C265CC" w:rsidP="00C26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5CC" w:rsidRDefault="00C265CC" w:rsidP="00C26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65CC" w:rsidRDefault="00C265CC" w:rsidP="00C26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5CC" w:rsidRDefault="00C265CC" w:rsidP="00C26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65CC" w:rsidRDefault="00C265CC" w:rsidP="00C26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5CC" w:rsidRDefault="00C265CC" w:rsidP="00C26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5CC" w:rsidRDefault="00C265CC" w:rsidP="00C26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5CC" w:rsidRDefault="00C265CC" w:rsidP="00C26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5CC" w:rsidRDefault="00C265CC" w:rsidP="00C26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5CC" w:rsidRDefault="00C265CC" w:rsidP="00C26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5CC" w:rsidRDefault="00C265CC" w:rsidP="00C26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5CC" w:rsidRDefault="00C265CC" w:rsidP="00C26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5CC" w:rsidRDefault="00C265CC" w:rsidP="00C26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5CC" w:rsidRDefault="00C265CC" w:rsidP="00C26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65CC" w:rsidRDefault="00C265CC" w:rsidP="00C265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265CC" w:rsidRDefault="00C265CC" w:rsidP="00C26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265CC" w:rsidRDefault="00C265CC" w:rsidP="00C26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265CC" w:rsidRDefault="00C265CC" w:rsidP="00C26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265CC" w:rsidRDefault="00C265CC" w:rsidP="00C26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265CC" w:rsidRDefault="00C265CC" w:rsidP="00C26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265CC" w:rsidRDefault="00C265CC" w:rsidP="00C26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265CC" w:rsidRDefault="00C265CC" w:rsidP="00C26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265CC" w:rsidRDefault="00C265CC" w:rsidP="00C26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265CC" w:rsidRDefault="00C265CC" w:rsidP="00C26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265CC" w:rsidRDefault="00C265CC" w:rsidP="00C26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265CC" w:rsidRDefault="00C265CC" w:rsidP="00C26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265CC" w:rsidRDefault="00C265CC" w:rsidP="00C26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265CC" w:rsidRDefault="00C265CC" w:rsidP="00C26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265CC" w:rsidRDefault="00C265CC" w:rsidP="00C26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265CC" w:rsidRDefault="00C265CC" w:rsidP="00C26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265CC" w:rsidRDefault="00C265CC" w:rsidP="00C26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265CC" w:rsidRDefault="00C265CC" w:rsidP="00C26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265CC" w:rsidRDefault="00C265CC" w:rsidP="00C26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265CC" w:rsidRDefault="00C265CC" w:rsidP="00C26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265CC" w:rsidRDefault="00C265CC" w:rsidP="00C26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C265CC" w:rsidRDefault="00C265CC" w:rsidP="00C26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265CC" w:rsidRDefault="00C265CC" w:rsidP="00C26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265CC" w:rsidRDefault="00C265CC" w:rsidP="00C26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265CC" w:rsidRDefault="00C265CC" w:rsidP="00C26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265CC" w:rsidRDefault="00C265CC" w:rsidP="00C26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265CC" w:rsidRDefault="00C265CC" w:rsidP="00C26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265CC" w:rsidRDefault="00C265CC" w:rsidP="00C26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C265CC" w:rsidRDefault="00C265CC" w:rsidP="00C26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265CC" w:rsidRDefault="00C265CC" w:rsidP="00C26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265CC" w:rsidRDefault="00C265CC" w:rsidP="00C265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265CC" w:rsidRDefault="00C265CC" w:rsidP="00C265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265CC" w:rsidRDefault="00C265CC" w:rsidP="00C265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265CC" w:rsidRDefault="00C265CC" w:rsidP="00C265C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265CC" w:rsidRDefault="00C265CC" w:rsidP="00C265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265CC" w:rsidRDefault="00C265CC" w:rsidP="00C265C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265CC" w:rsidRDefault="00C265CC" w:rsidP="00C265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265CC" w:rsidRDefault="00C265CC" w:rsidP="00C265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265CC" w:rsidRDefault="00C265CC" w:rsidP="00C265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265CC" w:rsidRDefault="00C265CC" w:rsidP="00C265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265CC" w:rsidRDefault="00C265CC" w:rsidP="00C265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265CC" w:rsidRDefault="00C265CC" w:rsidP="00C265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265CC" w:rsidRDefault="00C265CC" w:rsidP="00C265C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265CC" w:rsidRDefault="00C265CC" w:rsidP="00C265C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№19</w:t>
      </w:r>
    </w:p>
    <w:p w:rsidR="00C265CC" w:rsidRPr="00DE6ED3" w:rsidRDefault="00C265CC" w:rsidP="00C265CC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C265CC" w:rsidRPr="00DE6ED3" w:rsidRDefault="00C265CC" w:rsidP="00C265CC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C265CC" w:rsidRPr="00DE6ED3" w:rsidRDefault="00C265CC" w:rsidP="00C265CC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C265CC" w:rsidRPr="00DE6ED3" w:rsidRDefault="00C265CC" w:rsidP="00C265C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Мовчанець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В.П.</w:t>
      </w:r>
    </w:p>
    <w:p w:rsidR="00C265CC" w:rsidRPr="00DE6ED3" w:rsidRDefault="00C265CC" w:rsidP="00C265C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65CC" w:rsidRPr="00DE6ED3" w:rsidRDefault="00C265CC" w:rsidP="00C265C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r w:rsidRPr="00DE6ED3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Мовчанець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В.П.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C265CC" w:rsidRPr="00DE6ED3" w:rsidRDefault="00C265CC" w:rsidP="00C265C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C265CC" w:rsidRPr="00DE6ED3" w:rsidRDefault="00C265CC" w:rsidP="00C265C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Мовчанцю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Володимиру Петровичу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кого господарства, площею 0,8000 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га,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район,  с. Лисиче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265CC" w:rsidRPr="00DE6ED3" w:rsidRDefault="00C265CC" w:rsidP="00C265C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Мовчанцю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Володимиру Петровичу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DE6ED3">
        <w:rPr>
          <w:rFonts w:ascii="Times New Roman" w:eastAsia="Calibri" w:hAnsi="Times New Roman" w:cs="Times New Roman"/>
          <w:sz w:val="24"/>
        </w:rPr>
        <w:t xml:space="preserve"> який  зареєстро</w:t>
      </w:r>
      <w:r>
        <w:rPr>
          <w:rFonts w:ascii="Times New Roman" w:eastAsia="Calibri" w:hAnsi="Times New Roman" w:cs="Times New Roman"/>
          <w:sz w:val="24"/>
        </w:rPr>
        <w:t xml:space="preserve">ваний за адресою: </w:t>
      </w:r>
      <w:r w:rsidR="008C667E" w:rsidRPr="008C667E">
        <w:rPr>
          <w:rFonts w:ascii="Times New Roman" w:eastAsia="Calibri" w:hAnsi="Times New Roman" w:cs="Times New Roman"/>
          <w:sz w:val="24"/>
          <w:lang w:val="ru-RU"/>
        </w:rPr>
        <w:t>_____________</w:t>
      </w:r>
      <w:r w:rsidRPr="00DE6ED3">
        <w:rPr>
          <w:rFonts w:ascii="Times New Roman" w:eastAsia="Calibri" w:hAnsi="Times New Roman" w:cs="Times New Roman"/>
          <w:sz w:val="24"/>
        </w:rPr>
        <w:t xml:space="preserve">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8C667E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0,8000 га, кадастровий номер: 6823984700:01:016:0034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район, с. Лисиче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265CC" w:rsidRPr="00DE6ED3" w:rsidRDefault="00C265CC" w:rsidP="00C265C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Мовчанцю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В.П.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C265CC" w:rsidRPr="00DE6ED3" w:rsidRDefault="00C265CC" w:rsidP="00C265C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265CC" w:rsidRPr="00DE6ED3" w:rsidRDefault="00C265CC" w:rsidP="00C265C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65CC" w:rsidRDefault="00C265CC" w:rsidP="00C265C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65CC" w:rsidRDefault="00C265CC" w:rsidP="00C265C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65CC" w:rsidRPr="00DE6ED3" w:rsidRDefault="00C265CC" w:rsidP="00C265C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5241" w:rsidRPr="00C265CC" w:rsidRDefault="00C265CC" w:rsidP="00C265CC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9E5241" w:rsidRPr="00C265C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5CC"/>
    <w:rsid w:val="00171A2E"/>
    <w:rsid w:val="00304C90"/>
    <w:rsid w:val="00505B6D"/>
    <w:rsid w:val="006D3977"/>
    <w:rsid w:val="007D6C18"/>
    <w:rsid w:val="008C667E"/>
    <w:rsid w:val="009E5241"/>
    <w:rsid w:val="00C265CC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C265C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C265C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C265CC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C265C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C265C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C265CC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1110</Words>
  <Characters>634</Characters>
  <Application>Microsoft Office Word</Application>
  <DocSecurity>0</DocSecurity>
  <Lines>5</Lines>
  <Paragraphs>3</Paragraphs>
  <ScaleCrop>false</ScaleCrop>
  <Company>Microsoft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2021-03-30T12:54:00Z</dcterms:created>
  <dcterms:modified xsi:type="dcterms:W3CDTF">2021-03-31T06:06:00Z</dcterms:modified>
</cp:coreProperties>
</file>