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79D" w:rsidRPr="006A1608" w:rsidRDefault="0040379D" w:rsidP="0040379D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lang w:val="ru-RU"/>
        </w:rPr>
      </w:pPr>
      <w:r w:rsidRPr="006A1608">
        <w:rPr>
          <w:rFonts w:ascii="Times New Roman" w:hAnsi="Times New Roman"/>
          <w:lang w:val="ru-RU"/>
        </w:rPr>
        <w:t>ПРОЕКТ</w:t>
      </w: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2777490</wp:posOffset>
                </wp:positionH>
                <wp:positionV relativeFrom="paragraph">
                  <wp:posOffset>89535</wp:posOffset>
                </wp:positionV>
                <wp:extent cx="467360" cy="734695"/>
                <wp:effectExtent l="0" t="0" r="8890" b="8255"/>
                <wp:wrapNone/>
                <wp:docPr id="3626" name="Групувати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7360" cy="734695"/>
                          <a:chOff x="3834" y="994"/>
                          <a:chExt cx="1142" cy="1718"/>
                        </a:xfrm>
                      </wpg:grpSpPr>
                      <wps:wsp>
                        <wps:cNvPr id="3627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8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9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0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2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3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4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6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7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8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9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1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2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3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4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5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6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8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9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0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1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2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3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6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7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76" o:spid="_x0000_s1026" style="position:absolute;margin-left:218.7pt;margin-top:7.05pt;width:36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TNWMUA&#10;AADdAAAADwAAAGRycy9kb3ducmV2LnhtbESPQWvCQBSE70L/w/IKvemmG4gluopUWgo9Va14fGSf&#10;STD7NuxuY/rvuwXB4zAz3zDL9Wg7MZAPrWMNz7MMBHHlTMu1hsP+bfoCIkRkg51j0vBLAdarh8kS&#10;S+Ou/EXDLtYiQTiUqKGJsS+lDFVDFsPM9cTJOztvMSbpa2k8XhPcdlJlWSEttpwWGuzptaHqsvux&#10;Gj4HVRxP71u7z2s191X+vVVtp/XT47hZgIg0xnv41v4wGvJCzeH/TX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M1Y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8OGcMA&#10;AADdAAAADwAAAGRycy9kb3ducmV2LnhtbERPTWvCQBC9F/wPywheim5iIZXoKiIIpoVCo+B1yI5J&#10;NDsbsmuS/vvuodDj431vdqNpRE+dqy0riBcRCOLC6ppLBZfzcb4C4TyyxsYyKfghB7vt5GWDqbYD&#10;f1Of+1KEEHYpKqi8b1MpXVGRQbewLXHgbrYz6APsSqk7HEK4aeQyihJpsObQUGFLh4qKR/40CuQ5&#10;z3z2XpvX+OP6Ncb2fvgs7krNpuN+DcLT6P/Ff+6TVvCWLMPc8CY8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8OGc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6BysgA&#10;AADdAAAADwAAAGRycy9kb3ducmV2LnhtbESPT2sCMRTE7wW/Q3hCL0Wz2lZ0axRbsIiHgv/uz83r&#10;7urmZU1SXfvpG6HgcZiZ3zDjaWMqcSbnS8sKet0EBHFmdcm5gu1m3hmC8AFZY2WZFFzJw3TSehhj&#10;qu2FV3Reh1xECPsUFRQh1KmUPivIoO/amjh639YZDFG6XGqHlwg3lewnyUAaLDkuFFjTR0HZcf1j&#10;FMwXdBzt6tPny697zYeH/dfyffOk1GO7mb2BCNSEe/i/vdAKngf9EdzexCcgJ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XoHK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zZpcIA&#10;AADdAAAADwAAAGRycy9kb3ducmV2LnhtbERPTWvCQBC9C/6HZQRvZmOlQWJWkRal0JNR2uuYHZNo&#10;djZktyb99+5B8Ph439lmMI24U+dqywrmUQyCuLC65lLB6bibLUE4j6yxsUwK/snBZj0eZZhq2/OB&#10;7rkvRQhhl6KCyvs2ldIVFRl0kW2JA3exnUEfYFdK3WEfwk0j3+I4kQZrDg0VtvRRUXHL/4yC+Pu9&#10;OV9+eFj+fu6L27XfcV/PlZpOhu0KhKfBv8RP95dWsEgWYX94E56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LNmlwgAAAN0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bEcgA&#10;AADdAAAADwAAAGRycy9kb3ducmV2LnhtbESPT2sCMRTE74V+h/AKXopm1VZ0a5QqKOKh4L/76+Z1&#10;d+vmZZtE3frpTaHgcZiZ3zDjaWMqcSbnS8sKup0EBHFmdcm5gv1u0R6C8AFZY2WZFPySh+nk8WGM&#10;qbYX3tB5G3IRIexTVFCEUKdS+qwgg75ja+LofVlnMETpcqkdXiLcVLKXJANpsOS4UGBN84Ky4/Zk&#10;FCxWdBwd6p/ly9W95sPvz4/1bPesVOupeX8DEagJ9/B/e6UV9Af9Lvy9iU9AT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8RsR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LiScUA&#10;AADdAAAADwAAAGRycy9kb3ducmV2LnhtbESPQWvCQBSE70L/w/IKvelGQ4NEVymKUuipUfT6zD6T&#10;1OzbkF2T9N93C4LHYWa+YZbrwdSio9ZVlhVMJxEI4tzqigsFx8NuPAfhPLLG2jIp+CUH69XLaImp&#10;tj1/U5f5QgQIuxQVlN43qZQuL8mgm9iGOHhX2xr0QbaF1C32AW5qOYuiRBqsOCyU2NCmpPyW3Y2C&#10;6Ou9vlxPPMzP231+++l33FdTpd5eh48FCE+Df4Yf7U+tIE7iGfy/C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uJJ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vmWsUA&#10;AADdAAAADwAAAGRycy9kb3ducmV2LnhtbESPQWvCQBSE74X+h+UVeqsbXRAbXUXSFrxq46G3Z/aZ&#10;hGTfhuw2pv56VxB6HGbmG2a1GW0rBup97VjDdJKAIC6cqbnUkH9/vS1A+IBssHVMGv7Iw2b9/LTC&#10;1LgL72k4hFJECPsUNVQhdKmUvqjIop+4jjh6Z9dbDFH2pTQ9XiLctnKWJHNpsea4UGFHWUVFc/i1&#10;Go4fTaPeOVHXnyFb+OyU57Pzp9avL+N2CSLQGP7Dj/bOaFBzpeD+Jj4Bu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W+Za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55g8kA&#10;AADdAAAADwAAAGRycy9kb3ducmV2LnhtbESPW2vCQBSE34X+h+UU+iK6sYpIdCNSWmihPmjFy9sh&#10;e3Kh2bNpdo1pf70rFHwcZuYbZrHsTCVaalxpWcFoGIEgTq0uOVew+3obzEA4j6yxskwKfsnBMnno&#10;LTDW9sIbarc+FwHCLkYFhfd1LKVLCzLohrYmDl5mG4M+yCaXusFLgJtKPkfRVBosOSwUWNNLQen3&#10;9mwUTKg9rj7/Tuv98efV26x/+HCjg1JPj91qDsJT5+/h//a7VjCejidwexOegEy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h55g8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7btcUA&#10;AADdAAAADwAAAGRycy9kb3ducmV2LnhtbESPQWvCQBSE74X+h+UVvNVNDYqmrlJSBa/a9NDbM/tM&#10;QrJvQ3aN0V/vCkKPw8x8wyzXg2lET52rLCv4GEcgiHOrKy4UZD/b9zkI55E1NpZJwZUcrFevL0tM&#10;tL3wnvqDL0SAsEtQQel9m0jp8pIMurFtiYN3sp1BH2RXSN3hJcBNIydRNJMGKw4LJbaUlpTXh7NR&#10;8Ptd1/GCo/j216dzlx6zbHLaKDV6G74+QXga/H/42d5pBfEsnsLjTXgCcn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/tu1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BCb8kA&#10;AADdAAAADwAAAGRycy9kb3ducmV2LnhtbESPW2vCQBSE3wv+h+UUfJG68UIoqatIaaEFffCCl7dD&#10;9pgEs2fT7DZGf31XEPo4zMw3zGTWmlI0VLvCsoJBPwJBnFpdcKZgu/l8eQXhPLLG0jIpuJKD2bTz&#10;NMFE2wuvqFn7TAQIuwQV5N5XiZQuzcmg69uKOHgnWxv0QdaZ1DVeAtyUchhFsTRYcFjIsaL3nNLz&#10;+tcoGFNzmC9ux+Xu8PPh7am3/3aDvVLd53b+BsJT6//Dj/aXVjCKRzHc34QnIK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YBCb8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YQsgA&#10;AADdAAAADwAAAGRycy9kb3ducmV2LnhtbESPQWvCQBSE70L/w/IKvemmjaikrlIsrYWCYBS9PrKv&#10;2dTs2zS7mrS/vlsoeBxm5htmvuxtLS7U+sqxgvtRAoK4cLriUsF+9zKcgfABWWPtmBR8k4fl4mYw&#10;x0y7jrd0yUMpIoR9hgpMCE0mpS8MWfQj1xBH78O1FkOUbSl1i12E21o+JMlEWqw4LhhsaGWoOOVn&#10;q+A4TjfOrHN37p5ff07br+nnYfWu1N1t//QIIlAfruH/9ptWkE7SKfy9iU9AL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BphC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svrcEA&#10;AADdAAAADwAAAGRycy9kb3ducmV2LnhtbERPTWvCQBC9F/oflil4qxsrikRX0aIi7am2vQ/ZMQlm&#10;Z2N2jeu/dw6FHh/ve7FKrlE9daH2bGA0zEARF97WXBr4+d69zkCFiGyx8UwG7hRgtXx+WmBu/Y2/&#10;qD/GUkkIhxwNVDG2udahqMhhGPqWWLiT7xxGgV2pbYc3CXeNfsuyqXZYszRU2NJ7RcX5eHUGxh+T&#10;y95uym3fzPbh83DapTr9GjN4Ses5qEgp/ov/3AcrvulY5sobeQJ6+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bL63BAAAA3Q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EwasUA&#10;AADdAAAADwAAAGRycy9kb3ducmV2LnhtbESPwWrDMBBE74X8g9hCb43sGtzYjRJMQiAQemiSQ4+L&#10;tbVMrJWxVNv9+6hQ6HGYmTfMejvbTow0+NaxgnSZgCCunW65UXC9HJ5XIHxA1tg5JgU/5GG7WTys&#10;sdRu4g8az6EREcK+RAUmhL6U0teGLPql64mj9+UGiyHKoZF6wCnCbSdfkiSXFluOCwZ72hmqb+dv&#10;q+CzeC/S2eyT0/haHUPNiLcxV+rpca7eQASaw3/4r33UCrI8K+D3TXwCcnM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TBq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IgK8QA&#10;AADdAAAADwAAAGRycy9kb3ducmV2LnhtbERPu27CMBTdkfgH6yJ1Kw6hiiDFIIQEYunAo6XjVXxJ&#10;AvF1iF0IfD0eKjEenfdk1ppKXKlxpWUFg34EgjizuuRcwX63fB+BcB5ZY2WZFNzJwWza7Uww1fbG&#10;G7pufS5CCLsUFRTe16mULivIoOvbmjhwR9sY9AE2udQN3kK4qWQcRYk0WHJoKLCmRUHZeftnFBwG&#10;X49xPWy/419/WZ/i1SVb/iRKvfXa+ScIT61/if/da61gmHyE/eFNeAJy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SICv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rTxcQA&#10;AADdAAAADwAAAGRycy9kb3ducmV2LnhtbESPUWvCMBSF3wf7D+EO9jZTN+mkGqVMBg6frPsBl+ba&#10;VpubkETb/ftFEHw8nHO+w1muR9OLK/nQWVYwnWQgiGurO24U/B6+3+YgQkTW2FsmBX8UYL16flpi&#10;oe3Ae7pWsREJwqFABW2MrpAy1C0ZDBPriJN3tN5gTNI3UnscEtz08j3Lcmmw47TQoqOvlupzdTEK&#10;0LvPjavksM9PO9yefkqa2VKp15exXICINMZH+N7eagUf+WwKtzfp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a08X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5ctMgA&#10;AADdAAAADwAAAGRycy9kb3ducmV2LnhtbESPQWvCQBSE74L/YXmCN91URSXNRmw1IG0u2vbg7ZF9&#10;TYLZtyG7atpf3y0Uehxm5hsm2fSmETfqXG1ZwcM0AkFcWF1zqeD9LZusQTiPrLGxTAq+yMEmHQ4S&#10;jLW985FuJ1+KAGEXo4LK+zaW0hUVGXRT2xIH79N2Bn2QXSl1h/cAN42cRdFSGqw5LFTY0nNFxeV0&#10;NQryLG/zV96vz7vr0/x8+P5Y8Uum1HjUbx9BeOr9f/ivfdAK5svFDH7fhCcg0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7ly0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ocbMcA&#10;AADdAAAADwAAAGRycy9kb3ducmV2LnhtbESPQWvCQBSE74X+h+UJ3upGLaFNXUUEUaEKtYI9PrPP&#10;JDT7Nu6uMf33XaHQ4zAz3zCTWWdq0ZLzlWUFw0ECgji3uuJCweFz+fQCwgdkjbVlUvBDHmbTx4cJ&#10;Ztre+IPafShEhLDPUEEZQpNJ6fOSDPqBbYijd7bOYIjSFVI7vEW4qeUoSVJpsOK4UGJDi5Ly7/3V&#10;KNhd0ut7e/xanVy3bC71ZrHVr5VS/V43fwMRqAv/4b/2WisYp89juL+JT0B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qHGz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HqrMUA&#10;AADdAAAADwAAAGRycy9kb3ducmV2LnhtbESP3WoCMRSE7wu+QziCdzXrT1VWo4hgKyKIqw9w2Bw3&#10;i5uTZRN126c3hUIvh5n5hlmsWluJBzW+dKxg0E9AEOdOl1wouJy37zMQPiBrrByTgm/ysFp23haY&#10;avfkEz2yUIgIYZ+iAhNCnUrpc0MWfd/VxNG7usZiiLIppG7wGeG2ksMkmUiLJccFgzVtDOW37G4V&#10;cCK3x0Neafn5c5nuv0y2/7hnSvW67XoOIlAb/sN/7Z1WMJqMx/D7Jj4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eqs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b0T8cA&#10;AADdAAAADwAAAGRycy9kb3ducmV2LnhtbESPT2vCQBTE7wW/w/IEb3Vj/YONrlKtQvVmLIi3R/aZ&#10;BLNvQ3ar0U/fFQSPw8z8hpnOG1OKC9WusKyg141AEKdWF5wp+N2v38cgnEfWWFomBTdyMJ+13qYY&#10;a3vlHV0Sn4kAYRejgtz7KpbSpTkZdF1bEQfvZGuDPsg6k7rGa4CbUn5E0UgaLDgs5FjRMqf0nPwZ&#10;BcnpeNQLXg0246Fbbrf9++dh/a1Up918TUB4avwr/Gz/aAX90WAIjzfhCcj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m9E/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zj5cQA&#10;AADdAAAADwAAAGRycy9kb3ducmV2LnhtbESP3YrCMBSE7xd8h3AE79ZUK0WqUUQUvPBi/XmAQ3Ns&#10;qs1JbaLWt98IC3s5zMw3zHzZ2Vo8qfWVYwWjYQKCuHC64lLB+bT9noLwAVlj7ZgUvMnDctH7mmOu&#10;3YsP9DyGUkQI+xwVmBCaXEpfGLLoh64hjt7FtRZDlG0pdYuvCLe1HCdJJi1WHBcMNrQ2VNyOD6tg&#10;fF5d15efdH+9pwlvrOk2j4NRatDvVjMQgbrwH/5r77SCNJtk8HkTn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c4+X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MYDccA&#10;AADdAAAADwAAAGRycy9kb3ducmV2LnhtbESPT2sCMRTE7wW/Q3iF3mq2/u9qFC0IXgS1HurtuXnu&#10;Lm5e1iTVbT99Iwg9DjPzG2Yya0wlruR8aVnBWzsBQZxZXXKuYP+5fB2B8AFZY2WZFPyQh9m09TTB&#10;VNsbb+m6C7mIEPYpKihCqFMpfVaQQd+2NXH0TtYZDFG6XGqHtwg3lewkyUAaLDkuFFjTR0HZefdt&#10;FCzeR4vLpsfr3+3xQIev47nfcYlSL8/NfAwiUBP+w4/2SivoDnpDu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jGA3HAAAA3QAAAA8AAAAAAAAAAAAAAAAAmAIAAGRy&#10;cy9kb3ducmV2LnhtbFBLBQYAAAAABAAEAPUAAACM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4X/cIA&#10;AADdAAAADwAAAGRycy9kb3ducmV2LnhtbERPTYvCMBC9C/6HMMJeRNOuUqQaRURB9yJ1V/A4NGNb&#10;bCalibX++81hYY+P973a9KYWHbWusqwgnkYgiHOrKy4U/HwfJgsQziNrrC2Tgjc52KyHgxWm2r44&#10;o+7iCxFC2KWooPS+SaV0eUkG3dQ2xIG729agD7AtpG7xFcJNLT+jKJEGKw4NJTa0Kyl/XJ5GwZfM&#10;u/FpTvG56G6P/XlxNUkWK/Ux6rdLEJ56/y/+cx+1glkyD3P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Phf9wgAAAN0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vLD8YA&#10;AADdAAAADwAAAGRycy9kb3ducmV2LnhtbESPUWvCQBCE3wX/w7FC3/RSW0Wjp0hpoUKhVP0By92a&#10;hOb2Qm41aX99Tyj4OMzMN8x62/taXamNVWADj5MMFLENruLCwOn4Nl6AioLssA5MBn4ownYzHKwx&#10;d6HjL7oepFAJwjFHA6VIk2sdbUke4yQ0xMk7h9ajJNkW2rXYJbiv9TTL5tpjxWmhxIZeSrLfh4s3&#10;ML1YsX65//14Pcns89h02WyxM+Zh1O9WoIR6uYf/2+/OwNP8eQm3N+kJ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vLD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YL6MMA&#10;AADdAAAADwAAAGRycy9kb3ducmV2LnhtbERPy2oCMRTdF/yHcIXuaqaKIqNRSqlSYar42HR3Sa6T&#10;oZObYRJ1/HuzKLg8nPd82blaXKkNlWcF74MMBLH2puJSwem4epuCCBHZYO2ZFNwpwHLRe5ljbvyN&#10;93Q9xFKkEA45KrAxNrmUQVtyGAa+IU7c2bcOY4JtKU2LtxTuajnMsol0WHFqsNjQpyX9d7g4BXo9&#10;Kr42xa/Vl+Hup6y2u8Ltz0q99ruPGYhIXXyK/93fRsFoMk770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YL6MMAAADdAAAADwAAAAAAAAAAAAAAAACYAgAAZHJzL2Rv&#10;d25yZXYueG1sUEsFBgAAAAAEAAQA9QAAAIg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p4I8QA&#10;AADdAAAADwAAAGRycy9kb3ducmV2LnhtbESPQYvCMBSE7wv+h/AEb2taxSLVKCIIehF0FT0+mmdb&#10;bF5KE9u6v36zsLDHYWa+YZbr3lSipcaVlhXE4wgEcWZ1ybmCy9fucw7CeWSNlWVS8CYH69XgY4mp&#10;th2fqD37XAQIuxQVFN7XqZQuK8igG9uaOHgP2xj0QTa51A12AW4qOYmiRBosOSwUWNO2oOx5fhkF&#10;tfm+Xu6HYxvFN5zobsvdM2GlRsN+swDhqff/4b/2XiuYJrMYft+EJyB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6eCPEAAAA3Q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AsWsUA&#10;AADdAAAADwAAAGRycy9kb3ducmV2LnhtbESPQYvCMBSE7wv7H8ITvK2puop2jSILiidBK1Rvj+Zt&#10;W2xeShO17q83guBxmJlvmNmiNZW4UuNKywr6vQgEcWZ1ybmCQ7L6moBwHlljZZkU3MnBYv75McNY&#10;2xvv6Lr3uQgQdjEqKLyvYyldVpBB17M1cfD+bGPQB9nkUjd4C3BTyUEUjaXBksNCgTX9FpSd9xej&#10;4Ps4XSYpnf7P6dqmcpNs7XZ1UarbaZc/IDy1/h1+tTdawXA8GsD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UCxa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vNFsYA&#10;AADdAAAADwAAAGRycy9kb3ducmV2LnhtbESPQWvCQBSE7wX/w/IKvdVNDQaJriKWQqUgVAu9PrPP&#10;JCb7Nu5uNf57Vyh4HGbmG2a26E0rzuR8bVnB2zABQVxYXXOp4Gf38ToB4QOyxtYyKbiSh8V88DTD&#10;XNsLf9N5G0oRIexzVFCF0OVS+qIig35oO+LoHawzGKJ0pdQOLxFuWjlKkkwarDkuVNjRqqKi2f4Z&#10;Baf0vdm4/e9x/7WeXLOmOI3kOlPq5blfTkEE6sMj/N/+1ArSbJzC/U18AnJ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vNFsYAAADd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pXMgA&#10;AADdAAAADwAAAGRycy9kb3ducmV2LnhtbESPzWsCMRTE70L/h/AKvWm21q+uRqkFoZeCX4d6e26e&#10;u4ubl20Sddu/3giCx2FmfsNMZo2pxJmcLy0reO0kIIgzq0vOFWw3i/YIhA/IGivLpOCPPMymT60J&#10;ptpeeEXndchFhLBPUUERQp1K6bOCDPqOrYmjd7DOYIjS5VI7vES4qWQ3SQbSYMlxocCaPgvKjuuT&#10;UTB/H81/lz3+/l/td7T72R/7XZco9fLcfIxBBGrCI3xvf2kFb4NhH25v4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EelcyAAAAN0AAAAPAAAAAAAAAAAAAAAAAJgCAABk&#10;cnMvZG93bnJldi54bWxQSwUGAAAAAAQABAD1AAAAjQMAAAAA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RGMYA&#10;AADdAAAADwAAAGRycy9kb3ducmV2LnhtbESPUWvCMBSF3wf7D+EKexmazkGn1ShjbLCxQpn6A67N&#10;tS0mNyXJtP57Mxj4eDjnfIezXA/WiBP50DlW8DTJQBDXTnfcKNhtP8YzECEiazSOScGFAqxX93dL&#10;LLQ78w+dNrERCcKhQAVtjH0hZahbshgmridO3sF5izFJ30jt8Zzg1shpluXSYsdpocWe3lqqj5tf&#10;q+B9uvfVHr9NnW0bU35V5eO8KpV6GA2vCxCRhngL/7c/tYLn/CWH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yRGM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3jqcYA&#10;AADdAAAADwAAAGRycy9kb3ducmV2LnhtbESPQWvCQBSE74L/YXlCb3WjQmyjq6gQKAi1TXvo8TX7&#10;zAazb2N2q+m/7woFj8PMfMMs171txIU6XztWMBknIIhLp2uuFHx+5I9PIHxA1tg4JgW/5GG9Gg6W&#10;mGl35Xe6FKESEcI+QwUmhDaT0peGLPqxa4mjd3SdxRBlV0nd4TXCbSOnSZJKizXHBYMt7QyVp+LH&#10;KrASv76rNC9fN7P9Yf9cb9/OuVHqYdRvFiAC9eEe/m+/aAWzdD6H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3jqc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lang w:val="ru-RU"/>
        </w:rPr>
      </w:pP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lang w:val="ru-RU"/>
        </w:rPr>
      </w:pP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lang w:val="ru-RU"/>
        </w:rPr>
      </w:pP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lang w:val="ru-RU"/>
        </w:rPr>
      </w:pPr>
    </w:p>
    <w:p w:rsidR="0040379D" w:rsidRPr="006A1608" w:rsidRDefault="0040379D" w:rsidP="0040379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40379D" w:rsidRPr="006A1608" w:rsidRDefault="0040379D" w:rsidP="0040379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УКРАЇНА</w:t>
      </w:r>
    </w:p>
    <w:p w:rsidR="0040379D" w:rsidRPr="006A1608" w:rsidRDefault="0040379D" w:rsidP="0040379D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КРУПЕЦЬКА СІЛЬСЬКА РАДА</w:t>
      </w:r>
    </w:p>
    <w:p w:rsidR="0040379D" w:rsidRPr="006A1608" w:rsidRDefault="0040379D" w:rsidP="0040379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СЛАВУТСЬКОГО РАЙОНУ</w:t>
      </w:r>
    </w:p>
    <w:p w:rsidR="0040379D" w:rsidRPr="006A1608" w:rsidRDefault="0040379D" w:rsidP="0040379D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ХМЕЛЬНИЦЬКОЇ ОБЛАСТІ</w:t>
      </w: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lang w:val="ru-RU"/>
        </w:rPr>
      </w:pPr>
      <w:r w:rsidRPr="006A1608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478" o:spid="_x0000_s1026" style="position:absolute;margin-left:219.6pt;margin-top:717.8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DGukl6TXgAABlXBAAOAAAAAAAAAAAAAAAAAC4CAABkcnMvZTJvRG9jLnhtbFBLAQItABQABgAI&#10;AAAAIQDfzpAw4gAAAA0BAAAPAAAAAAAAAAAAAAAAAKd6AABkcnMvZG93bnJldi54bWxQSwUGAAAA&#10;AAQABADzAAAAtn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379D" w:rsidRPr="0059239A" w:rsidRDefault="0040379D" w:rsidP="0040379D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40379D" w:rsidRDefault="0040379D" w:rsidP="0040379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40379D" w:rsidRPr="004573CE" w:rsidRDefault="0040379D" w:rsidP="0040379D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40379D" w:rsidRPr="004573CE" w:rsidRDefault="0040379D" w:rsidP="0040379D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</w:t>
      </w:r>
      <w:r w:rsidRPr="00753453">
        <w:rPr>
          <w:rFonts w:ascii="Times New Roman" w:hAnsi="Times New Roman"/>
          <w:sz w:val="24"/>
          <w:lang w:val="ru-RU"/>
        </w:rPr>
        <w:t>3</w:t>
      </w:r>
      <w:r>
        <w:rPr>
          <w:rFonts w:ascii="Times New Roman" w:hAnsi="Times New Roman"/>
          <w:sz w:val="24"/>
        </w:rPr>
        <w:t>.09.2020р                                                                                                                            №</w:t>
      </w:r>
    </w:p>
    <w:p w:rsidR="0040379D" w:rsidRDefault="0040379D" w:rsidP="0040379D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40379D" w:rsidRDefault="0040379D" w:rsidP="0040379D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40379D" w:rsidRPr="006A1608" w:rsidRDefault="0040379D" w:rsidP="0040379D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40379D" w:rsidRPr="003A3C86" w:rsidRDefault="0040379D" w:rsidP="0040379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Про надання дозволу на розробку </w:t>
      </w:r>
    </w:p>
    <w:p w:rsidR="0040379D" w:rsidRPr="003A3C86" w:rsidRDefault="0040379D" w:rsidP="0040379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технічної документації із землеустрою </w:t>
      </w:r>
    </w:p>
    <w:p w:rsidR="0040379D" w:rsidRPr="003A3C86" w:rsidRDefault="0040379D" w:rsidP="0040379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щодо встановлення (відновлення) меж </w:t>
      </w:r>
    </w:p>
    <w:p w:rsidR="0040379D" w:rsidRPr="003A3C86" w:rsidRDefault="0040379D" w:rsidP="0040379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>земельної ділянки в натурі (на місцевості)</w:t>
      </w:r>
    </w:p>
    <w:p w:rsidR="0040379D" w:rsidRPr="003A3C86" w:rsidRDefault="0040379D" w:rsidP="0040379D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ТОВ «Акріс Агро»</w:t>
      </w:r>
    </w:p>
    <w:p w:rsidR="0040379D" w:rsidRPr="003A3C86" w:rsidRDefault="0040379D" w:rsidP="0040379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40379D" w:rsidRPr="003A3C86" w:rsidRDefault="0040379D" w:rsidP="0040379D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40379D" w:rsidRPr="003A3C86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  <w:lang w:val="ru-RU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клопотання  ТОВ «Акріс Агро»</w:t>
      </w:r>
      <w:r w:rsidRPr="003A3C86">
        <w:rPr>
          <w:rFonts w:ascii="Times New Roman" w:hAnsi="Times New Roman"/>
          <w:sz w:val="24"/>
        </w:rPr>
        <w:t xml:space="preserve">,  </w:t>
      </w:r>
      <w:r w:rsidRPr="003A3C86">
        <w:rPr>
          <w:rFonts w:ascii="Times New Roman" w:hAnsi="Times New Roman"/>
          <w:sz w:val="24"/>
          <w:lang w:val="ru-RU"/>
        </w:rPr>
        <w:t xml:space="preserve"> сільська рада</w:t>
      </w:r>
    </w:p>
    <w:p w:rsidR="0040379D" w:rsidRPr="003A3C86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  <w:lang w:val="ru-RU"/>
        </w:rPr>
        <w:t>ВИРІШИЛА:</w:t>
      </w:r>
    </w:p>
    <w:p w:rsidR="0040379D" w:rsidRPr="003A3C86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40379D" w:rsidRPr="003A3C86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A3C86">
        <w:rPr>
          <w:rFonts w:ascii="Times New Roman" w:hAnsi="Times New Roman"/>
          <w:sz w:val="24"/>
          <w:lang w:val="ru-RU"/>
        </w:rPr>
        <w:t xml:space="preserve">        1.Надати </w:t>
      </w:r>
      <w:r w:rsidRPr="003A3C86">
        <w:rPr>
          <w:rFonts w:ascii="Times New Roman" w:hAnsi="Times New Roman"/>
          <w:sz w:val="24"/>
        </w:rPr>
        <w:t xml:space="preserve">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</w:t>
      </w:r>
      <w:r>
        <w:rPr>
          <w:rFonts w:ascii="Times New Roman" w:hAnsi="Times New Roman"/>
          <w:sz w:val="24"/>
        </w:rPr>
        <w:t xml:space="preserve"> орієнтовною площею  4,70га,</w:t>
      </w:r>
      <w:r w:rsidRPr="003A3C86">
        <w:rPr>
          <w:rFonts w:ascii="Times New Roman" w:hAnsi="Times New Roman"/>
          <w:sz w:val="24"/>
        </w:rPr>
        <w:t xml:space="preserve"> які розташовані на території Крупецької сільської ради за межами населен</w:t>
      </w:r>
      <w:r>
        <w:rPr>
          <w:rFonts w:ascii="Times New Roman" w:hAnsi="Times New Roman"/>
          <w:sz w:val="24"/>
        </w:rPr>
        <w:t>ого пункту села  Полянь</w:t>
      </w:r>
      <w:r w:rsidRPr="003A3C86">
        <w:rPr>
          <w:rFonts w:ascii="Times New Roman" w:hAnsi="Times New Roman"/>
          <w:sz w:val="24"/>
        </w:rPr>
        <w:t xml:space="preserve">. </w:t>
      </w:r>
    </w:p>
    <w:p w:rsidR="0040379D" w:rsidRPr="003A3C86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</w:rPr>
        <w:t xml:space="preserve">        </w:t>
      </w:r>
      <w:r w:rsidRPr="003A3C86">
        <w:rPr>
          <w:rFonts w:ascii="Times New Roman" w:hAnsi="Times New Roman"/>
          <w:sz w:val="24"/>
          <w:lang w:val="ru-RU"/>
        </w:rPr>
        <w:t>2.ТОВ</w:t>
      </w:r>
      <w:r w:rsidRPr="003A3C86">
        <w:rPr>
          <w:rFonts w:ascii="Times New Roman" w:hAnsi="Times New Roman"/>
          <w:sz w:val="24"/>
        </w:rPr>
        <w:t xml:space="preserve"> «Акріс Агро»</w:t>
      </w:r>
      <w:r w:rsidRPr="003A3C86">
        <w:rPr>
          <w:rFonts w:ascii="Times New Roman" w:hAnsi="Times New Roman"/>
          <w:sz w:val="24"/>
          <w:lang w:val="ru-RU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0379D" w:rsidRPr="003A3C86" w:rsidRDefault="0040379D" w:rsidP="004037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3A3C86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379D" w:rsidRPr="006A1608" w:rsidRDefault="0040379D" w:rsidP="0040379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40379D" w:rsidRPr="006A1608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40379D" w:rsidRPr="006A1608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82D9A" w:rsidRPr="0040379D" w:rsidRDefault="0040379D" w:rsidP="0040379D">
      <w:pPr>
        <w:spacing w:after="0" w:line="240" w:lineRule="auto"/>
        <w:jc w:val="both"/>
        <w:rPr>
          <w:rFonts w:ascii="Times New Roman" w:hAnsi="Times New Roman"/>
          <w:sz w:val="24"/>
          <w:lang w:val="en-US"/>
        </w:rPr>
      </w:pPr>
      <w:r w:rsidRPr="006A1608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                 В.А.Михалюк </w:t>
      </w:r>
    </w:p>
    <w:sectPr w:rsidR="00882D9A" w:rsidRPr="004037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9D"/>
    <w:rsid w:val="00171A2E"/>
    <w:rsid w:val="00304C90"/>
    <w:rsid w:val="0040379D"/>
    <w:rsid w:val="00505B6D"/>
    <w:rsid w:val="006D3977"/>
    <w:rsid w:val="007D6C18"/>
    <w:rsid w:val="00882D9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9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79D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2020-09-17T15:15:00Z</dcterms:created>
  <dcterms:modified xsi:type="dcterms:W3CDTF">2020-09-17T15:15:00Z</dcterms:modified>
</cp:coreProperties>
</file>