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4CB8" w:rsidRPr="00CB71B2" w:rsidRDefault="003D4CB8" w:rsidP="003D4CB8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3D4CB8" w:rsidRPr="00CB71B2" w:rsidRDefault="003D4CB8" w:rsidP="003D4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3D4CB8" w:rsidRPr="00CB71B2" w:rsidRDefault="003D4CB8" w:rsidP="003D4C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4CB8" w:rsidRDefault="003D4CB8" w:rsidP="003D4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D4CB8" w:rsidRDefault="003D4CB8" w:rsidP="003D4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D4CB8" w:rsidRPr="00CB71B2" w:rsidRDefault="003D4CB8" w:rsidP="003D4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CB8" w:rsidRPr="00CB71B2" w:rsidRDefault="003D4CB8" w:rsidP="003D4CB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CB8" w:rsidRPr="00CB71B2" w:rsidRDefault="003D4CB8" w:rsidP="003D4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CB8" w:rsidRPr="00CB71B2" w:rsidRDefault="003D4CB8" w:rsidP="003D4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D4CB8" w:rsidRPr="00CB71B2" w:rsidRDefault="003D4CB8" w:rsidP="003D4CB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D4CB8" w:rsidRPr="00CB71B2" w:rsidRDefault="003D4CB8" w:rsidP="003D4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D4CB8" w:rsidRPr="00CB71B2" w:rsidRDefault="003D4CB8" w:rsidP="003D4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D4CB8" w:rsidRPr="00CB71B2" w:rsidRDefault="003D4CB8" w:rsidP="003D4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CB8" w:rsidRPr="00CB71B2" w:rsidRDefault="003D4CB8" w:rsidP="003D4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D4CB8" w:rsidRPr="00CB71B2" w:rsidRDefault="003D4CB8" w:rsidP="003D4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D4CB8" w:rsidRPr="00CB71B2" w:rsidRDefault="003D4CB8" w:rsidP="003D4CB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D4CB8" w:rsidRPr="00CB71B2" w:rsidRDefault="003D4CB8" w:rsidP="003D4C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4CB8" w:rsidRPr="00CB71B2" w:rsidRDefault="003D4CB8" w:rsidP="003D4C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22.04.2021 року                                            Крупець                                                 №___</w:t>
      </w:r>
    </w:p>
    <w:p w:rsidR="003D4CB8" w:rsidRPr="00CB71B2" w:rsidRDefault="003D4CB8" w:rsidP="003D4CB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D4CB8" w:rsidRPr="00CB71B2" w:rsidRDefault="003D4CB8" w:rsidP="003D4CB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D4CB8" w:rsidRPr="00CB71B2" w:rsidRDefault="003D4CB8" w:rsidP="003D4C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D4CB8" w:rsidRPr="00CB71B2" w:rsidRDefault="003D4CB8" w:rsidP="003D4CB8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D4CB8" w:rsidRPr="00CB71B2" w:rsidRDefault="003D4CB8" w:rsidP="003D4CB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Пляцко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К.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b/>
          <w:sz w:val="24"/>
          <w:szCs w:val="24"/>
        </w:rPr>
        <w:t>А.</w:t>
      </w:r>
    </w:p>
    <w:p w:rsidR="003D4CB8" w:rsidRPr="00CB71B2" w:rsidRDefault="003D4CB8" w:rsidP="003D4C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CB8" w:rsidRPr="00CB71B2" w:rsidRDefault="003D4CB8" w:rsidP="003D4C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CB8" w:rsidRPr="00CB71B2" w:rsidRDefault="003D4CB8" w:rsidP="003D4C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Пляцка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К.А.,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D4CB8" w:rsidRPr="00CB71B2" w:rsidRDefault="003D4CB8" w:rsidP="003D4C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D4CB8" w:rsidRPr="00CB71B2" w:rsidRDefault="003D4CB8" w:rsidP="003D4C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D4CB8" w:rsidRPr="00CB71B2" w:rsidRDefault="003D4CB8" w:rsidP="003D4CB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Пляцку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Костянтину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Антовичу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будівництва  та обслуговування житлового будинку, господарських будівель і споруд, площею  0,2500га,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, вулиця Заріччя, 1.</w:t>
      </w:r>
    </w:p>
    <w:p w:rsidR="003D4CB8" w:rsidRPr="00CB71B2" w:rsidRDefault="003D4CB8" w:rsidP="003D4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Пляцку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Костянтину Антоновичу, </w:t>
      </w:r>
      <w:r w:rsidRPr="00CB71B2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3C2A9C">
        <w:rPr>
          <w:rFonts w:ascii="Times New Roman" w:eastAsia="Calibri" w:hAnsi="Times New Roman" w:cs="Times New Roman"/>
          <w:sz w:val="24"/>
        </w:rPr>
        <w:t>_____________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 </w:t>
      </w:r>
      <w:r w:rsidRPr="00CD0898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ідентифікаційний номер </w:t>
      </w:r>
      <w:r w:rsidR="003C2A9C">
        <w:rPr>
          <w:rFonts w:ascii="Times New Roman" w:eastAsia="Arial Unicode MS" w:hAnsi="Times New Roman" w:cs="Times New Roman"/>
          <w:sz w:val="24"/>
          <w:szCs w:val="24"/>
          <w:lang w:eastAsia="uk-UA"/>
        </w:rPr>
        <w:t>___________</w:t>
      </w:r>
      <w:bookmarkStart w:id="0" w:name="_GoBack"/>
      <w:bookmarkEnd w:id="0"/>
      <w:r w:rsidRPr="00CD0898">
        <w:rPr>
          <w:rFonts w:ascii="Times New Roman" w:eastAsia="Arial Unicode MS" w:hAnsi="Times New Roman" w:cs="Times New Roman"/>
          <w:sz w:val="24"/>
          <w:szCs w:val="24"/>
          <w:lang w:eastAsia="uk-UA"/>
        </w:rPr>
        <w:t>,</w:t>
      </w:r>
      <w:r w:rsidRPr="00CD08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у власність земельну ділянку, площею 0,2500 га, кадастровий номер: 6823984000:01:011:0060, для будівництва  та обслуговування житлового будинку, господарських будівель і споруд, яка розташована Хмельницька область, (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) Шепетівський район,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, вулиця Заріччя, 1.</w:t>
      </w:r>
    </w:p>
    <w:p w:rsidR="003D4CB8" w:rsidRPr="00CB71B2" w:rsidRDefault="003D4CB8" w:rsidP="003D4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Пляцку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К.А.,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3D4CB8" w:rsidRPr="00CB71B2" w:rsidRDefault="003D4CB8" w:rsidP="003D4CB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D4CB8" w:rsidRPr="00CB71B2" w:rsidRDefault="003D4CB8" w:rsidP="003D4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776B4" w:rsidRPr="003D4CB8" w:rsidRDefault="003D4CB8" w:rsidP="003D4CB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1776B4" w:rsidRPr="003D4CB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CB8"/>
    <w:rsid w:val="00171A2E"/>
    <w:rsid w:val="001776B4"/>
    <w:rsid w:val="00304C90"/>
    <w:rsid w:val="003C2A9C"/>
    <w:rsid w:val="003D4CB8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C9BA3"/>
  <w15:docId w15:val="{FA6FD89C-57B1-4826-9B9A-50BC3C170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4CB8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280</Words>
  <Characters>1598</Characters>
  <Application>Microsoft Office Word</Application>
  <DocSecurity>0</DocSecurity>
  <Lines>13</Lines>
  <Paragraphs>3</Paragraphs>
  <ScaleCrop>false</ScaleCrop>
  <Company>Microsoft</Company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2021-04-14T11:50:00Z</dcterms:created>
  <dcterms:modified xsi:type="dcterms:W3CDTF">2021-04-15T05:07:00Z</dcterms:modified>
</cp:coreProperties>
</file>