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F1" w:rsidRDefault="00CB38F1" w:rsidP="00CB38F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8F1" w:rsidRDefault="00CB38F1" w:rsidP="00CB38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CbfgAArHsAAEBZBAAOAAAAAAAAAAAAAAAAAC4CAABkcnMvZTJvRG9jLnhtbFBLAQIt&#10;ABQABgAIAAAAIQCyHUyb4AAAAAoBAAAPAAAAAAAAAAAAAAAAAAZ+AABkcnMvZG93bnJldi54bWxQ&#10;SwUGAAAAAAQABADzAAAAE38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B38F1" w:rsidRDefault="00CB38F1" w:rsidP="00CB38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B38F1" w:rsidRDefault="00CB38F1" w:rsidP="00CB38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38F1" w:rsidRDefault="00CB38F1" w:rsidP="00CB38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38F1" w:rsidRDefault="00CB38F1" w:rsidP="00CB38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38F1" w:rsidRDefault="00CB38F1" w:rsidP="00CB38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38F1" w:rsidRDefault="00CB38F1" w:rsidP="00CB38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B38F1" w:rsidRDefault="00CB38F1" w:rsidP="00CB38F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B38F1" w:rsidRDefault="00CB38F1" w:rsidP="00CB38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B38F1" w:rsidRDefault="00CB38F1" w:rsidP="00CB38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B38F1" w:rsidRDefault="00CB38F1" w:rsidP="00CB38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38F1" w:rsidRDefault="00CB38F1" w:rsidP="00CB38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B38F1" w:rsidRDefault="00CB38F1" w:rsidP="00CB38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38F1" w:rsidRDefault="00CB38F1" w:rsidP="00CB38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B38F1" w:rsidRDefault="00CB38F1" w:rsidP="00CB38F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B38F1" w:rsidRDefault="00CB38F1" w:rsidP="00CB38F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№56</w:t>
      </w:r>
    </w:p>
    <w:p w:rsidR="00CB38F1" w:rsidRPr="00D02183" w:rsidRDefault="00CB38F1" w:rsidP="00CB38F1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CB38F1" w:rsidRPr="00D02183" w:rsidRDefault="00CB38F1" w:rsidP="00CB38F1">
      <w:pPr>
        <w:spacing w:after="0"/>
        <w:rPr>
          <w:rFonts w:ascii="Times New Roman" w:hAnsi="Times New Roman"/>
          <w:b/>
          <w:sz w:val="24"/>
          <w:lang w:val="ru-RU"/>
        </w:rPr>
      </w:pPr>
      <w:r w:rsidRPr="00D02183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</w:p>
    <w:p w:rsidR="00CB38F1" w:rsidRPr="00D02183" w:rsidRDefault="00CB38F1" w:rsidP="00CB38F1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>
        <w:rPr>
          <w:rFonts w:ascii="Times New Roman" w:hAnsi="Times New Roman"/>
          <w:b/>
          <w:sz w:val="24"/>
          <w:lang w:val="ru-RU"/>
        </w:rPr>
        <w:t>т</w:t>
      </w:r>
      <w:r w:rsidRPr="00D02183">
        <w:rPr>
          <w:rFonts w:ascii="Times New Roman" w:hAnsi="Times New Roman"/>
          <w:b/>
          <w:sz w:val="24"/>
          <w:lang w:val="ru-RU"/>
        </w:rPr>
        <w:t>ехнічної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із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</w:p>
    <w:p w:rsidR="00CB38F1" w:rsidRPr="00D02183" w:rsidRDefault="00CB38F1" w:rsidP="00CB38F1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щодо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CB38F1" w:rsidRPr="00D02183" w:rsidRDefault="00CB38F1" w:rsidP="00CB38F1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місцевості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>)</w:t>
      </w:r>
    </w:p>
    <w:p w:rsidR="00CB38F1" w:rsidRPr="00D02183" w:rsidRDefault="00CB38F1" w:rsidP="00CB38F1">
      <w:pPr>
        <w:spacing w:after="0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</w:rPr>
        <w:t>Голик О.П.</w:t>
      </w:r>
    </w:p>
    <w:p w:rsidR="00CB38F1" w:rsidRPr="00D02183" w:rsidRDefault="00CB38F1" w:rsidP="00CB38F1">
      <w:pPr>
        <w:spacing w:after="0"/>
        <w:rPr>
          <w:rFonts w:ascii="Times New Roman" w:hAnsi="Times New Roman"/>
          <w:b/>
          <w:sz w:val="24"/>
          <w:lang w:val="ru-RU"/>
        </w:rPr>
      </w:pPr>
    </w:p>
    <w:p w:rsidR="00CB38F1" w:rsidRPr="00D02183" w:rsidRDefault="00CB38F1" w:rsidP="00CB38F1">
      <w:pPr>
        <w:spacing w:after="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D02183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1 статті</w:t>
      </w:r>
      <w:proofErr w:type="gramStart"/>
      <w:r w:rsidRPr="00D02183">
        <w:rPr>
          <w:rFonts w:ascii="Times New Roman" w:hAnsi="Times New Roman"/>
          <w:sz w:val="24"/>
          <w:lang w:val="ru-RU"/>
        </w:rPr>
        <w:t xml:space="preserve">26, 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proofErr w:type="gramEnd"/>
      <w:r w:rsidRPr="00D02183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місцеве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D02183">
        <w:rPr>
          <w:rFonts w:ascii="Times New Roman" w:hAnsi="Times New Roman"/>
          <w:sz w:val="24"/>
          <w:lang w:val="ru-RU"/>
        </w:rPr>
        <w:t>розглянувши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>Голик О.П.</w:t>
      </w:r>
      <w:r w:rsidRPr="00D02183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рада</w:t>
      </w:r>
    </w:p>
    <w:p w:rsidR="00CB38F1" w:rsidRPr="00D02183" w:rsidRDefault="00CB38F1" w:rsidP="00CB38F1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>ВИРІШИЛА:</w:t>
      </w:r>
    </w:p>
    <w:p w:rsidR="00CB38F1" w:rsidRPr="00D02183" w:rsidRDefault="00CB38F1" w:rsidP="00CB38F1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1.Надати</w:t>
      </w:r>
      <w:r>
        <w:rPr>
          <w:rFonts w:ascii="Times New Roman" w:hAnsi="Times New Roman"/>
          <w:sz w:val="24"/>
          <w:lang w:val="ru-RU"/>
        </w:rPr>
        <w:t xml:space="preserve"> Голик </w:t>
      </w:r>
      <w:proofErr w:type="spellStart"/>
      <w:r>
        <w:rPr>
          <w:rFonts w:ascii="Times New Roman" w:hAnsi="Times New Roman"/>
          <w:sz w:val="24"/>
          <w:lang w:val="ru-RU"/>
        </w:rPr>
        <w:t>Ользі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Пилипівні</w:t>
      </w:r>
      <w:proofErr w:type="spellEnd"/>
      <w:r>
        <w:rPr>
          <w:rFonts w:ascii="Times New Roman" w:hAnsi="Times New Roman"/>
          <w:sz w:val="24"/>
        </w:rPr>
        <w:t xml:space="preserve">, 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CE6AD0">
        <w:rPr>
          <w:rFonts w:ascii="Times New Roman" w:hAnsi="Times New Roman"/>
          <w:sz w:val="24"/>
        </w:rPr>
        <w:t>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</w:t>
      </w:r>
      <w:r>
        <w:rPr>
          <w:rFonts w:ascii="Times New Roman" w:hAnsi="Times New Roman"/>
          <w:sz w:val="24"/>
        </w:rPr>
        <w:t>25</w:t>
      </w:r>
      <w:r w:rsidRPr="00D02183">
        <w:rPr>
          <w:rFonts w:ascii="Times New Roman" w:hAnsi="Times New Roman"/>
          <w:sz w:val="24"/>
        </w:rPr>
        <w:t xml:space="preserve">00 </w:t>
      </w:r>
      <w:proofErr w:type="gramStart"/>
      <w:r w:rsidRPr="00D02183">
        <w:rPr>
          <w:rFonts w:ascii="Times New Roman" w:hAnsi="Times New Roman"/>
          <w:sz w:val="24"/>
        </w:rPr>
        <w:t>га,  для</w:t>
      </w:r>
      <w:proofErr w:type="gramEnd"/>
      <w:r w:rsidRPr="00D02183">
        <w:rPr>
          <w:rFonts w:ascii="Times New Roman" w:hAnsi="Times New Roman"/>
          <w:sz w:val="24"/>
        </w:rPr>
        <w:t xml:space="preserve"> будівництва та обслуговування  житлового будинку, господарських будівель і споруд (присадибна ділянка), земельна</w:t>
      </w:r>
      <w:r>
        <w:rPr>
          <w:rFonts w:ascii="Times New Roman" w:hAnsi="Times New Roman"/>
          <w:sz w:val="24"/>
        </w:rPr>
        <w:t xml:space="preserve"> ділянка  розташована в с. </w:t>
      </w:r>
      <w:proofErr w:type="spellStart"/>
      <w:r>
        <w:rPr>
          <w:rFonts w:ascii="Times New Roman" w:hAnsi="Times New Roman"/>
          <w:sz w:val="24"/>
        </w:rPr>
        <w:t>Колом’є</w:t>
      </w:r>
      <w:proofErr w:type="spellEnd"/>
      <w:r>
        <w:rPr>
          <w:rFonts w:ascii="Times New Roman" w:hAnsi="Times New Roman"/>
          <w:sz w:val="24"/>
        </w:rPr>
        <w:t>, по вул. Миру, 26</w:t>
      </w:r>
      <w:r w:rsidRPr="00D02183">
        <w:rPr>
          <w:rFonts w:ascii="Times New Roman" w:hAnsi="Times New Roman"/>
          <w:sz w:val="24"/>
        </w:rPr>
        <w:t>.</w:t>
      </w:r>
    </w:p>
    <w:p w:rsidR="00CB38F1" w:rsidRDefault="00CB38F1" w:rsidP="00CB38F1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 Голик О.П.</w:t>
      </w:r>
      <w:r w:rsidRPr="00E33128">
        <w:rPr>
          <w:rFonts w:ascii="Times New Roman" w:hAnsi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CB38F1" w:rsidRPr="00F443C5" w:rsidRDefault="00CB38F1" w:rsidP="00CB38F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CB38F1" w:rsidRPr="00D02183" w:rsidRDefault="00CB38F1" w:rsidP="00CB38F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B38F1" w:rsidRPr="00D02183" w:rsidRDefault="00CB38F1" w:rsidP="00CB38F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CB38F1" w:rsidRPr="00F443C5" w:rsidRDefault="00CB38F1" w:rsidP="00CB38F1">
      <w:pPr>
        <w:spacing w:after="0"/>
        <w:jc w:val="both"/>
        <w:rPr>
          <w:rFonts w:ascii="Times New Roman" w:hAnsi="Times New Roman"/>
          <w:sz w:val="24"/>
        </w:rPr>
      </w:pPr>
    </w:p>
    <w:p w:rsidR="00CB38F1" w:rsidRPr="00F443C5" w:rsidRDefault="00CB38F1" w:rsidP="00CB38F1">
      <w:pPr>
        <w:spacing w:after="0"/>
        <w:jc w:val="both"/>
        <w:rPr>
          <w:rFonts w:ascii="Times New Roman" w:hAnsi="Times New Roman"/>
          <w:sz w:val="24"/>
        </w:rPr>
      </w:pPr>
    </w:p>
    <w:p w:rsidR="00CB38F1" w:rsidRPr="00F443C5" w:rsidRDefault="00CB38F1" w:rsidP="00CB38F1">
      <w:pPr>
        <w:spacing w:after="0"/>
        <w:jc w:val="both"/>
        <w:rPr>
          <w:rFonts w:ascii="Times New Roman" w:hAnsi="Times New Roman"/>
          <w:sz w:val="24"/>
        </w:rPr>
      </w:pPr>
    </w:p>
    <w:p w:rsidR="00CB38F1" w:rsidRPr="00F443C5" w:rsidRDefault="00CB38F1" w:rsidP="00CB38F1">
      <w:pPr>
        <w:spacing w:after="0"/>
        <w:jc w:val="both"/>
        <w:rPr>
          <w:rFonts w:ascii="Times New Roman" w:hAnsi="Times New Roman"/>
          <w:sz w:val="24"/>
        </w:rPr>
      </w:pPr>
      <w:r w:rsidRPr="00F443C5">
        <w:rPr>
          <w:rFonts w:ascii="Times New Roman" w:hAnsi="Times New Roman"/>
          <w:sz w:val="24"/>
        </w:rPr>
        <w:t xml:space="preserve">Сільський  голова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Валерій МИХАЛЮК</w:t>
      </w:r>
    </w:p>
    <w:p w:rsidR="00912F92" w:rsidRPr="00CB38F1" w:rsidRDefault="00912F92" w:rsidP="00CB38F1"/>
    <w:sectPr w:rsidR="00912F92" w:rsidRPr="00CB38F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8F1"/>
    <w:rsid w:val="00171A2E"/>
    <w:rsid w:val="00304C90"/>
    <w:rsid w:val="00505B6D"/>
    <w:rsid w:val="006D3977"/>
    <w:rsid w:val="007D6C18"/>
    <w:rsid w:val="00912F92"/>
    <w:rsid w:val="00CB38F1"/>
    <w:rsid w:val="00CE6AD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35AF9"/>
  <w15:docId w15:val="{D616E11E-A447-4DA8-A991-9D9371234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8F1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CB38F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B38F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CB38F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2</Pages>
  <Words>258</Words>
  <Characters>1471</Characters>
  <Application>Microsoft Office Word</Application>
  <DocSecurity>0</DocSecurity>
  <Lines>12</Lines>
  <Paragraphs>3</Paragraphs>
  <ScaleCrop>false</ScaleCrop>
  <Company>Microsoft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2021-04-28T11:58:00Z</dcterms:created>
  <dcterms:modified xsi:type="dcterms:W3CDTF">2021-04-28T13:15:00Z</dcterms:modified>
</cp:coreProperties>
</file>