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CE" w:rsidRDefault="000B03CE" w:rsidP="000B03C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CE" w:rsidRDefault="000B03CE" w:rsidP="000B03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B03CE" w:rsidRDefault="000B03CE" w:rsidP="000B03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B03CE" w:rsidRDefault="000B03CE" w:rsidP="000B0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03CE" w:rsidRDefault="000B03CE" w:rsidP="000B0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03CE" w:rsidRDefault="000B03CE" w:rsidP="000B0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03CE" w:rsidRDefault="000B03CE" w:rsidP="000B0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03CE" w:rsidRDefault="000B03CE" w:rsidP="000B0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B03CE" w:rsidRDefault="000B03CE" w:rsidP="000B03C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B03CE" w:rsidRDefault="000B03CE" w:rsidP="000B0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B03CE" w:rsidRDefault="000B03CE" w:rsidP="000B0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B03CE" w:rsidRDefault="000B03CE" w:rsidP="000B0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03CE" w:rsidRDefault="000B03CE" w:rsidP="000B0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B03CE" w:rsidRDefault="000B03CE" w:rsidP="000B0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03CE" w:rsidRDefault="000B03CE" w:rsidP="000B03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B03CE" w:rsidRDefault="000B03CE" w:rsidP="000B03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B03CE" w:rsidRDefault="000B03CE" w:rsidP="000B03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№92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0B03CE" w:rsidRPr="002C7821" w:rsidRDefault="000B03CE" w:rsidP="000B03C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B03CE" w:rsidRPr="002C7821" w:rsidRDefault="000B03CE" w:rsidP="000B03C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0B03CE" w:rsidRPr="002C7821" w:rsidRDefault="000B03CE" w:rsidP="000B03C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відведення земельної ділянки зі </w:t>
      </w:r>
    </w:p>
    <w:p w:rsidR="000B03CE" w:rsidRPr="002C7821" w:rsidRDefault="000B03CE" w:rsidP="000B03C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 цільового призначення   та</w:t>
      </w:r>
    </w:p>
    <w:p w:rsidR="000B03CE" w:rsidRDefault="000B03CE" w:rsidP="000B03C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  <w:proofErr w:type="spellStart"/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Ковба</w:t>
      </w:r>
      <w:proofErr w:type="spellEnd"/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О.М.</w:t>
      </w:r>
    </w:p>
    <w:p w:rsidR="000B03CE" w:rsidRPr="002C7821" w:rsidRDefault="000B03CE" w:rsidP="000B0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03CE" w:rsidRPr="002C7821" w:rsidRDefault="000B03CE" w:rsidP="000B0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2C7821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20,</w:t>
      </w:r>
      <w:r w:rsidRPr="002C7821">
        <w:rPr>
          <w:rFonts w:ascii="Times New Roman" w:eastAsia="Times New Roman" w:hAnsi="Times New Roman" w:cs="Times New Roman"/>
          <w:sz w:val="24"/>
          <w:lang w:eastAsia="en-US"/>
        </w:rPr>
        <w:t xml:space="preserve">  118 та 121 Земельного кодексу України, Закону України «Про землеустрій»,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Ковби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О.М.,  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0B03CE" w:rsidRPr="002C7821" w:rsidRDefault="000B03CE" w:rsidP="000B0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0B03CE" w:rsidRPr="002C7821" w:rsidRDefault="000B03CE" w:rsidP="000B03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зі зміною цільового призначення із земель сільськогосподарського призначення </w:t>
      </w:r>
      <w:r w:rsidRPr="002C7821">
        <w:rPr>
          <w:rFonts w:ascii="Times New Roman" w:eastAsia="Calibri" w:hAnsi="Times New Roman" w:cs="Times New Roman"/>
          <w:lang w:eastAsia="en-US"/>
        </w:rPr>
        <w:t>(для індивідуального садівництва)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(01.05), в землі житлової та громадської забудови,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будівництва і обслуговування житлового будинку, господарських будівель і споруд (присадибна ділянка) (02.01),  площею 0,0726 га, яка розташована у </w:t>
      </w:r>
      <w:proofErr w:type="spellStart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с.Комарівка</w:t>
      </w:r>
      <w:proofErr w:type="spellEnd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вул. Лісова, Шепетівського (</w:t>
      </w:r>
      <w:proofErr w:type="spellStart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) району Хмельницької області.</w:t>
      </w:r>
    </w:p>
    <w:p w:rsidR="000B03CE" w:rsidRPr="002C7821" w:rsidRDefault="000B03CE" w:rsidP="000B03C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Миколайовичу, 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2760B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42760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2760B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 площею 0,0726 га, кадастровий номер: 6823986800:03:006:0033,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будівництва і обслуговування житлового будинку, господарських будівель і споруд (присадибна ділянка), яка розташована у </w:t>
      </w:r>
      <w:proofErr w:type="spellStart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с.Комарівка</w:t>
      </w:r>
      <w:proofErr w:type="spellEnd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вул. Лісова, Шепетівського (</w:t>
      </w:r>
      <w:proofErr w:type="spellStart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) району Хмельницької області.</w:t>
      </w:r>
    </w:p>
    <w:p w:rsidR="000B03CE" w:rsidRPr="002C7821" w:rsidRDefault="000B03CE" w:rsidP="000B03C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3.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О.М., 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0B03CE" w:rsidRPr="003739A4" w:rsidRDefault="000B03CE" w:rsidP="000B03C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B03CE" w:rsidRPr="002C7821" w:rsidRDefault="000B03CE" w:rsidP="000B03C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B03CE" w:rsidRDefault="000B03CE" w:rsidP="000B03C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25A84" w:rsidRDefault="00125A84"/>
    <w:sectPr w:rsidR="00125A8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CE"/>
    <w:rsid w:val="000B03CE"/>
    <w:rsid w:val="00125A84"/>
    <w:rsid w:val="0042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C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B03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B03C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B03C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C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B03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B03C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B03C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7</TotalTime>
  <Pages>1</Pages>
  <Words>317</Words>
  <Characters>1812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2021-07-07T06:57:00Z</dcterms:created>
  <dcterms:modified xsi:type="dcterms:W3CDTF">2021-07-07T08:47:00Z</dcterms:modified>
</cp:coreProperties>
</file>