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85C" w:rsidRPr="0063686B" w:rsidRDefault="00DB585C" w:rsidP="00DB58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905" r="8890" b="381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B585C" w:rsidRDefault="00DB585C" w:rsidP="00DB585C"/>
    <w:p w:rsidR="00DB585C" w:rsidRDefault="00DB585C" w:rsidP="00DB585C"/>
    <w:p w:rsidR="00DB585C" w:rsidRDefault="00DB585C" w:rsidP="00DB58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B585C" w:rsidRDefault="00DB585C" w:rsidP="00DB58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B585C" w:rsidRDefault="00DB585C" w:rsidP="00DB58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B585C" w:rsidRDefault="00DB585C" w:rsidP="00DB58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B585C" w:rsidRDefault="00DB585C" w:rsidP="00DB58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585C" w:rsidRDefault="00DB585C" w:rsidP="00DB585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B585C" w:rsidRDefault="00DB585C" w:rsidP="00DB58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B585C" w:rsidRDefault="00DB585C" w:rsidP="00DB58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B585C" w:rsidRPr="007256E4" w:rsidRDefault="00DB585C" w:rsidP="00DB58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DB585C" w:rsidRPr="00025A8C" w:rsidRDefault="00DB585C" w:rsidP="00DB585C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B585C" w:rsidRPr="00025A8C" w:rsidRDefault="00DB585C" w:rsidP="00DB58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025A8C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025A8C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DB585C" w:rsidRPr="00025A8C" w:rsidRDefault="00DB585C" w:rsidP="00DB58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№8 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30.03.2020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25A8C">
        <w:rPr>
          <w:rFonts w:ascii="Times New Roman" w:hAnsi="Times New Roman" w:cs="Times New Roman"/>
          <w:b/>
          <w:sz w:val="24"/>
          <w:szCs w:val="24"/>
        </w:rPr>
        <w:t xml:space="preserve">року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B585C" w:rsidRPr="00025A8C" w:rsidRDefault="00DB585C" w:rsidP="00DB585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 w:rsidRPr="00025A8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025A8C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DB585C" w:rsidRPr="00025A8C" w:rsidRDefault="00DB585C" w:rsidP="00DB58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585C" w:rsidRPr="00025A8C" w:rsidRDefault="00DB585C" w:rsidP="00DB58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25A8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Дацьків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Н.В., Черняка Г.А.,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DB585C" w:rsidRPr="00025A8C" w:rsidRDefault="00DB585C" w:rsidP="00DB58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>ВИРІШИЛА:</w:t>
      </w:r>
    </w:p>
    <w:p w:rsidR="00DB585C" w:rsidRPr="00025A8C" w:rsidRDefault="00DB585C" w:rsidP="00DB58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1. Внести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№8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30.03.2020 року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025A8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25A8C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)  меж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Дацьків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Н.В., Черняк Г.А.» та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словами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виклавши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п.1, 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Затвердити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Дацьків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Наталії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</w:t>
      </w:r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ідентифікаційний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</w:t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</w:t>
      </w:r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Черняку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Григорію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ідентифікаційний</w:t>
      </w:r>
      <w:proofErr w:type="spellEnd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</w:t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r w:rsidR="00BE20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noBreakHyphen/>
      </w:r>
      <w:bookmarkStart w:id="0" w:name="_GoBack"/>
      <w:bookmarkEnd w:id="0"/>
      <w:r w:rsidRPr="00025A8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)  меж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), та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спільну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часткову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номер: 6823984000:01:014:0020), для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Лесі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Українки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>, 9.</w:t>
      </w:r>
    </w:p>
    <w:p w:rsidR="00DB585C" w:rsidRDefault="00DB585C" w:rsidP="00DB585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2. Контроль за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A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середови</w:t>
      </w:r>
      <w:r>
        <w:rPr>
          <w:rFonts w:ascii="Times New Roman" w:hAnsi="Times New Roman" w:cs="Times New Roman"/>
          <w:sz w:val="24"/>
          <w:szCs w:val="24"/>
        </w:rPr>
        <w:t>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</w:t>
      </w:r>
    </w:p>
    <w:p w:rsidR="00DB585C" w:rsidRPr="00DB585C" w:rsidRDefault="00DB585C" w:rsidP="00DB585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20F40" w:rsidRPr="00DB585C" w:rsidRDefault="00DB585C" w:rsidP="00DB585C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              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20F40" w:rsidRPr="00DB585C" w:rsidSect="00DB585C">
      <w:pgSz w:w="12240" w:h="15840"/>
      <w:pgMar w:top="993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85C"/>
    <w:rsid w:val="00171A2E"/>
    <w:rsid w:val="00304C90"/>
    <w:rsid w:val="00320F40"/>
    <w:rsid w:val="00505B6D"/>
    <w:rsid w:val="006D3977"/>
    <w:rsid w:val="007D6C18"/>
    <w:rsid w:val="00BE2058"/>
    <w:rsid w:val="00D1641A"/>
    <w:rsid w:val="00DB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308</Words>
  <Characters>1761</Characters>
  <Application>Microsoft Office Word</Application>
  <DocSecurity>0</DocSecurity>
  <Lines>14</Lines>
  <Paragraphs>4</Paragraphs>
  <ScaleCrop>false</ScaleCrop>
  <Company>Microsoft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2020-05-20T14:13:00Z</dcterms:created>
  <dcterms:modified xsi:type="dcterms:W3CDTF">2020-05-20T14:22:00Z</dcterms:modified>
</cp:coreProperties>
</file>