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FEC" w:rsidRPr="00D815F3" w:rsidRDefault="00BA4FEC" w:rsidP="00BA4FE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A4FEC" w:rsidRPr="001869AA" w:rsidRDefault="00BA4FEC" w:rsidP="00BA4FE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916" name="Группа 9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9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5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4mKlAFN4AABAWQQADgAAAAAAAAAAAAAAAAAuAgAAZHJzL2Uyb0RvYy54bWxQSwECLQAUAAYA&#10;CAAAACEAntNkbd0AAAAGAQAADwAAAAAAAAAAAAAAAACtegAAZHJzL2Rvd25yZXYueG1sUEsFBgAA&#10;AAAEAAQA8wAAALd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74lsEA&#10;AADd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umN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++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eo6sUA&#10;AADdAAAADwAAAGRycy9kb3ducmV2LnhtbERPy2oCMRTdF/oP4RbciGbswjqjUYowfbgQfIDby+R2&#10;Mu3kZkiiTv16syh0eTjvxaq3rbiQD41jBZNxBoK4crrhWsHxUI5mIEJE1tg6JgW/FGC1fHxYYKHd&#10;lXd02cdapBAOBSowMXaFlKEyZDGMXUecuC/nLcYEfS21x2sKt618zrKptNhwajDY0dpQ9bM/WwXf&#10;5dac1i+3Nz/Md3Qblpv39nOq1OCpf52DiNTHf/Gf+0MryPNJ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6j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vDsQA&#10;AADdAAAADwAAAGRycy9kb3ducmV2LnhtbESPy2rDMBBF94X+g5hCNiWW00KJXcshhCaUbEIeHzBY&#10;Y8vUGhlLiZ2/jwqFLi/3cbjFarKduNHgW8cKFkkKgrhyuuVGweW8nS9B+ICssXNMCu7kYVU+PxWY&#10;azfykW6n0Ig4wj5HBSaEPpfSV4Ys+sT1xNGr3WAxRDk0Ug84xnHbybc0/ZAWW44Egz1tDFU/p6uN&#10;kMM7Hvb1eN7uJhzxa2/4dX1UavYyrT9BBJrCf/iv/a0VZNkig9838QnI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b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QEMYA&#10;AADd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rhdlX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TQE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OgK8MA&#10;AADdAAAADwAAAGRycy9kb3ducmV2LnhtbESP3YrCMBCF74V9hzAL3oimqyhajSLLuog3xZ8HGJqx&#10;KTaT0mRtffuNIHh5OD8fZ7XpbCXu1PjSsYKvUQKCOHe65ELB5bwbzkH4gKyxckwKHuRhs/7orTDV&#10;ruUj3U+hEHGEfYoKTAh1KqXPDVn0I1cTR+/qGoshyqaQusE2jttKjpNkJi2WHAkGa/o2lN9OfzZC&#10;sglmh2t73v122OLPwfBge1Sq/9ltlyACdeEdfrX3WsFiPp7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Og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r/MYA&#10;AADdAAAADwAAAGRycy9kb3ducmV2LnhtbESPQUvDQBSE70L/w/IEb3Zj0Fhjt6VUhSJ4sAri7ZF9&#10;TYLZt8vus4n/visIHoeZ+YZZric3qCPF1Hs2cDUvQBE33vbcGnh/e7pcgEqCbHHwTAZ+KMF6NTtb&#10;Ym39yK903EurMoRTjQY6kVBrnZqOHKa5D8TZO/joULKMrbYRxwx3gy6LotIOe84LHQbadtR87b+d&#10;gZfxMTzfVjeH8BmvS50erHxsxZiL82lzD0pokv/wX3tnDdwtyg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rr/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uGccA&#10;AADdAAAADwAAAGRycy9kb3ducmV2LnhtbESPQWsCMRSE7wX/Q3hCL1KzVdra1ShVCAoWSm2h18fm&#10;ubu4eVmS1F3/vSkIPQ4z8w2zWPW2EWfyoXas4HGcgSAunKm5VPD9pR9mIEJENtg4JgUXCrBaDu4W&#10;mBvX8SedD7EUCcIhRwVVjG0uZSgqshjGriVO3tF5izFJX0rjsUtw28hJlj1LizWnhQpb2lRUnA6/&#10;VsH6oyunflSse7c/bn+etDb6XSt1P+zf5iAi9fE/fGvvjILX2eQF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G7h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gLsEA&#10;AADdAAAADwAAAGRycy9kb3ducmV2LnhtbERP3WrCMBS+F3yHcITdzXRljtoZRTYKMrzx5wEOzVnT&#10;2ZyUJNb69suF4OXH97/ajLYTA/nQOlbwNs9AENdOt9woOJ+q1wJEiMgaO8ek4E4BNuvpZIWldjc+&#10;0HCMjUghHEpUYGLsSylDbchimLueOHG/zluMCfpGao+3FG47mWfZh7TYcmow2NOXofpyvFoF1U++&#10;Hy5X7Su3Hd8tLcxf8W2UepmN208Qkcb4FD/cO61gWeR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hIC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f8MYA&#10;AADdAAAADwAAAGRycy9kb3ducmV2LnhtbESPQWsCMRSE74L/IbxCL6VmVSq6NYoKwUIFqS30+tg8&#10;d5duXpYkddd/bwoFj8PMfMMs171txIV8qB0rGI8yEMSFMzWXCr4+9fMcRIjIBhvHpOBKAdar4WCJ&#10;uXEdf9DlFEuRIBxyVFDF2OZShqIii2HkWuLknZ23GJP0pTQeuwS3jZxk2UxarDktVNjSrqLi5/Rr&#10;FWyPXTn1T8W2d+/n/feL1kYftFKPD/3mFUSkPt7D/+03o2Axnyzg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Xf8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669c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In9P+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uvX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FSMQA&#10;AADdAAAADwAAAGRycy9kb3ducmV2LnhtbESP0WrCQBRE34X+w3ILvukm1YhN3YQiKObR2A+4ZG+T&#10;YPZumt2a+PduoeDjMDNnmF0+mU7caHCtZQXxMgJBXFndcq3g63JYbEE4j6yxs0wK7uQgz15mO0y1&#10;HflMt9LXIkDYpaig8b5PpXRVQwbd0vbEwfu2g0Ef5FBLPeAY4KaTb1G0kQZbDgsN9rRvqLqWv0bB&#10;+j4ef8rkGh20obhY9QX7KlFq/jp9foDwNPln+L990gret6sY/t6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HBU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CI8UA&#10;AADdAAAADwAAAGRycy9kb3ducmV2LnhtbESPQWvCQBSE70L/w/IKvenGFMSkbkQqltJTG2PPj+xL&#10;Nph9G7Krxn/fLRR6HGbmG2aznWwvrjT6zrGC5SIBQVw73XGroDoe5msQPiBr7B2Tgjt52BYPsw3m&#10;2t34i65laEWEsM9RgQlhyKX0tSGLfuEG4ug1brQYohxbqUe8RbjtZZokK2mx47hgcKBXQ/W5vFgF&#10;l9V3WnHzoT/L/f0t2x92Xp5apZ4ep90LiEBT+A//td+1gmz9nML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4I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Yv8gA&#10;AADdAAAADwAAAGRycy9kb3ducmV2LnhtbESPT2vCQBTE74V+h+UVequbGgkxdRUtFNSDUv8cenvN&#10;viap2bdpdtX47V2h4HGYmd8wo0lnanGi1lWWFbz2IhDEudUVFwp224+XFITzyBpry6TgQg4m48eH&#10;EWbanvmTThtfiABhl6GC0vsmk9LlJRl0PdsQB+/HtgZ9kG0hdYvnADe17EdRIg1WHBZKbOi9pPyw&#10;ORoF+3WaDNezxeB3ufrG2Oi/L10lSj0/ddM3EJ46fw//t+dawTCNY7i9CU9Aj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KFi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COMYA&#10;AADdAAAADwAAAGRycy9kb3ducmV2LnhtbESPQWvCQBSE7wX/w/IEb3VjFImpa7CVpqUntYVeH9ln&#10;Esy+Ddmtif31rlDocZiZb5h1NphGXKhztWUFs2kEgriwuuZSwdfn62MCwnlkjY1lUnAlB9lm9LDG&#10;VNueD3Q5+lIECLsUFVTet6mUrqjIoJvaljh4J9sZ9EF2pdQd9gFuGhlH0VIarDksVNjSS0XF+fhj&#10;FPwuv3Hv3uLn3Vx7ui6S3H7sc6Um42H7BMLT4P/Df+13rWCVzBdwfxOe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kCO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0G8UA&#10;AADdAAAADwAAAGRycy9kb3ducmV2LnhtbESPUWvCMBSF3wf+h3CFva3pnI7aGUXEwd42O3/Apbmm&#10;weamNplWf/0yGPh4OOd8h7NYDa4VZ+qD9azgOctBENdeWzYK9t/vTwWIEJE1tp5JwZUCrJajhwWW&#10;2l94R+cqGpEgHEpU0MTYlVKGuiGHIfMdcfIOvncYk+yN1D1eEty1cpLnr9Kh5bTQYEebhupj9eMU&#10;nPxkpodqi5/H7fzLGjM93XZTpR7Hw/oNRKQh3sP/7Q+tYF68zO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fQ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7gBMUA&#10;AADdAAAADwAAAGRycy9kb3ducmV2LnhtbESPwW7CMBBE70j8g7WVuBWnRU1DwKCChMQV2kOPi70k&#10;gXgdYgOhX4+RKnEczcwbzXTe2VpcqPWVYwVvwwQEsXam4kLBz/fqNQPhA7LB2jEpuJGH+azfm2Ju&#10;3JU3dNmGQkQI+xwVlCE0uZRel2TRD11DHL29ay2GKNtCmhavEW5r+Z4kqbRYcVwosaFlSfq4PVsF&#10;62pHH6nej2220Jvfv1MYfR6MUoOX7msCIlAXnuH/9tooGGejF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uA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2a8IA&#10;AADdAAAADwAAAGRycy9kb3ducmV2LnhtbERPXWvCMBR9H/gfwhV8m+kUNq1NRQXBsU2YE329NHdN&#10;sbkpTaz13y+DwR7PNydb9rYWHbW+cqzgaZyAIC6crrhUcPzaPs5A+ICssXZMCu7kYZkPHjJMtbvx&#10;J3WHUIpYwj5FBSaEJpXSF4Ys+rFriKP27VqLIcK2lLrFWyy3tZwkybO0WHFcMNjQxlBxOVytgg73&#10;9+Rs1h/z1+q9mOzXpzcdeTUa9qsFiEB9+Df/pXdawXw2fYH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+cecIA&#10;AADdAAAADwAAAGRycy9kb3ducmV2LnhtbERPPU/DMBDdkfofrKvERp0GCZVQt6oqFTFC6MB4xNc4&#10;bXwX2aYJ/Ho8IDE+ve/1dvK9ulKInbCB5aIARdyI7bg1cHw/3K1AxYRssRcmA98UYbuZ3ayxsjLy&#10;G13r1KocwrFCAy6lodI6No48xoUMxJk7SfCYMgyttgHHHO57XRbFg/bYcW5wONDeUXOpv7yB8bn5&#10;PJenD+t+wiCH+lXOZS/G3M6n3ROoRFP6F/+5X6yBx9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5x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/RccA&#10;AADdAAAADwAAAGRycy9kb3ducmV2LnhtbESP3WoCMRSE7wt9h3AK3tWsFnTdGsX6AyKVotX7081x&#10;d9vkZNmkur59IxS8HGbmG2Y8ba0RZ2p85VhBr5uAIM6drrhQcPhcPacgfEDWaByTgit5mE4eH8aY&#10;aXfhHZ33oRARwj5DBWUIdSalz0uy6LuuJo7eyTUWQ5RNIXWDlwi3RvaTZCAtVhwXSqxpXlL+s/+1&#10;ClYfC/Pd3+5mRxnmy+GXSTdvi3elOk/t7BVEoDbcw//ttVYwSl9G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Yf0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NoHMMA&#10;AADdAAAADwAAAGRycy9kb3ducmV2LnhtbERPy2rCQBTdF/yH4QpuSp34Kml0FBFEBQVf0O01c02C&#10;mTshM8b07zuLQpeH854tWlOKhmpXWFYw6EcgiFOrC84UXC/rjxiE88gaS8uk4IccLOadtxkm2r74&#10;RM3ZZyKEsEtQQe59lUjp0pwMur6tiAN3t7VBH2CdSV3jK4SbUg6j6FMaLDg05FjRKqf0cX4aBc1x&#10;f8u2jat2j/jdTUa3zeagv5XqddvlFISn1v+L/9xbreArHof94U14An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NoH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6xTscA&#10;AADdAAAADwAAAGRycy9kb3ducmV2LnhtbESPT2sCMRTE7wW/Q3iCt5pVbFlXo2hB8FKofw56e26e&#10;u4ubl20SdfXTN4VCj8PM/IaZzltTixs5X1lWMOgnIIhzqysuFOx3q9cUhA/IGmvLpOBBHuazzssU&#10;M23vvKHbNhQiQthnqKAMocmk9HlJBn3fNsTRO1tnMETpCqkd3iPc1HKYJO/SYMVxocSGPkrKL9ur&#10;UbAcp8vvrxF/PjenIx0Pp8vb0CVK9brtYgIiUBv+w3/ttVYwTkcD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usU7HAAAA3QAAAA8AAAAAAAAAAAAAAAAAmAIAAGRy&#10;cy9kb3ducmV2LnhtbFBLBQYAAAAABAAEAPUAAACMAwAAAAA=&#10;" fillcolor="black" stroked="f"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sN8gA&#10;AADdAAAADwAAAGRycy9kb3ducmV2LnhtbESPQWvCQBSE70L/w/KE3nRjaCVNXaW2FoTag7aHHl+z&#10;r8mS7NuQXTX6612h4HGYmW+Y2aK3jThQ541jBZNxAoK4cNpwqeD7632UgfABWWPjmBScyMNifjeY&#10;Ya7dkbd02IVSRAj7HBVUIbS5lL6oyKIfu5Y4en+usxii7EqpOzxGuG1kmiRTadFwXKiwpdeKinq3&#10;twp+PqYm2xpKfzfn5UpvHuvl51ut1P2wf3kGEagPt/B/e60VPGU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lew3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3GcYA&#10;AADdAAAADwAAAGRycy9kb3ducmV2LnhtbESPQWsCMRSE7wX/Q3hCbzVrW8p2axSxFL30ULX0+tg8&#10;N+tuXrZJ1NVfb4RCj8PMfMNMZr1txZF8qB0rGI8yEMSl0zVXCrabj4ccRIjIGlvHpOBMAWbTwd0E&#10;C+1O/EXHdaxEgnAoUIGJsSukDKUhi2HkOuLk7Zy3GJP0ldQeTwluW/mYZS/SYs1pwWBHC0Nlsz5Y&#10;BX7+895c+PDdZJfPc1ju+98cjVL3w37+BiJSH//Df+2VVvCaPz/B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x3G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K38UA&#10;AADdAAAADwAAAGRycy9kb3ducmV2LnhtbESPUWsCMRCE3wX/Q1ihL1JzFal6NUopFApKQesPWC/r&#10;3dFkc1y2evbXG0HwcZiZb5jFqvNOnaiNdWADL6MMFHERbM2lgf3P5/MMVBRkiy4wGbhQhNWy31tg&#10;bsOZt3TaSakShGOOBiqRJtc6FhV5jKPQECfvGFqPkmRbatviOcG90+Mse9Uea04LFTb0UVHxu/vz&#10;Btz44ObradzIZa832b+X7fDbGvM06N7fQAl18gjf21/WwHw2mcDtTXoC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Urf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gAMYA&#10;AADdAAAADwAAAGRycy9kb3ducmV2LnhtbESPQWsCMRSE74X+h/AK3mq2YovdGqUqwl566Kp4fW6e&#10;m8XkZdlEXfvrm0LB4zAz3zDTee+suFAXGs8KXoYZCOLK64ZrBdvN+nkCIkRkjdYzKbhRgPns8WGK&#10;ufZX/qZLGWuRIBxyVGBibHMpQ2XIYRj6ljh5R985jEl2tdQdXhPcWTnKsjfpsOG0YLClpaHqVJ6d&#10;glXZ2tG2MIuw330dDrb4WdN+pdTgqf/8ABGpj/fwf7vQCt4n41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HgA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xxsUA&#10;AADdAAAADwAAAGRycy9kb3ducmV2LnhtbESPzWrDMBCE74W8g9hCb43UUpzEsRxCaSCQU/NzyG2R&#10;NrZba2UsNXbfvgoUchxm5humWI2uFVfqQ+NZw8tUgSA23jZcaTgeNs9zECEiW2w9k4ZfCrAqJw8F&#10;5tYP/EnXfaxEgnDIUUMdY5dLGUxNDsPUd8TJu/jeYUyyr6TtcUhw18pXpTLpsOG0UGNH7zWZ7/2P&#10;0/C1kTtvFJrT8TRs7ez8kVGrtH56HNdLEJHGeA//t7dWw2L+ls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DH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2c8YA&#10;AADdAAAADwAAAGRycy9kb3ducmV2LnhtbESPQWvCQBSE7wX/w/KE3upGWzRGV7GFQql4qIp4fGaf&#10;SUj2bdhdNf33XUHocZiZb5j5sjONuJLzlWUFw0ECgji3uuJCwX73+ZKC8AFZY2OZFPySh+Wi9zTH&#10;TNsb/9B1GwoRIewzVFCG0GZS+rwkg35gW+Lona0zGKJ0hdQObxFuGjlKkrE0WHFcKLGlj5Lyensx&#10;Co6XNZ83r98r9x4Ottv5enRKa6We+91qBiJQF/7Dj/aXVjBN3yZw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E2c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Y08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5ukk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BjTxQAAAN0AAAAPAAAAAAAAAAAAAAAAAJgCAABkcnMv&#10;ZG93bnJldi54bWxQSwUGAAAAAAQABAD1AAAAigMAAAAA&#10;" fillcolor="black" stroked="f"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RHScUA&#10;AADdAAAADwAAAGRycy9kb3ducmV2LnhtbESPQUsDMRSE70L/Q3gFbzZrFWm3TctSKIqnbVW8vm5e&#10;N4ublyWJ6frvjSD0OMzMN8x6O9peJPKhc6zgflaAIG6c7rhV8P62v1uACBFZY++YFPxQgO1mcrPG&#10;UrsLHygdYysyhEOJCkyMQyllaAxZDDM3EGfv7LzFmKVvpfZ4yXDby3lRPEmLHecFgwPtDDVfx2+r&#10;IJ12dfWQPpM5vPqq9a5+/jjVSt1Ox2oFItIYr+H/9otWsFw8L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Ed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Y+8MA&#10;AADdAAAADwAAAGRycy9kb3ducmV2LnhtbERPz2vCMBS+D/wfwhO8zbSCotVYhqi4XbZVwR0fzVtT&#10;1ryUJtZuf/1yGOz48f3e5INtRE+drx0rSKcJCOLS6ZorBZfz4XEJwgdkjY1jUvBNHvLt6GGDmXZ3&#10;fqe+CJWIIewzVGBCaDMpfWnIop+6ljhyn66zGCLsKqk7vMdw28hZkiykxZpjg8GWdobKr+JmFfh0&#10;t7++2J9V/3E0/Fo8m8VbZZSajIenNYhAQ/gX/7lPWsFqOY/745v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CY+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4FEC" w:rsidRPr="00D815F3" w:rsidRDefault="00BA4FEC" w:rsidP="00BA4F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A4FEC" w:rsidRPr="001869AA" w:rsidRDefault="00BA4FEC" w:rsidP="00BA4F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4FEC" w:rsidRPr="001869AA" w:rsidRDefault="00BA4FEC" w:rsidP="00BA4F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4FEC" w:rsidRPr="001869AA" w:rsidRDefault="00BA4FEC" w:rsidP="00BA4FE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4FEC" w:rsidRPr="00D815F3" w:rsidRDefault="00BA4FEC" w:rsidP="00BA4F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A4FEC" w:rsidRPr="001869AA" w:rsidRDefault="00BA4FEC" w:rsidP="00BA4F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A4FEC" w:rsidRPr="001869AA" w:rsidRDefault="00BA4FEC" w:rsidP="00BA4FE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A4FEC" w:rsidRPr="001869AA" w:rsidRDefault="00BA4FEC" w:rsidP="00BA4F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A4FEC" w:rsidRPr="001869AA" w:rsidRDefault="00BA4FEC" w:rsidP="00BA4FE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A4FEC" w:rsidRPr="001869AA" w:rsidRDefault="00BA4FEC" w:rsidP="00BA4FEC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FEC" w:rsidRDefault="00BA4FEC" w:rsidP="00BA4F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85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l/n0Wm52AAARWQQADgAAAAAAAAAA&#10;AAAAAAAuAgAAZHJzL2Uyb0RvYy54bWxQSwECLQAUAAYACAAAACEA386QMOIAAAANAQAADwAAAAAA&#10;AAAAAAAAAADIeAAAZHJzL2Rvd25yZXYueG1sUEsFBgAAAAAEAAQA8wAAANd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4FEC" w:rsidRDefault="00BA4FEC" w:rsidP="00BA4F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A4FEC" w:rsidRDefault="00BA4FEC" w:rsidP="00BA4FEC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A4FEC" w:rsidRPr="001869AA" w:rsidRDefault="00BA4FEC" w:rsidP="00BA4F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4FEC" w:rsidRDefault="00BA4FEC" w:rsidP="00BA4FEC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A4FEC" w:rsidRPr="001869AA" w:rsidRDefault="00BA4FEC" w:rsidP="00BA4FEC">
      <w:pPr>
        <w:spacing w:after="0" w:line="240" w:lineRule="auto"/>
        <w:jc w:val="center"/>
        <w:rPr>
          <w:rFonts w:ascii="Times New Roman" w:hAnsi="Times New Roman"/>
        </w:rPr>
      </w:pPr>
    </w:p>
    <w:p w:rsidR="00BA4FEC" w:rsidRPr="00312454" w:rsidRDefault="00BA4FEC" w:rsidP="00BA4FE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A4FEC" w:rsidRPr="00A31AA4" w:rsidRDefault="00BA4FEC" w:rsidP="00BA4F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A4FEC" w:rsidRPr="00A31AA4" w:rsidRDefault="00BA4FEC" w:rsidP="00BA4FE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BA4FEC" w:rsidRPr="00A31AA4" w:rsidRDefault="00BA4FEC" w:rsidP="00BA4FE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BA4FEC" w:rsidRPr="00243225" w:rsidRDefault="00BA4FEC" w:rsidP="00BA4F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Красномовець Н.В.</w:t>
      </w:r>
    </w:p>
    <w:p w:rsidR="00BA4FEC" w:rsidRPr="00A31AA4" w:rsidRDefault="00BA4FEC" w:rsidP="00BA4F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4FEC" w:rsidRPr="00A31AA4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 Красномовець Н.В.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BA4FEC" w:rsidRPr="00A31AA4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A4FEC" w:rsidRPr="00A31AA4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4FEC" w:rsidRPr="00A31AA4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Красномовець Наталії Володимирівні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BA4FEC" w:rsidRDefault="00BA4FEC" w:rsidP="00BA4FEC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 Красномовець Наталії Володимирівні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ка зареєстрована за адресою: </w:t>
      </w:r>
      <w:r w:rsidR="009C6BC9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9C6BC9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2,0000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кадастровий номер: 6823984000:0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3:012:0207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BA4FEC" w:rsidRPr="00A31AA4" w:rsidRDefault="00BA4FEC" w:rsidP="00BA4FE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Красномовець Н.В.,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A4FEC" w:rsidRPr="00A31AA4" w:rsidRDefault="00BA4FEC" w:rsidP="00BA4FE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BA4FEC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4FEC" w:rsidRPr="00A31AA4" w:rsidRDefault="00BA4FEC" w:rsidP="00BA4F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A4FEC" w:rsidRDefault="00BA4FEC" w:rsidP="00BA4F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DC4687" w:rsidRDefault="00DC4687"/>
    <w:sectPr w:rsidR="00DC46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EC"/>
    <w:rsid w:val="00171A2E"/>
    <w:rsid w:val="00304C90"/>
    <w:rsid w:val="00505B6D"/>
    <w:rsid w:val="006D3977"/>
    <w:rsid w:val="007D6C18"/>
    <w:rsid w:val="009C6BC9"/>
    <w:rsid w:val="00BA4FEC"/>
    <w:rsid w:val="00D1641A"/>
    <w:rsid w:val="00DC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E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E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333</Words>
  <Characters>1902</Characters>
  <Application>Microsoft Office Word</Application>
  <DocSecurity>0</DocSecurity>
  <Lines>15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2020-11-17T15:21:00Z</dcterms:created>
  <dcterms:modified xsi:type="dcterms:W3CDTF">2020-11-18T06:46:00Z</dcterms:modified>
</cp:coreProperties>
</file>