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4F" w:rsidRPr="000A4F3E" w:rsidRDefault="00436E4F" w:rsidP="00436E4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6E4F" w:rsidRDefault="00436E4F" w:rsidP="00436E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6E4F" w:rsidRDefault="00436E4F" w:rsidP="00436E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6E4F" w:rsidRPr="000A4F3E" w:rsidRDefault="00436E4F" w:rsidP="00436E4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36E4F" w:rsidRPr="000A4F3E" w:rsidRDefault="00436E4F" w:rsidP="00436E4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6E4F" w:rsidRPr="000A4F3E" w:rsidRDefault="00436E4F" w:rsidP="00436E4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№14</w:t>
      </w:r>
    </w:p>
    <w:p w:rsidR="00436E4F" w:rsidRPr="00A14027" w:rsidRDefault="00436E4F" w:rsidP="00436E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36E4F" w:rsidRPr="00A14027" w:rsidRDefault="00436E4F" w:rsidP="00436E4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</w:p>
    <w:p w:rsidR="00436E4F" w:rsidRPr="00A14027" w:rsidRDefault="00436E4F" w:rsidP="00436E4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відведення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та</w:t>
      </w:r>
    </w:p>
    <w:p w:rsidR="00436E4F" w:rsidRDefault="00436E4F" w:rsidP="00436E4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передачі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її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у </w:t>
      </w:r>
      <w:proofErr w:type="spellStart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>власність</w:t>
      </w:r>
      <w:proofErr w:type="spellEnd"/>
      <w:r w:rsidRPr="00A14027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Н.В.</w:t>
      </w:r>
    </w:p>
    <w:p w:rsidR="00436E4F" w:rsidRPr="00A14027" w:rsidRDefault="00436E4F" w:rsidP="00436E4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6E4F" w:rsidRPr="00A14027" w:rsidRDefault="00436E4F" w:rsidP="00436E4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 34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прав на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В.,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436E4F" w:rsidRPr="00A14027" w:rsidRDefault="00436E4F" w:rsidP="00436E4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36E4F" w:rsidRPr="00A14027" w:rsidRDefault="00436E4F" w:rsidP="00436E4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відведення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A14027">
        <w:rPr>
          <w:rFonts w:ascii="Times New Roman" w:eastAsia="Arial Unicode MS" w:hAnsi="Times New Roman"/>
          <w:sz w:val="24"/>
          <w:szCs w:val="24"/>
        </w:rPr>
        <w:t xml:space="preserve">для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ведення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особистого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селянського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sz w:val="24"/>
          <w:szCs w:val="24"/>
        </w:rPr>
        <w:t>господарства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0,0756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га, яка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Колом’є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>.</w:t>
      </w:r>
    </w:p>
    <w:p w:rsidR="00436E4F" w:rsidRPr="00A14027" w:rsidRDefault="00436E4F" w:rsidP="00436E4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Наталії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Василівні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C853CD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_______________</w:t>
      </w:r>
      <w:r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паспорт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серія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C853CD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__________________</w:t>
      </w:r>
      <w:bookmarkStart w:id="0" w:name="_GoBack"/>
      <w:bookmarkEnd w:id="0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0,0756 га,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00:02:0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02:0022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A14027">
        <w:rPr>
          <w:rFonts w:ascii="Times New Roman" w:eastAsia="Arial Unicode MS" w:hAnsi="Times New Roman"/>
          <w:sz w:val="24"/>
          <w:szCs w:val="24"/>
        </w:rPr>
        <w:t>,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.</w:t>
      </w:r>
      <w:proofErr w:type="gramEnd"/>
    </w:p>
    <w:p w:rsidR="00436E4F" w:rsidRPr="00A14027" w:rsidRDefault="00436E4F" w:rsidP="00436E4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Гурзель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Н.В.</w:t>
      </w: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якій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передана</w:t>
      </w:r>
      <w:proofErr w:type="gram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земельна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в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порядку.</w:t>
      </w:r>
    </w:p>
    <w:p w:rsidR="00436E4F" w:rsidRPr="00A14027" w:rsidRDefault="00436E4F" w:rsidP="00436E4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4. Контроль за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436E4F" w:rsidRPr="00A14027" w:rsidRDefault="00436E4F" w:rsidP="00436E4F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70ED" w:rsidRPr="00436E4F" w:rsidRDefault="00436E4F" w:rsidP="00436E4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A14027">
        <w:rPr>
          <w:rFonts w:ascii="Times New Roman" w:eastAsia="Arial Unicode MS" w:hAnsi="Times New Roman"/>
          <w:color w:val="000000"/>
          <w:sz w:val="24"/>
          <w:szCs w:val="24"/>
        </w:rPr>
        <w:t xml:space="preserve"> голова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8470ED" w:rsidRPr="00436E4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E4F"/>
    <w:rsid w:val="00171A2E"/>
    <w:rsid w:val="00304C90"/>
    <w:rsid w:val="00436E4F"/>
    <w:rsid w:val="00505B6D"/>
    <w:rsid w:val="006D3977"/>
    <w:rsid w:val="007D6C18"/>
    <w:rsid w:val="008470ED"/>
    <w:rsid w:val="00C853C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2020-09-01T13:36:00Z</dcterms:created>
  <dcterms:modified xsi:type="dcterms:W3CDTF">2020-09-01T15:24:00Z</dcterms:modified>
</cp:coreProperties>
</file>