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87B" w:rsidRPr="00E04900" w:rsidRDefault="0053387B" w:rsidP="0053387B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7B" w:rsidRDefault="0053387B" w:rsidP="005338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3387B" w:rsidRDefault="0053387B" w:rsidP="005338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3387B" w:rsidRDefault="0053387B" w:rsidP="005338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387B" w:rsidRDefault="0053387B" w:rsidP="005338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387B" w:rsidRDefault="0053387B" w:rsidP="005338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387B" w:rsidRDefault="0053387B" w:rsidP="005338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387B" w:rsidRDefault="0053387B" w:rsidP="005338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3387B" w:rsidRDefault="0053387B" w:rsidP="0053387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3387B" w:rsidRDefault="0053387B" w:rsidP="005338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3387B" w:rsidRDefault="0053387B" w:rsidP="005338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3387B" w:rsidRDefault="0053387B" w:rsidP="005338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387B" w:rsidRDefault="0053387B" w:rsidP="005338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3387B" w:rsidRDefault="0053387B" w:rsidP="005338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387B" w:rsidRDefault="0053387B" w:rsidP="005338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53387B" w:rsidRDefault="0053387B" w:rsidP="0053387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3387B" w:rsidRDefault="0053387B" w:rsidP="0053387B">
      <w:p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23.09.2020 року                                            Крупець                                                       №1</w:t>
      </w:r>
    </w:p>
    <w:p w:rsidR="0053387B" w:rsidRDefault="0053387B" w:rsidP="0053387B">
      <w:p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87B" w:rsidRPr="00563D91" w:rsidRDefault="0053387B" w:rsidP="0053387B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</w:rPr>
      </w:pPr>
      <w:r w:rsidRPr="00563D91">
        <w:rPr>
          <w:rFonts w:ascii="Times New Roman" w:hAnsi="Times New Roman" w:cs="Times New Roman"/>
          <w:b/>
          <w:sz w:val="24"/>
        </w:rPr>
        <w:t>Про внесення змін до рішення сесії</w:t>
      </w:r>
    </w:p>
    <w:p w:rsidR="0053387B" w:rsidRDefault="0053387B" w:rsidP="0053387B">
      <w:pPr>
        <w:tabs>
          <w:tab w:val="left" w:pos="3120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563D91">
        <w:rPr>
          <w:rFonts w:ascii="Times New Roman" w:hAnsi="Times New Roman" w:cs="Times New Roman"/>
          <w:b/>
          <w:sz w:val="24"/>
        </w:rPr>
        <w:t xml:space="preserve">від 24.07.2020 року №4 «Про затвердження </w:t>
      </w:r>
    </w:p>
    <w:p w:rsidR="0053387B" w:rsidRDefault="0053387B" w:rsidP="0053387B">
      <w:pPr>
        <w:tabs>
          <w:tab w:val="left" w:pos="3120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563D91">
        <w:rPr>
          <w:rFonts w:ascii="Times New Roman" w:hAnsi="Times New Roman" w:cs="Times New Roman"/>
          <w:b/>
          <w:sz w:val="24"/>
        </w:rPr>
        <w:t xml:space="preserve">Програми забезпечення виконання </w:t>
      </w:r>
    </w:p>
    <w:p w:rsidR="0053387B" w:rsidRPr="00563D91" w:rsidRDefault="0053387B" w:rsidP="0053387B">
      <w:pPr>
        <w:tabs>
          <w:tab w:val="left" w:pos="3120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563D91">
        <w:rPr>
          <w:rFonts w:ascii="Times New Roman" w:hAnsi="Times New Roman" w:cs="Times New Roman"/>
          <w:b/>
          <w:sz w:val="24"/>
        </w:rPr>
        <w:t>управлінням соціального захисту населення</w:t>
      </w:r>
    </w:p>
    <w:p w:rsidR="0053387B" w:rsidRPr="00563D91" w:rsidRDefault="0053387B" w:rsidP="0053387B">
      <w:pPr>
        <w:tabs>
          <w:tab w:val="left" w:pos="3120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563D91">
        <w:rPr>
          <w:rFonts w:ascii="Times New Roman" w:hAnsi="Times New Roman" w:cs="Times New Roman"/>
          <w:b/>
          <w:sz w:val="24"/>
        </w:rPr>
        <w:t>Славутської районної державної адміністрації</w:t>
      </w:r>
    </w:p>
    <w:p w:rsidR="0053387B" w:rsidRDefault="0053387B" w:rsidP="0053387B">
      <w:pPr>
        <w:tabs>
          <w:tab w:val="left" w:pos="3120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563D91">
        <w:rPr>
          <w:rFonts w:ascii="Times New Roman" w:hAnsi="Times New Roman" w:cs="Times New Roman"/>
          <w:b/>
          <w:sz w:val="24"/>
        </w:rPr>
        <w:t xml:space="preserve">повноважень щодо реалізації державної політики </w:t>
      </w:r>
    </w:p>
    <w:p w:rsidR="0053387B" w:rsidRDefault="0053387B" w:rsidP="0053387B">
      <w:pPr>
        <w:tabs>
          <w:tab w:val="left" w:pos="3120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563D91">
        <w:rPr>
          <w:rFonts w:ascii="Times New Roman" w:hAnsi="Times New Roman" w:cs="Times New Roman"/>
          <w:b/>
          <w:sz w:val="24"/>
        </w:rPr>
        <w:t>у сфері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63D91">
        <w:rPr>
          <w:rFonts w:ascii="Times New Roman" w:hAnsi="Times New Roman" w:cs="Times New Roman"/>
          <w:b/>
          <w:sz w:val="24"/>
        </w:rPr>
        <w:t xml:space="preserve">соціального захисту населення </w:t>
      </w:r>
    </w:p>
    <w:p w:rsidR="0053387B" w:rsidRPr="00563D91" w:rsidRDefault="0053387B" w:rsidP="0053387B">
      <w:pPr>
        <w:tabs>
          <w:tab w:val="left" w:pos="3120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563D91">
        <w:rPr>
          <w:rFonts w:ascii="Times New Roman" w:hAnsi="Times New Roman" w:cs="Times New Roman"/>
          <w:b/>
          <w:sz w:val="24"/>
        </w:rPr>
        <w:t xml:space="preserve"> на 2020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63D91">
        <w:rPr>
          <w:rFonts w:ascii="Times New Roman" w:hAnsi="Times New Roman" w:cs="Times New Roman"/>
          <w:b/>
          <w:sz w:val="24"/>
        </w:rPr>
        <w:t>-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563D91">
        <w:rPr>
          <w:rFonts w:ascii="Times New Roman" w:hAnsi="Times New Roman" w:cs="Times New Roman"/>
          <w:b/>
          <w:sz w:val="24"/>
        </w:rPr>
        <w:t>2021 роки»</w:t>
      </w:r>
    </w:p>
    <w:p w:rsidR="0053387B" w:rsidRPr="00563D91" w:rsidRDefault="0053387B" w:rsidP="0053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564"/>
        <w:jc w:val="both"/>
        <w:rPr>
          <w:rFonts w:ascii="Times New Roman" w:hAnsi="Times New Roman" w:cs="Times New Roman"/>
          <w:b/>
          <w:sz w:val="24"/>
        </w:rPr>
      </w:pPr>
    </w:p>
    <w:p w:rsidR="0053387B" w:rsidRDefault="0053387B" w:rsidP="0053387B">
      <w:pPr>
        <w:tabs>
          <w:tab w:val="left" w:pos="851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563D91">
        <w:rPr>
          <w:rFonts w:ascii="Times New Roman" w:hAnsi="Times New Roman" w:cs="Times New Roman"/>
          <w:sz w:val="24"/>
        </w:rPr>
        <w:t>Відповідно до пункту 22 частини 1 статті 26, пункту 3 частини 4 статті 42 Закону України «Про місцеве самоврядування в Україні»,</w:t>
      </w:r>
      <w:r w:rsidRPr="00563D91">
        <w:rPr>
          <w:rFonts w:ascii="Times New Roman" w:hAnsi="Times New Roman" w:cs="Times New Roman"/>
          <w:bCs/>
          <w:sz w:val="24"/>
        </w:rPr>
        <w:t xml:space="preserve"> сільська рада</w:t>
      </w:r>
      <w:r w:rsidRPr="00563D91">
        <w:rPr>
          <w:rFonts w:ascii="Times New Roman" w:hAnsi="Times New Roman" w:cs="Times New Roman"/>
          <w:sz w:val="24"/>
        </w:rPr>
        <w:t xml:space="preserve"> </w:t>
      </w:r>
    </w:p>
    <w:p w:rsidR="0053387B" w:rsidRPr="00563D91" w:rsidRDefault="0053387B" w:rsidP="0053387B">
      <w:pPr>
        <w:tabs>
          <w:tab w:val="left" w:pos="851"/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563D91">
        <w:rPr>
          <w:rFonts w:ascii="Times New Roman" w:hAnsi="Times New Roman" w:cs="Times New Roman"/>
          <w:sz w:val="24"/>
        </w:rPr>
        <w:t>ВИРІШИЛА:</w:t>
      </w:r>
    </w:p>
    <w:p w:rsidR="0053387B" w:rsidRPr="00563D91" w:rsidRDefault="0053387B" w:rsidP="0053387B">
      <w:pPr>
        <w:numPr>
          <w:ilvl w:val="0"/>
          <w:numId w:val="2"/>
        </w:numPr>
        <w:tabs>
          <w:tab w:val="left" w:pos="851"/>
          <w:tab w:val="left" w:pos="916"/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b/>
          <w:sz w:val="24"/>
        </w:rPr>
      </w:pPr>
      <w:r w:rsidRPr="00563D91">
        <w:rPr>
          <w:rFonts w:ascii="Times New Roman" w:hAnsi="Times New Roman" w:cs="Times New Roman"/>
          <w:sz w:val="24"/>
        </w:rPr>
        <w:t>Внести зміни до рішення №4 від 24.07.2020 року «Про затвердження Програми забезпечення виконання управлінням соціального захисту населення Славутської районної державної адміністрації повноважень щодо реалізації державної політики у сфері соціального захисту населення  на 2020</w:t>
      </w:r>
      <w:r>
        <w:rPr>
          <w:rFonts w:ascii="Times New Roman" w:hAnsi="Times New Roman" w:cs="Times New Roman"/>
          <w:sz w:val="24"/>
        </w:rPr>
        <w:t xml:space="preserve"> </w:t>
      </w:r>
      <w:r w:rsidRPr="00563D91">
        <w:rPr>
          <w:rFonts w:ascii="Times New Roman" w:hAnsi="Times New Roman" w:cs="Times New Roman"/>
          <w:sz w:val="24"/>
        </w:rPr>
        <w:t>-</w:t>
      </w:r>
      <w:r>
        <w:rPr>
          <w:rFonts w:ascii="Times New Roman" w:hAnsi="Times New Roman" w:cs="Times New Roman"/>
          <w:sz w:val="24"/>
        </w:rPr>
        <w:t xml:space="preserve"> </w:t>
      </w:r>
      <w:r w:rsidRPr="00563D91">
        <w:rPr>
          <w:rFonts w:ascii="Times New Roman" w:hAnsi="Times New Roman" w:cs="Times New Roman"/>
          <w:sz w:val="24"/>
        </w:rPr>
        <w:t>2021 роки»:</w:t>
      </w:r>
    </w:p>
    <w:p w:rsidR="0053387B" w:rsidRPr="00563D91" w:rsidRDefault="0053387B" w:rsidP="0053387B">
      <w:pPr>
        <w:numPr>
          <w:ilvl w:val="1"/>
          <w:numId w:val="2"/>
        </w:numPr>
        <w:tabs>
          <w:tab w:val="left" w:pos="851"/>
          <w:tab w:val="left" w:pos="916"/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</w:rPr>
      </w:pPr>
      <w:r w:rsidRPr="00563D91">
        <w:rPr>
          <w:rFonts w:ascii="Times New Roman" w:hAnsi="Times New Roman" w:cs="Times New Roman"/>
          <w:sz w:val="24"/>
        </w:rPr>
        <w:t>Пункт 4. «Ресурсне забезпечення Програми» викласти в наступні редакції:</w:t>
      </w:r>
    </w:p>
    <w:p w:rsidR="0053387B" w:rsidRPr="00563D91" w:rsidRDefault="0053387B" w:rsidP="0053387B">
      <w:pPr>
        <w:tabs>
          <w:tab w:val="left" w:pos="851"/>
          <w:tab w:val="left" w:pos="916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</w:rPr>
      </w:pPr>
      <w:r w:rsidRPr="00563D91">
        <w:rPr>
          <w:rFonts w:ascii="Times New Roman" w:hAnsi="Times New Roman" w:cs="Times New Roman"/>
          <w:sz w:val="24"/>
        </w:rPr>
        <w:t>Фінансування заходів Програми здійснюється за рахунок коштів місцевого бюджету Крупецької сільської ради</w:t>
      </w:r>
      <w:r w:rsidRPr="00563D91">
        <w:rPr>
          <w:rFonts w:ascii="Times New Roman" w:hAnsi="Times New Roman" w:cs="Times New Roman"/>
          <w:color w:val="000000"/>
          <w:sz w:val="24"/>
        </w:rPr>
        <w:t>. Обсяг коштів, що планується використати – 96,0 тис. грн. (у тому числі 2020 р. – 88,0 тис.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r w:rsidRPr="00563D91">
        <w:rPr>
          <w:rFonts w:ascii="Times New Roman" w:hAnsi="Times New Roman" w:cs="Times New Roman"/>
          <w:color w:val="000000"/>
          <w:sz w:val="24"/>
        </w:rPr>
        <w:t>грн., 2021 р. – 8,0 тис. грн.)</w:t>
      </w:r>
    </w:p>
    <w:p w:rsidR="0053387B" w:rsidRPr="00563D91" w:rsidRDefault="0053387B" w:rsidP="0053387B">
      <w:pPr>
        <w:numPr>
          <w:ilvl w:val="1"/>
          <w:numId w:val="2"/>
        </w:numPr>
        <w:tabs>
          <w:tab w:val="left" w:pos="851"/>
          <w:tab w:val="left" w:pos="916"/>
          <w:tab w:val="left" w:pos="1134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</w:rPr>
      </w:pPr>
      <w:r w:rsidRPr="00563D91">
        <w:rPr>
          <w:rFonts w:ascii="Times New Roman" w:hAnsi="Times New Roman" w:cs="Times New Roman"/>
          <w:sz w:val="24"/>
        </w:rPr>
        <w:t xml:space="preserve">Додаток 1 та Додаток 2 до Програми викласти у новій редакції, що додається. </w:t>
      </w:r>
    </w:p>
    <w:p w:rsidR="0053387B" w:rsidRPr="0053387B" w:rsidRDefault="0053387B" w:rsidP="0053387B">
      <w:pPr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16"/>
          <w:tab w:val="left" w:pos="993"/>
        </w:tabs>
        <w:spacing w:after="0"/>
        <w:ind w:left="0" w:right="-86" w:firstLine="567"/>
        <w:jc w:val="both"/>
        <w:rPr>
          <w:rFonts w:ascii="Times New Roman" w:hAnsi="Times New Roman" w:cs="Times New Roman"/>
          <w:sz w:val="24"/>
          <w:lang w:val="uk-UA"/>
        </w:rPr>
      </w:pPr>
      <w:r w:rsidRPr="00563D91">
        <w:rPr>
          <w:rFonts w:ascii="Times New Roman" w:hAnsi="Times New Roman" w:cs="Times New Roman"/>
          <w:sz w:val="24"/>
        </w:rPr>
        <w:t>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(О.В.Качаровська) та заступника сільського голови з питань діяльності виконавчих органів  ради Л.П.Ліпську.</w:t>
      </w:r>
    </w:p>
    <w:p w:rsidR="0053387B" w:rsidRPr="00563D91" w:rsidRDefault="0053387B" w:rsidP="0053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53387B" w:rsidRPr="00563D91" w:rsidRDefault="0053387B" w:rsidP="005338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563D91">
        <w:rPr>
          <w:rFonts w:ascii="Times New Roman" w:hAnsi="Times New Roman" w:cs="Times New Roman"/>
          <w:sz w:val="24"/>
        </w:rPr>
        <w:t>Сільський голова</w:t>
      </w:r>
      <w:r w:rsidRPr="00563D91">
        <w:rPr>
          <w:rFonts w:ascii="Times New Roman" w:hAnsi="Times New Roman" w:cs="Times New Roman"/>
          <w:sz w:val="24"/>
        </w:rPr>
        <w:tab/>
      </w:r>
      <w:r w:rsidRPr="00563D91">
        <w:rPr>
          <w:rFonts w:ascii="Times New Roman" w:hAnsi="Times New Roman" w:cs="Times New Roman"/>
          <w:sz w:val="24"/>
        </w:rPr>
        <w:tab/>
      </w:r>
      <w:r w:rsidRPr="00563D91">
        <w:rPr>
          <w:rFonts w:ascii="Times New Roman" w:hAnsi="Times New Roman" w:cs="Times New Roman"/>
          <w:sz w:val="24"/>
        </w:rPr>
        <w:tab/>
      </w:r>
      <w:r w:rsidRPr="00563D91">
        <w:rPr>
          <w:rFonts w:ascii="Times New Roman" w:hAnsi="Times New Roman" w:cs="Times New Roman"/>
          <w:sz w:val="24"/>
        </w:rPr>
        <w:tab/>
      </w:r>
      <w:r w:rsidRPr="00563D91">
        <w:rPr>
          <w:rFonts w:ascii="Times New Roman" w:hAnsi="Times New Roman" w:cs="Times New Roman"/>
          <w:sz w:val="24"/>
        </w:rPr>
        <w:tab/>
        <w:t xml:space="preserve">   </w:t>
      </w:r>
      <w:r w:rsidRPr="00563D91">
        <w:rPr>
          <w:rFonts w:ascii="Times New Roman" w:hAnsi="Times New Roman" w:cs="Times New Roman"/>
          <w:sz w:val="24"/>
        </w:rPr>
        <w:tab/>
        <w:t xml:space="preserve">   Валерій МИХАЛЮК</w:t>
      </w:r>
    </w:p>
    <w:p w:rsidR="0053387B" w:rsidRDefault="0053387B" w:rsidP="0053387B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3387B" w:rsidRDefault="0053387B" w:rsidP="0053387B">
      <w:pPr>
        <w:rPr>
          <w:rFonts w:ascii="Times New Roman" w:hAnsi="Times New Roman" w:cs="Times New Roman"/>
          <w:sz w:val="24"/>
          <w:szCs w:val="24"/>
        </w:rPr>
      </w:pPr>
    </w:p>
    <w:p w:rsidR="0053387B" w:rsidRPr="00D5088A" w:rsidRDefault="0053387B" w:rsidP="0053387B">
      <w:pPr>
        <w:tabs>
          <w:tab w:val="left" w:pos="135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5088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5088A">
        <w:rPr>
          <w:rFonts w:ascii="Times New Roman" w:hAnsi="Times New Roman" w:cs="Times New Roman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53387B" w:rsidRPr="00D5088A" w:rsidRDefault="0053387B" w:rsidP="005338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508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D5088A">
        <w:rPr>
          <w:rFonts w:ascii="Times New Roman" w:hAnsi="Times New Roman" w:cs="Times New Roman"/>
          <w:sz w:val="24"/>
          <w:szCs w:val="24"/>
        </w:rPr>
        <w:tab/>
      </w:r>
      <w:r w:rsidRPr="00D5088A">
        <w:rPr>
          <w:rFonts w:ascii="Times New Roman" w:hAnsi="Times New Roman" w:cs="Times New Roman"/>
          <w:sz w:val="24"/>
          <w:szCs w:val="24"/>
        </w:rPr>
        <w:tab/>
      </w:r>
      <w:r w:rsidRPr="00D5088A">
        <w:rPr>
          <w:rFonts w:ascii="Times New Roman" w:hAnsi="Times New Roman" w:cs="Times New Roman"/>
          <w:sz w:val="24"/>
          <w:szCs w:val="24"/>
        </w:rPr>
        <w:tab/>
      </w:r>
      <w:r w:rsidRPr="00D5088A">
        <w:rPr>
          <w:rFonts w:ascii="Times New Roman" w:hAnsi="Times New Roman" w:cs="Times New Roman"/>
          <w:sz w:val="24"/>
          <w:szCs w:val="24"/>
        </w:rPr>
        <w:tab/>
      </w:r>
      <w:r w:rsidRPr="00D5088A">
        <w:rPr>
          <w:rFonts w:ascii="Times New Roman" w:hAnsi="Times New Roman" w:cs="Times New Roman"/>
          <w:sz w:val="24"/>
          <w:szCs w:val="24"/>
        </w:rPr>
        <w:tab/>
      </w:r>
      <w:r w:rsidRPr="00D5088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до Програми </w:t>
      </w:r>
    </w:p>
    <w:p w:rsidR="0053387B" w:rsidRPr="00D5088A" w:rsidRDefault="0053387B" w:rsidP="0053387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3387B" w:rsidRPr="00D5088A" w:rsidRDefault="0053387B" w:rsidP="0053387B">
      <w:pPr>
        <w:rPr>
          <w:rFonts w:ascii="Times New Roman" w:hAnsi="Times New Roman" w:cs="Times New Roman"/>
          <w:b/>
          <w:sz w:val="24"/>
          <w:szCs w:val="24"/>
        </w:rPr>
      </w:pPr>
      <w:r w:rsidRPr="00D5088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Паспорт</w:t>
      </w:r>
    </w:p>
    <w:p w:rsidR="0053387B" w:rsidRPr="00D5088A" w:rsidRDefault="0053387B" w:rsidP="005338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88A">
        <w:rPr>
          <w:rFonts w:ascii="Times New Roman" w:hAnsi="Times New Roman" w:cs="Times New Roman"/>
          <w:b/>
          <w:sz w:val="24"/>
          <w:szCs w:val="24"/>
        </w:rPr>
        <w:t>Програми забезпечення виконання управлінням соціального захисту населення Славутської районної державної адміністрації делегованих  повноважень щодо реалізації державної політики у сфері соціального захисту населення</w:t>
      </w:r>
    </w:p>
    <w:p w:rsidR="0053387B" w:rsidRPr="0005403F" w:rsidRDefault="0053387B" w:rsidP="0053387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88A">
        <w:rPr>
          <w:rFonts w:ascii="Times New Roman" w:hAnsi="Times New Roman" w:cs="Times New Roman"/>
          <w:b/>
          <w:sz w:val="24"/>
          <w:szCs w:val="24"/>
        </w:rPr>
        <w:t>на 2020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088A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088A">
        <w:rPr>
          <w:rFonts w:ascii="Times New Roman" w:hAnsi="Times New Roman" w:cs="Times New Roman"/>
          <w:b/>
          <w:sz w:val="24"/>
          <w:szCs w:val="24"/>
        </w:rPr>
        <w:t>20</w:t>
      </w:r>
      <w:r w:rsidRPr="00D5088A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D5088A">
        <w:rPr>
          <w:rFonts w:ascii="Times New Roman" w:hAnsi="Times New Roman" w:cs="Times New Roman"/>
          <w:b/>
          <w:sz w:val="24"/>
          <w:szCs w:val="24"/>
        </w:rPr>
        <w:t>1 роки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"/>
        <w:gridCol w:w="3878"/>
        <w:gridCol w:w="5086"/>
      </w:tblGrid>
      <w:tr w:rsidR="0053387B" w:rsidRPr="00D5088A" w:rsidTr="00552C29">
        <w:tc>
          <w:tcPr>
            <w:tcW w:w="648" w:type="dxa"/>
            <w:shd w:val="clear" w:color="auto" w:fill="auto"/>
          </w:tcPr>
          <w:p w:rsidR="0053387B" w:rsidRPr="00D5088A" w:rsidRDefault="0053387B" w:rsidP="0055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38" w:type="dxa"/>
            <w:shd w:val="clear" w:color="auto" w:fill="auto"/>
          </w:tcPr>
          <w:p w:rsidR="0053387B" w:rsidRPr="00D5088A" w:rsidRDefault="0053387B" w:rsidP="0055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 xml:space="preserve">Ініціатор розроблення </w:t>
            </w:r>
          </w:p>
          <w:p w:rsidR="0053387B" w:rsidRPr="00D5088A" w:rsidRDefault="0053387B" w:rsidP="0055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</w:p>
          <w:p w:rsidR="0053387B" w:rsidRPr="00D5088A" w:rsidRDefault="0053387B" w:rsidP="0055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shd w:val="clear" w:color="auto" w:fill="auto"/>
          </w:tcPr>
          <w:p w:rsidR="0053387B" w:rsidRPr="00D5088A" w:rsidRDefault="0053387B" w:rsidP="00552C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Славутська районна державна адміністрація</w:t>
            </w:r>
          </w:p>
        </w:tc>
      </w:tr>
      <w:tr w:rsidR="0053387B" w:rsidRPr="00D5088A" w:rsidTr="00552C29">
        <w:tc>
          <w:tcPr>
            <w:tcW w:w="648" w:type="dxa"/>
            <w:shd w:val="clear" w:color="auto" w:fill="auto"/>
          </w:tcPr>
          <w:p w:rsidR="0053387B" w:rsidRPr="00D5088A" w:rsidRDefault="0053387B" w:rsidP="0055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38" w:type="dxa"/>
            <w:shd w:val="clear" w:color="auto" w:fill="auto"/>
          </w:tcPr>
          <w:p w:rsidR="0053387B" w:rsidRPr="00D5088A" w:rsidRDefault="0053387B" w:rsidP="0055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5528" w:type="dxa"/>
            <w:shd w:val="clear" w:color="auto" w:fill="auto"/>
          </w:tcPr>
          <w:p w:rsidR="0053387B" w:rsidRPr="00D5088A" w:rsidRDefault="0053387B" w:rsidP="00552C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Управління соціального захисту населення Славутської районної державної адміністрації</w:t>
            </w:r>
          </w:p>
        </w:tc>
      </w:tr>
      <w:tr w:rsidR="0053387B" w:rsidRPr="00D5088A" w:rsidTr="00552C29">
        <w:tc>
          <w:tcPr>
            <w:tcW w:w="648" w:type="dxa"/>
            <w:shd w:val="clear" w:color="auto" w:fill="auto"/>
          </w:tcPr>
          <w:p w:rsidR="0053387B" w:rsidRPr="00D5088A" w:rsidRDefault="0053387B" w:rsidP="0055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38" w:type="dxa"/>
            <w:shd w:val="clear" w:color="auto" w:fill="auto"/>
          </w:tcPr>
          <w:p w:rsidR="0053387B" w:rsidRPr="00D5088A" w:rsidRDefault="0053387B" w:rsidP="0055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528" w:type="dxa"/>
            <w:shd w:val="clear" w:color="auto" w:fill="auto"/>
          </w:tcPr>
          <w:p w:rsidR="0053387B" w:rsidRPr="00D5088A" w:rsidRDefault="0053387B" w:rsidP="00552C2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Управління соціального захисту населення Славутської районної державної адміністрації</w:t>
            </w:r>
          </w:p>
        </w:tc>
      </w:tr>
      <w:tr w:rsidR="0053387B" w:rsidRPr="00D5088A" w:rsidTr="00552C29">
        <w:tc>
          <w:tcPr>
            <w:tcW w:w="648" w:type="dxa"/>
            <w:shd w:val="clear" w:color="auto" w:fill="auto"/>
          </w:tcPr>
          <w:p w:rsidR="0053387B" w:rsidRPr="00D5088A" w:rsidRDefault="0053387B" w:rsidP="0055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38" w:type="dxa"/>
            <w:shd w:val="clear" w:color="auto" w:fill="auto"/>
          </w:tcPr>
          <w:p w:rsidR="0053387B" w:rsidRPr="00D5088A" w:rsidRDefault="0053387B" w:rsidP="0055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Учасники Програми</w:t>
            </w:r>
          </w:p>
        </w:tc>
        <w:tc>
          <w:tcPr>
            <w:tcW w:w="5528" w:type="dxa"/>
            <w:shd w:val="clear" w:color="auto" w:fill="auto"/>
          </w:tcPr>
          <w:p w:rsidR="0053387B" w:rsidRPr="00D5088A" w:rsidRDefault="0053387B" w:rsidP="0055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Управління соціального захисту населення Славутської районної державної адміністрації, виконавчий комітет  Крупецької сільської ради</w:t>
            </w:r>
          </w:p>
        </w:tc>
      </w:tr>
      <w:tr w:rsidR="0053387B" w:rsidRPr="00D5088A" w:rsidTr="00552C29">
        <w:tc>
          <w:tcPr>
            <w:tcW w:w="648" w:type="dxa"/>
            <w:shd w:val="clear" w:color="auto" w:fill="auto"/>
          </w:tcPr>
          <w:p w:rsidR="0053387B" w:rsidRPr="00D5088A" w:rsidRDefault="0053387B" w:rsidP="0055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38" w:type="dxa"/>
            <w:shd w:val="clear" w:color="auto" w:fill="auto"/>
          </w:tcPr>
          <w:p w:rsidR="0053387B" w:rsidRPr="00D5088A" w:rsidRDefault="0053387B" w:rsidP="0055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528" w:type="dxa"/>
            <w:shd w:val="clear" w:color="auto" w:fill="auto"/>
          </w:tcPr>
          <w:p w:rsidR="0053387B" w:rsidRPr="00D5088A" w:rsidRDefault="0053387B" w:rsidP="0055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2020-2021 роки</w:t>
            </w:r>
          </w:p>
          <w:p w:rsidR="0053387B" w:rsidRPr="00D5088A" w:rsidRDefault="0053387B" w:rsidP="00552C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87B" w:rsidRPr="00D5088A" w:rsidTr="00552C29">
        <w:tc>
          <w:tcPr>
            <w:tcW w:w="648" w:type="dxa"/>
            <w:shd w:val="clear" w:color="auto" w:fill="auto"/>
          </w:tcPr>
          <w:p w:rsidR="0053387B" w:rsidRPr="00D5088A" w:rsidRDefault="0053387B" w:rsidP="0055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38" w:type="dxa"/>
            <w:shd w:val="clear" w:color="auto" w:fill="auto"/>
          </w:tcPr>
          <w:p w:rsidR="0053387B" w:rsidRPr="00D5088A" w:rsidRDefault="0053387B" w:rsidP="0055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Перелік місцевих бюджетів, які приймають участь у виконанні Програми</w:t>
            </w:r>
          </w:p>
        </w:tc>
        <w:tc>
          <w:tcPr>
            <w:tcW w:w="5528" w:type="dxa"/>
            <w:shd w:val="clear" w:color="auto" w:fill="auto"/>
          </w:tcPr>
          <w:p w:rsidR="0053387B" w:rsidRPr="00D5088A" w:rsidRDefault="0053387B" w:rsidP="0055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</w:tr>
      <w:tr w:rsidR="0053387B" w:rsidRPr="00D5088A" w:rsidTr="00552C29">
        <w:tc>
          <w:tcPr>
            <w:tcW w:w="648" w:type="dxa"/>
            <w:shd w:val="clear" w:color="auto" w:fill="auto"/>
          </w:tcPr>
          <w:p w:rsidR="0053387B" w:rsidRPr="00D5088A" w:rsidRDefault="0053387B" w:rsidP="0055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138" w:type="dxa"/>
            <w:shd w:val="clear" w:color="auto" w:fill="auto"/>
          </w:tcPr>
          <w:p w:rsidR="0053387B" w:rsidRPr="00D5088A" w:rsidRDefault="0053387B" w:rsidP="0055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Основні джерела фінансування Програми</w:t>
            </w:r>
          </w:p>
        </w:tc>
        <w:tc>
          <w:tcPr>
            <w:tcW w:w="5528" w:type="dxa"/>
            <w:shd w:val="clear" w:color="auto" w:fill="auto"/>
          </w:tcPr>
          <w:p w:rsidR="0053387B" w:rsidRPr="00D5088A" w:rsidRDefault="0053387B" w:rsidP="0055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</w:tr>
      <w:tr w:rsidR="0053387B" w:rsidRPr="00D5088A" w:rsidTr="00552C29">
        <w:tc>
          <w:tcPr>
            <w:tcW w:w="648" w:type="dxa"/>
            <w:shd w:val="clear" w:color="auto" w:fill="auto"/>
          </w:tcPr>
          <w:p w:rsidR="0053387B" w:rsidRPr="00D5088A" w:rsidRDefault="0053387B" w:rsidP="0055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138" w:type="dxa"/>
            <w:shd w:val="clear" w:color="auto" w:fill="auto"/>
          </w:tcPr>
          <w:p w:rsidR="0053387B" w:rsidRPr="00D5088A" w:rsidRDefault="0053387B" w:rsidP="0055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 реалізації Програми, всього:</w:t>
            </w:r>
          </w:p>
        </w:tc>
        <w:tc>
          <w:tcPr>
            <w:tcW w:w="5528" w:type="dxa"/>
            <w:shd w:val="clear" w:color="auto" w:fill="auto"/>
          </w:tcPr>
          <w:p w:rsidR="0053387B" w:rsidRPr="00D5088A" w:rsidRDefault="0053387B" w:rsidP="00552C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D508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 xml:space="preserve">,0 тис. грн. </w:t>
            </w:r>
          </w:p>
        </w:tc>
      </w:tr>
    </w:tbl>
    <w:p w:rsidR="0053387B" w:rsidRPr="00D5088A" w:rsidRDefault="0053387B" w:rsidP="0053387B">
      <w:pPr>
        <w:rPr>
          <w:rFonts w:ascii="Times New Roman" w:hAnsi="Times New Roman" w:cs="Times New Roman"/>
          <w:sz w:val="24"/>
          <w:szCs w:val="24"/>
        </w:rPr>
      </w:pPr>
    </w:p>
    <w:p w:rsidR="0053387B" w:rsidRDefault="005338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53387B" w:rsidRDefault="0053387B" w:rsidP="0053387B">
      <w:pPr>
        <w:rPr>
          <w:rFonts w:ascii="Times New Roman" w:hAnsi="Times New Roman" w:cs="Times New Roman"/>
          <w:sz w:val="24"/>
          <w:szCs w:val="24"/>
        </w:rPr>
        <w:sectPr w:rsidR="0053387B" w:rsidSect="0053387B">
          <w:pgSz w:w="12240" w:h="15840"/>
          <w:pgMar w:top="567" w:right="1440" w:bottom="1440" w:left="1440" w:header="720" w:footer="720" w:gutter="0"/>
          <w:cols w:space="720"/>
        </w:sectPr>
      </w:pPr>
    </w:p>
    <w:p w:rsidR="0053387B" w:rsidRPr="00D5088A" w:rsidRDefault="0053387B" w:rsidP="0053387B">
      <w:pPr>
        <w:rPr>
          <w:rFonts w:ascii="Times New Roman" w:hAnsi="Times New Roman" w:cs="Times New Roman"/>
          <w:sz w:val="24"/>
          <w:szCs w:val="24"/>
        </w:rPr>
      </w:pPr>
    </w:p>
    <w:p w:rsidR="0053387B" w:rsidRDefault="0053387B" w:rsidP="0053387B">
      <w:pPr>
        <w:rPr>
          <w:sz w:val="24"/>
          <w:szCs w:val="24"/>
        </w:rPr>
      </w:pPr>
    </w:p>
    <w:p w:rsidR="0053387B" w:rsidRDefault="0053387B" w:rsidP="0053387B">
      <w:pPr>
        <w:tabs>
          <w:tab w:val="left" w:pos="135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3387B" w:rsidRPr="00D5088A" w:rsidRDefault="0053387B" w:rsidP="0053387B">
      <w:pPr>
        <w:tabs>
          <w:tab w:val="left" w:pos="1358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5088A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D5088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5088A">
        <w:rPr>
          <w:rFonts w:ascii="Times New Roman" w:hAnsi="Times New Roman" w:cs="Times New Roman"/>
          <w:sz w:val="24"/>
          <w:szCs w:val="24"/>
        </w:rPr>
        <w:t>Додаток 2</w:t>
      </w:r>
    </w:p>
    <w:p w:rsidR="0053387B" w:rsidRPr="00D5088A" w:rsidRDefault="0053387B" w:rsidP="0053387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5088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</w:t>
      </w:r>
      <w:r w:rsidRPr="00D5088A">
        <w:rPr>
          <w:rFonts w:ascii="Times New Roman" w:hAnsi="Times New Roman" w:cs="Times New Roman"/>
          <w:sz w:val="24"/>
          <w:szCs w:val="24"/>
        </w:rPr>
        <w:tab/>
      </w:r>
      <w:r w:rsidRPr="00D5088A">
        <w:rPr>
          <w:rFonts w:ascii="Times New Roman" w:hAnsi="Times New Roman" w:cs="Times New Roman"/>
          <w:sz w:val="24"/>
          <w:szCs w:val="24"/>
        </w:rPr>
        <w:tab/>
      </w:r>
      <w:r w:rsidRPr="00D5088A">
        <w:rPr>
          <w:rFonts w:ascii="Times New Roman" w:hAnsi="Times New Roman" w:cs="Times New Roman"/>
          <w:sz w:val="24"/>
          <w:szCs w:val="24"/>
        </w:rPr>
        <w:tab/>
      </w:r>
      <w:r w:rsidRPr="00D5088A">
        <w:rPr>
          <w:rFonts w:ascii="Times New Roman" w:hAnsi="Times New Roman" w:cs="Times New Roman"/>
          <w:sz w:val="24"/>
          <w:szCs w:val="24"/>
        </w:rPr>
        <w:tab/>
      </w:r>
      <w:r w:rsidRPr="00D5088A">
        <w:rPr>
          <w:rFonts w:ascii="Times New Roman" w:hAnsi="Times New Roman" w:cs="Times New Roman"/>
          <w:sz w:val="24"/>
          <w:szCs w:val="24"/>
        </w:rPr>
        <w:tab/>
      </w:r>
      <w:r w:rsidRPr="00D5088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до Програми </w:t>
      </w:r>
    </w:p>
    <w:p w:rsidR="0053387B" w:rsidRPr="00D5088A" w:rsidRDefault="0053387B" w:rsidP="0053387B">
      <w:pPr>
        <w:spacing w:after="0"/>
        <w:ind w:left="-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88A">
        <w:rPr>
          <w:rFonts w:ascii="Times New Roman" w:hAnsi="Times New Roman" w:cs="Times New Roman"/>
          <w:b/>
          <w:sz w:val="24"/>
          <w:szCs w:val="24"/>
        </w:rPr>
        <w:t>Напрями діяльності та заходи Програми забезпечення виконання</w:t>
      </w:r>
    </w:p>
    <w:p w:rsidR="0053387B" w:rsidRPr="00D5088A" w:rsidRDefault="0053387B" w:rsidP="0053387B">
      <w:pPr>
        <w:spacing w:after="0"/>
        <w:ind w:left="-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88A">
        <w:rPr>
          <w:rFonts w:ascii="Times New Roman" w:hAnsi="Times New Roman" w:cs="Times New Roman"/>
          <w:b/>
          <w:sz w:val="24"/>
          <w:szCs w:val="24"/>
        </w:rPr>
        <w:t xml:space="preserve"> управлінням соціального захисту населення Славутської районної державної адміністрації </w:t>
      </w:r>
    </w:p>
    <w:p w:rsidR="0053387B" w:rsidRPr="00D5088A" w:rsidRDefault="0053387B" w:rsidP="0053387B">
      <w:pPr>
        <w:spacing w:after="0"/>
        <w:ind w:left="-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88A">
        <w:rPr>
          <w:rFonts w:ascii="Times New Roman" w:hAnsi="Times New Roman" w:cs="Times New Roman"/>
          <w:b/>
          <w:sz w:val="24"/>
          <w:szCs w:val="24"/>
        </w:rPr>
        <w:t>повноважень щодо реалізації  державної політики у сфері соціального захисту населення</w:t>
      </w:r>
    </w:p>
    <w:p w:rsidR="0053387B" w:rsidRPr="0005403F" w:rsidRDefault="0053387B" w:rsidP="005338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5088A">
        <w:rPr>
          <w:rFonts w:ascii="Times New Roman" w:hAnsi="Times New Roman" w:cs="Times New Roman"/>
          <w:b/>
          <w:sz w:val="24"/>
          <w:szCs w:val="24"/>
        </w:rPr>
        <w:t>на 2020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088A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088A">
        <w:rPr>
          <w:rFonts w:ascii="Times New Roman" w:hAnsi="Times New Roman" w:cs="Times New Roman"/>
          <w:b/>
          <w:sz w:val="24"/>
          <w:szCs w:val="24"/>
        </w:rPr>
        <w:t>20</w:t>
      </w:r>
      <w:r w:rsidRPr="00D5088A">
        <w:rPr>
          <w:rFonts w:ascii="Times New Roman" w:hAnsi="Times New Roman" w:cs="Times New Roman"/>
          <w:b/>
          <w:sz w:val="24"/>
          <w:szCs w:val="24"/>
          <w:lang w:val="en-US"/>
        </w:rPr>
        <w:t>2</w:t>
      </w:r>
      <w:r w:rsidRPr="00D5088A">
        <w:rPr>
          <w:rFonts w:ascii="Times New Roman" w:hAnsi="Times New Roman" w:cs="Times New Roman"/>
          <w:b/>
          <w:sz w:val="24"/>
          <w:szCs w:val="24"/>
        </w:rPr>
        <w:t>1 роки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2262"/>
        <w:gridCol w:w="2835"/>
        <w:gridCol w:w="1417"/>
        <w:gridCol w:w="1843"/>
        <w:gridCol w:w="1984"/>
        <w:gridCol w:w="1701"/>
        <w:gridCol w:w="1701"/>
      </w:tblGrid>
      <w:tr w:rsidR="0053387B" w:rsidRPr="00D5088A" w:rsidTr="00552C29">
        <w:trPr>
          <w:trHeight w:val="1774"/>
        </w:trPr>
        <w:tc>
          <w:tcPr>
            <w:tcW w:w="540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2262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Назва напряму діяльності</w:t>
            </w:r>
          </w:p>
        </w:tc>
        <w:tc>
          <w:tcPr>
            <w:tcW w:w="2835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Перелік</w:t>
            </w:r>
          </w:p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</w:p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</w:p>
        </w:tc>
        <w:tc>
          <w:tcPr>
            <w:tcW w:w="1417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Строк</w:t>
            </w:r>
          </w:p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</w:p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заходу</w:t>
            </w:r>
          </w:p>
        </w:tc>
        <w:tc>
          <w:tcPr>
            <w:tcW w:w="1843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Відповідальні</w:t>
            </w:r>
          </w:p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  <w:tc>
          <w:tcPr>
            <w:tcW w:w="1984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Джерела фінансування</w:t>
            </w:r>
          </w:p>
        </w:tc>
        <w:tc>
          <w:tcPr>
            <w:tcW w:w="1701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Орієнтовні обсяги фінансування (вартість), тис.грн</w:t>
            </w:r>
          </w:p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на 2020рік</w:t>
            </w:r>
          </w:p>
        </w:tc>
        <w:tc>
          <w:tcPr>
            <w:tcW w:w="1701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Орієнтовні обсяги фінансування (вартість),</w:t>
            </w:r>
          </w:p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 xml:space="preserve"> тис.грн</w:t>
            </w:r>
          </w:p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Pr="00D508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1рік</w:t>
            </w:r>
          </w:p>
        </w:tc>
      </w:tr>
      <w:tr w:rsidR="0053387B" w:rsidRPr="00D5088A" w:rsidTr="00552C29">
        <w:tc>
          <w:tcPr>
            <w:tcW w:w="540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2" w:type="dxa"/>
          </w:tcPr>
          <w:p w:rsidR="0053387B" w:rsidRPr="00D5088A" w:rsidRDefault="0053387B" w:rsidP="00552C29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Забезпечення якісного надання соціальних послуг</w:t>
            </w:r>
          </w:p>
          <w:p w:rsidR="0053387B" w:rsidRPr="00D5088A" w:rsidRDefault="0053387B" w:rsidP="00552C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53387B" w:rsidRPr="00D5088A" w:rsidRDefault="0053387B" w:rsidP="00552C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Придбання офісного паперу для виготовлення бланків заяв,  декларацій</w:t>
            </w:r>
          </w:p>
          <w:p w:rsidR="0053387B" w:rsidRPr="00D5088A" w:rsidRDefault="0053387B" w:rsidP="00552C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та для видачі довідок за  зверненнями громадян</w:t>
            </w:r>
          </w:p>
        </w:tc>
        <w:tc>
          <w:tcPr>
            <w:tcW w:w="1417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2020-2021 роки</w:t>
            </w:r>
          </w:p>
        </w:tc>
        <w:tc>
          <w:tcPr>
            <w:tcW w:w="1843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Управління соціального захисту населення Славутської районної державної адміністрації</w:t>
            </w:r>
          </w:p>
        </w:tc>
        <w:tc>
          <w:tcPr>
            <w:tcW w:w="1984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Місцевий бюджет Крупецької сільської ради</w:t>
            </w:r>
          </w:p>
        </w:tc>
        <w:tc>
          <w:tcPr>
            <w:tcW w:w="1701" w:type="dxa"/>
          </w:tcPr>
          <w:p w:rsidR="0053387B" w:rsidRPr="00D5088A" w:rsidRDefault="0053387B" w:rsidP="00552C29">
            <w:pPr>
              <w:tabs>
                <w:tab w:val="left" w:pos="560"/>
                <w:tab w:val="center" w:pos="813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ab/>
              <w:t>2,0</w:t>
            </w:r>
          </w:p>
        </w:tc>
        <w:tc>
          <w:tcPr>
            <w:tcW w:w="1701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3387B" w:rsidRPr="00D5088A" w:rsidTr="00552C29">
        <w:tc>
          <w:tcPr>
            <w:tcW w:w="540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62" w:type="dxa"/>
          </w:tcPr>
          <w:p w:rsidR="0053387B" w:rsidRPr="00D5088A" w:rsidRDefault="0053387B" w:rsidP="00552C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Забезпечення призначення та  виплати державних </w:t>
            </w:r>
            <w:r w:rsidRPr="00D5088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соціальних допомог, пільг та субсидій</w:t>
            </w:r>
          </w:p>
        </w:tc>
        <w:tc>
          <w:tcPr>
            <w:tcW w:w="2835" w:type="dxa"/>
          </w:tcPr>
          <w:p w:rsidR="0053387B" w:rsidRPr="00D5088A" w:rsidRDefault="0053387B" w:rsidP="00552C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Придбання перфорованого паперу та стрічок до матричних </w:t>
            </w:r>
            <w:r w:rsidRPr="00D50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принтерів  для  друку рішень та повідомлень про призначення (відмову у призначенні) допомог, пільг та субсидій та  друку виплатних відомостей</w:t>
            </w:r>
          </w:p>
        </w:tc>
        <w:tc>
          <w:tcPr>
            <w:tcW w:w="1417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</w:t>
            </w:r>
            <w:r w:rsidRPr="00D508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508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1 роки</w:t>
            </w:r>
          </w:p>
        </w:tc>
        <w:tc>
          <w:tcPr>
            <w:tcW w:w="1843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 xml:space="preserve">Управління соціального захисту </w:t>
            </w:r>
            <w:r w:rsidRPr="00D50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населення Славутської районної державної адміністрації</w:t>
            </w:r>
          </w:p>
        </w:tc>
        <w:tc>
          <w:tcPr>
            <w:tcW w:w="1984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Місцевий бюджет Крупецької </w:t>
            </w:r>
            <w:r w:rsidRPr="00D50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сільської ради</w:t>
            </w:r>
          </w:p>
        </w:tc>
        <w:tc>
          <w:tcPr>
            <w:tcW w:w="1701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4,0</w:t>
            </w:r>
          </w:p>
        </w:tc>
        <w:tc>
          <w:tcPr>
            <w:tcW w:w="1701" w:type="dxa"/>
          </w:tcPr>
          <w:p w:rsidR="0053387B" w:rsidRPr="00D5088A" w:rsidRDefault="0053387B" w:rsidP="00552C29">
            <w:pPr>
              <w:tabs>
                <w:tab w:val="left" w:pos="460"/>
                <w:tab w:val="center" w:pos="7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ab/>
              <w:t>4,0</w:t>
            </w:r>
          </w:p>
        </w:tc>
      </w:tr>
      <w:tr w:rsidR="0053387B" w:rsidRPr="00D5088A" w:rsidTr="00552C29">
        <w:tc>
          <w:tcPr>
            <w:tcW w:w="540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62" w:type="dxa"/>
          </w:tcPr>
          <w:p w:rsidR="0053387B" w:rsidRPr="00D5088A" w:rsidRDefault="0053387B" w:rsidP="00552C2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Матеріально -технічне забезпечення належного функціонування</w:t>
            </w:r>
          </w:p>
          <w:p w:rsidR="0053387B" w:rsidRPr="00D5088A" w:rsidRDefault="0053387B" w:rsidP="00552C2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комп’ютерної та оргтехніки</w:t>
            </w:r>
          </w:p>
        </w:tc>
        <w:tc>
          <w:tcPr>
            <w:tcW w:w="2835" w:type="dxa"/>
          </w:tcPr>
          <w:p w:rsidR="0053387B" w:rsidRPr="00D5088A" w:rsidRDefault="0053387B" w:rsidP="00552C2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Технічне обслуговування</w:t>
            </w:r>
          </w:p>
          <w:p w:rsidR="0053387B" w:rsidRPr="00D5088A" w:rsidRDefault="0053387B" w:rsidP="00552C2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та поточний ремонт комп’ютерної</w:t>
            </w:r>
          </w:p>
          <w:p w:rsidR="0053387B" w:rsidRPr="00D5088A" w:rsidRDefault="0053387B" w:rsidP="00552C2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техніки (заправка та відновлення картриджів)</w:t>
            </w:r>
          </w:p>
        </w:tc>
        <w:tc>
          <w:tcPr>
            <w:tcW w:w="1417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Pr="00D508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5088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1 роки</w:t>
            </w:r>
          </w:p>
        </w:tc>
        <w:tc>
          <w:tcPr>
            <w:tcW w:w="1843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Управління соціального захисту населення Славутської районної державної адміністрації</w:t>
            </w:r>
          </w:p>
        </w:tc>
        <w:tc>
          <w:tcPr>
            <w:tcW w:w="1984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Місцевий бюджет Крупецької сільської ради</w:t>
            </w:r>
          </w:p>
        </w:tc>
        <w:tc>
          <w:tcPr>
            <w:tcW w:w="1701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53387B" w:rsidRPr="00D5088A" w:rsidTr="00552C29">
        <w:tc>
          <w:tcPr>
            <w:tcW w:w="540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62" w:type="dxa"/>
          </w:tcPr>
          <w:p w:rsidR="0053387B" w:rsidRPr="00D5088A" w:rsidRDefault="0053387B" w:rsidP="00552C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Оплата праці з нарахуваннями</w:t>
            </w:r>
          </w:p>
        </w:tc>
        <w:tc>
          <w:tcPr>
            <w:tcW w:w="2835" w:type="dxa"/>
          </w:tcPr>
          <w:p w:rsidR="0053387B" w:rsidRPr="00D5088A" w:rsidRDefault="0053387B" w:rsidP="00552C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Забезпечення виконання повноважень щодо реалізації державної політики у сфері соціального захисту населення</w:t>
            </w:r>
          </w:p>
        </w:tc>
        <w:tc>
          <w:tcPr>
            <w:tcW w:w="1417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2020 рік</w:t>
            </w:r>
          </w:p>
        </w:tc>
        <w:tc>
          <w:tcPr>
            <w:tcW w:w="1843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Управління соціального захисту населення Славутської районної державної адміністрації</w:t>
            </w:r>
          </w:p>
        </w:tc>
        <w:tc>
          <w:tcPr>
            <w:tcW w:w="1984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Місцевий бюджет Крупецької сільської ради</w:t>
            </w:r>
          </w:p>
        </w:tc>
        <w:tc>
          <w:tcPr>
            <w:tcW w:w="1701" w:type="dxa"/>
          </w:tcPr>
          <w:p w:rsidR="0053387B" w:rsidRPr="00D5088A" w:rsidRDefault="0053387B" w:rsidP="00552C29">
            <w:pPr>
              <w:tabs>
                <w:tab w:val="left" w:pos="440"/>
                <w:tab w:val="center" w:pos="7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  <w:tc>
          <w:tcPr>
            <w:tcW w:w="1701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3387B" w:rsidRPr="00D5088A" w:rsidTr="00552C29">
        <w:tc>
          <w:tcPr>
            <w:tcW w:w="540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</w:tcPr>
          <w:p w:rsidR="0053387B" w:rsidRPr="00D5088A" w:rsidRDefault="0053387B" w:rsidP="00552C2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Всього на виконання заходів</w:t>
            </w:r>
          </w:p>
        </w:tc>
        <w:tc>
          <w:tcPr>
            <w:tcW w:w="2835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3387B" w:rsidRPr="00D5088A" w:rsidRDefault="0053387B" w:rsidP="00552C29">
            <w:pPr>
              <w:tabs>
                <w:tab w:val="left" w:pos="440"/>
                <w:tab w:val="center" w:pos="7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ab/>
              <w:t>88,0</w:t>
            </w:r>
          </w:p>
        </w:tc>
        <w:tc>
          <w:tcPr>
            <w:tcW w:w="1701" w:type="dxa"/>
          </w:tcPr>
          <w:p w:rsidR="0053387B" w:rsidRPr="00D5088A" w:rsidRDefault="0053387B" w:rsidP="00552C2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5088A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</w:tbl>
    <w:p w:rsidR="0053387B" w:rsidRPr="00D5088A" w:rsidRDefault="0053387B" w:rsidP="0053387B">
      <w:pPr>
        <w:spacing w:after="0"/>
        <w:ind w:left="-720"/>
        <w:jc w:val="center"/>
        <w:rPr>
          <w:rFonts w:ascii="Times New Roman" w:hAnsi="Times New Roman" w:cs="Times New Roman"/>
          <w:sz w:val="24"/>
          <w:szCs w:val="24"/>
        </w:rPr>
      </w:pPr>
    </w:p>
    <w:p w:rsidR="0053387B" w:rsidRPr="00D5088A" w:rsidRDefault="0053387B" w:rsidP="0053387B">
      <w:pPr>
        <w:spacing w:after="0"/>
        <w:ind w:left="-72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3387B" w:rsidRPr="00D5088A" w:rsidRDefault="0053387B" w:rsidP="0053387B">
      <w:pPr>
        <w:spacing w:after="0"/>
        <w:ind w:left="-720"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047269" w:rsidRDefault="00047269"/>
    <w:sectPr w:rsidR="00047269" w:rsidSect="0053387B">
      <w:pgSz w:w="15840" w:h="12240" w:orient="landscape"/>
      <w:pgMar w:top="1440" w:right="567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217E8"/>
    <w:multiLevelType w:val="multilevel"/>
    <w:tmpl w:val="4EAA2D52"/>
    <w:lvl w:ilvl="0">
      <w:start w:val="1"/>
      <w:numFmt w:val="decimal"/>
      <w:lvlText w:val="%1."/>
      <w:lvlJc w:val="left"/>
      <w:pPr>
        <w:ind w:left="1653" w:hanging="945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>
    <w:nsid w:val="402059D8"/>
    <w:multiLevelType w:val="hybridMultilevel"/>
    <w:tmpl w:val="7EB6893C"/>
    <w:lvl w:ilvl="0" w:tplc="5DAAD30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87B"/>
    <w:rsid w:val="00047269"/>
    <w:rsid w:val="00171A2E"/>
    <w:rsid w:val="00304C90"/>
    <w:rsid w:val="00505B6D"/>
    <w:rsid w:val="0053387B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3387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5338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3387B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3387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53387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3387B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4</Pages>
  <Words>801</Words>
  <Characters>4571</Characters>
  <Application>Microsoft Office Word</Application>
  <DocSecurity>0</DocSecurity>
  <Lines>38</Lines>
  <Paragraphs>10</Paragraphs>
  <ScaleCrop>false</ScaleCrop>
  <Company>Microsoft</Company>
  <LinksUpToDate>false</LinksUpToDate>
  <CharactersWithSpaces>5362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2020-09-29T16:51:00Z</dcterms:created>
  <dcterms:modified xsi:type="dcterms:W3CDTF">2020-09-29T16:52:00Z</dcterms:modified>
</cp:coreProperties>
</file>