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06" w:rsidRDefault="003F0306" w:rsidP="003F030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306" w:rsidRDefault="003F0306" w:rsidP="003F03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0306" w:rsidRDefault="003F0306" w:rsidP="003F03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F0306" w:rsidRDefault="003F0306" w:rsidP="003F030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306" w:rsidRDefault="003F0306" w:rsidP="003F03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F0306" w:rsidRDefault="003F0306" w:rsidP="003F03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F0306" w:rsidRDefault="003F0306" w:rsidP="003F03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№108</w:t>
      </w:r>
    </w:p>
    <w:p w:rsidR="003F0306" w:rsidRPr="00611135" w:rsidRDefault="003F0306" w:rsidP="003F030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F0306" w:rsidRPr="00611135" w:rsidRDefault="003F0306" w:rsidP="003F030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3F0306" w:rsidRPr="00611135" w:rsidRDefault="003F0306" w:rsidP="003F030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3F0306" w:rsidRPr="00611135" w:rsidRDefault="003F0306" w:rsidP="003F030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3F0306" w:rsidRPr="00611135" w:rsidRDefault="003F0306" w:rsidP="003F03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Панчуку</w:t>
      </w:r>
      <w:proofErr w:type="spellEnd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В.А</w:t>
      </w:r>
    </w:p>
    <w:p w:rsidR="003F0306" w:rsidRPr="00611135" w:rsidRDefault="003F0306" w:rsidP="003F030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306" w:rsidRPr="00611135" w:rsidRDefault="003F0306" w:rsidP="003F030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611135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Панчука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В.А, 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3F0306" w:rsidRPr="00611135" w:rsidRDefault="003F0306" w:rsidP="003F030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3F0306" w:rsidRPr="00611135" w:rsidRDefault="003F0306" w:rsidP="003F030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Панчуку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Андрійовичу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рибогосподарських потреб, площею  2,0000 га, яка розташована Хмельницька область,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рада.</w:t>
      </w:r>
    </w:p>
    <w:p w:rsidR="003F0306" w:rsidRPr="00611135" w:rsidRDefault="003F0306" w:rsidP="003F030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Панчуку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Андрійовичу, </w:t>
      </w:r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зареєстрована за </w:t>
      </w:r>
      <w:proofErr w:type="spellStart"/>
      <w:r w:rsidRPr="00611135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273CF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273C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6823984000:03:012:0176,  для рибогосподарських потреб яка розташована Хмельницька область,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рада.   </w:t>
      </w:r>
    </w:p>
    <w:p w:rsidR="003F0306" w:rsidRPr="00611135" w:rsidRDefault="003F0306" w:rsidP="003F03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Панчуку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3F0306" w:rsidRPr="00611135" w:rsidRDefault="003F0306" w:rsidP="003F03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F0306" w:rsidRPr="00611135" w:rsidRDefault="003F0306" w:rsidP="003F030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306" w:rsidRPr="00611135" w:rsidRDefault="003F0306" w:rsidP="003F030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306" w:rsidRDefault="003F0306" w:rsidP="003F030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p w:rsidR="000518B1" w:rsidRDefault="000518B1"/>
    <w:sectPr w:rsidR="000518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06"/>
    <w:rsid w:val="000518B1"/>
    <w:rsid w:val="003F0306"/>
    <w:rsid w:val="0042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0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F030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F030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F030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0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F030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F030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F030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264</Words>
  <Characters>1506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2021-07-07T07:09:00Z</dcterms:created>
  <dcterms:modified xsi:type="dcterms:W3CDTF">2021-07-07T08:54:00Z</dcterms:modified>
</cp:coreProperties>
</file>