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DF" w:rsidRDefault="00DA35B6" w:rsidP="005B7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35B6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5B77DF" w:rsidRDefault="005B77DF" w:rsidP="005B77DF"/>
    <w:p w:rsidR="005B77DF" w:rsidRDefault="005B77DF" w:rsidP="005B77DF"/>
    <w:p w:rsidR="005B77DF" w:rsidRDefault="005B77DF" w:rsidP="005B77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B77DF" w:rsidRDefault="005B77DF" w:rsidP="005B77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B77DF" w:rsidRDefault="005B77DF" w:rsidP="005B77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B77DF" w:rsidRDefault="005B77DF" w:rsidP="005B77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B77DF" w:rsidRDefault="005B77DF" w:rsidP="005B77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7DF" w:rsidRDefault="005B77DF" w:rsidP="005B77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B77DF" w:rsidRDefault="005B77DF" w:rsidP="005B7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77DF" w:rsidRDefault="005B77DF" w:rsidP="005B77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B77DF" w:rsidRDefault="005B77DF" w:rsidP="005B77D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№17</w:t>
      </w:r>
    </w:p>
    <w:p w:rsid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Заверухи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П.Б.</w:t>
      </w:r>
    </w:p>
    <w:p w:rsid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Заверухи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П.Б.,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Заверуха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Петру Борисовичу,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5D2B03" w:rsidRPr="005D2B0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0,40 га,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.П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Заверуха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П.Б.,розробити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B77DF" w:rsidRDefault="005B77DF" w:rsidP="005B77D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B77DF" w:rsidRDefault="005B77DF" w:rsidP="005B77D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B77DF" w:rsidRDefault="005B77DF" w:rsidP="005B77D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338E8" w:rsidRPr="005B77DF" w:rsidRDefault="005B77DF" w:rsidP="005B77D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C338E8" w:rsidRPr="005B77DF" w:rsidSect="00DA35B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5B77DF"/>
    <w:rsid w:val="00171A2E"/>
    <w:rsid w:val="00304C90"/>
    <w:rsid w:val="00505B6D"/>
    <w:rsid w:val="005B77DF"/>
    <w:rsid w:val="005D2B03"/>
    <w:rsid w:val="006D3977"/>
    <w:rsid w:val="007D6C18"/>
    <w:rsid w:val="00C338E8"/>
    <w:rsid w:val="00D1641A"/>
    <w:rsid w:val="00DA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B6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956</Words>
  <Characters>546</Characters>
  <Application>Microsoft Office Word</Application>
  <DocSecurity>0</DocSecurity>
  <Lines>4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2020-04-27T15:44:00Z</dcterms:created>
  <dcterms:modified xsi:type="dcterms:W3CDTF">2020-04-28T05:39:00Z</dcterms:modified>
</cp:coreProperties>
</file>