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0A1" w:rsidRDefault="001F10A1" w:rsidP="001F10A1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48322C8" wp14:editId="45DA2D9F">
                <wp:simplePos x="0" y="0"/>
                <wp:positionH relativeFrom="margin">
                  <wp:posOffset>2733675</wp:posOffset>
                </wp:positionH>
                <wp:positionV relativeFrom="paragraph">
                  <wp:posOffset>121920</wp:posOffset>
                </wp:positionV>
                <wp:extent cx="431800" cy="612140"/>
                <wp:effectExtent l="0" t="0" r="0" b="0"/>
                <wp:wrapNone/>
                <wp:docPr id="7078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707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10A1" w:rsidRDefault="001F10A1" w:rsidP="001F1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80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10A1" w:rsidRDefault="001F10A1" w:rsidP="001F1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81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10A1" w:rsidRDefault="001F10A1" w:rsidP="001F1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82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10A1" w:rsidRDefault="001F10A1" w:rsidP="001F1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83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10A1" w:rsidRDefault="001F10A1" w:rsidP="001F1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84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10A1" w:rsidRDefault="001F10A1" w:rsidP="001F1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85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10A1" w:rsidRDefault="001F10A1" w:rsidP="001F1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86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10A1" w:rsidRDefault="001F10A1" w:rsidP="001F1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87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10A1" w:rsidRDefault="001F10A1" w:rsidP="001F1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88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10A1" w:rsidRDefault="001F10A1" w:rsidP="001F1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89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10A1" w:rsidRDefault="001F10A1" w:rsidP="001F1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90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10A1" w:rsidRDefault="001F10A1" w:rsidP="001F1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91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10A1" w:rsidRDefault="001F10A1" w:rsidP="001F1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92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10A1" w:rsidRDefault="001F10A1" w:rsidP="001F1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93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10A1" w:rsidRDefault="001F10A1" w:rsidP="001F1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94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10A1" w:rsidRDefault="001F10A1" w:rsidP="001F1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95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10A1" w:rsidRDefault="001F10A1" w:rsidP="001F1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96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10A1" w:rsidRDefault="001F10A1" w:rsidP="001F1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97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10A1" w:rsidRDefault="001F10A1" w:rsidP="001F1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98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10A1" w:rsidRDefault="001F10A1" w:rsidP="001F1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9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10A1" w:rsidRDefault="001F10A1" w:rsidP="001F1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00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10A1" w:rsidRDefault="001F10A1" w:rsidP="001F1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01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10A1" w:rsidRDefault="001F10A1" w:rsidP="001F1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02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10A1" w:rsidRDefault="001F10A1" w:rsidP="001F1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03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10A1" w:rsidRDefault="001F10A1" w:rsidP="001F1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04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10A1" w:rsidRDefault="001F10A1" w:rsidP="001F1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05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10A1" w:rsidRDefault="001F10A1" w:rsidP="001F1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06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10A1" w:rsidRDefault="001F10A1" w:rsidP="001F1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07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10A1" w:rsidRDefault="001F10A1" w:rsidP="001F1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08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10A1" w:rsidRDefault="001F10A1" w:rsidP="001F10A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25pt;margin-top:9.6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UJnMUA&#10;AADdAAAADwAAAGRycy9kb3ducmV2LnhtbESPT2vCQBTE7wW/w/IKvdVNIzQ2zSpBrOQgFLXeH9mX&#10;PzT7NmRXE799VxB6HGbmN0y2nkwnrjS41rKCt3kEgri0uuVawc/p63UJwnlkjZ1lUnAjB+vV7CnD&#10;VNuRD3Q9+loECLsUFTTe96mUrmzIoJvbnjh4lR0M+iCHWuoBxwA3nYyj6F0abDksNNjTpqHy93gx&#10;CuxiV+zPdXxYbDnxnH8vq/O0V+rleco/QXia/H/40S60giRKPuD+JjwBuf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lQmc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F10A1" w:rsidRDefault="001F10A1" w:rsidP="001F1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wUKMUA&#10;AADdAAAADwAAAGRycy9kb3ducmV2LnhtbERPy2oCMRTdC/5DuEI3opl24WNqlCJMHy4KYwvdXia3&#10;k9HJzZCkOvXrzUJweTjv1aa3rTiRD41jBY/TDARx5XTDtYLvr2KyABEissbWMSn4pwCb9XCwwly7&#10;M5d02sdapBAOOSowMXa5lKEyZDFMXUecuF/nLcYEfS21x3MKt618yrKZtNhwajDY0dZQddz/WQWH&#10;4tP8bOeXVz9elnQZF7u39mOm1MOof3kGEamPd/HN/a4VzLNF2p/epCcg1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bBQoxQAAAN0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F10A1" w:rsidRDefault="001F10A1" w:rsidP="001F1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jTzMIA&#10;AADdAAAADwAAAGRycy9kb3ducmV2LnhtbESP3YrCMBCF7xd8hzCCN4umuqBSjSKisngj/jzA0IxN&#10;sZmUJtr69kYQvDycn48zX7a2FA+qfeFYwXCQgCDOnC44V3A5b/tTED4gaywdk4IneVguOj9zTLVr&#10;+EiPU8hFHGGfogITQpVK6TNDFv3AVcTRu7raYoiyzqWusYnjtpSjJBlLiwVHgsGK1oay2+luI+Tw&#10;h4f9tTlvdy02uNkb/l0dlep129UMRKA2fMOf9r9WMEmmQ3i/iU9AL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+NPMwgAAAN0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F10A1" w:rsidRDefault="001F10A1" w:rsidP="001F1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GYG8YA&#10;AADdAAAADwAAAGRycy9kb3ducmV2LnhtbESPQUsDMRSE70L/Q3gFbzbbRduyNi2lKojgwSqU3h6b&#10;193FzUtInt313xtB8DjMzDfMeju6Xl0ops6zgfmsAEVce9txY+Dj/elmBSoJssXeMxn4pgTbzeRq&#10;jZX1A7/R5SCNyhBOFRpoRUKldapbcphmPhBn7+yjQ8kyNtpGHDLc9bosioV22HFeaDHQvqX68/Dl&#10;DLwOj+Flubg7h1O8LXV6sHLcizHX03F3D0polP/wX/vZGlgWqxJ+3+Qno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JGYG8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F10A1" w:rsidRDefault="001F10A1" w:rsidP="001F1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boIMIA&#10;AADdAAAADwAAAGRycy9kb3ducmV2LnhtbESP3YrCMBCF7xd8hzCCN4umKqhUo4ioLN6IPw8wNGNT&#10;bCaliba+/UYQvDycn4+zWLW2FE+qfeFYwXCQgCDOnC44V3C97PozED4gaywdk4IXeVgtOz8LTLVr&#10;+ETPc8hFHGGfogITQpVK6TNDFv3AVcTRu7naYoiyzqWusYnjtpSjJJlIiwVHgsGKNoay+/lhI+Q4&#10;xuPh1lx2+xYb3B4M/65PSvW67XoOIlAbvuFP+08rmCazMbzfxCc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ZuggwgAAAN0AAAAPAAAAAAAAAAAAAAAAAJgCAABkcnMvZG93&#10;bnJldi54bWxQSwUGAAAAAAQABAD1AAAAhw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F10A1" w:rsidRDefault="001F10A1" w:rsidP="001F1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DSl9MYA&#10;AADdAAAADwAAAGRycy9kb3ducmV2LnhtbESPQUsDMRSE70L/Q3gFbzbbUtuybVqkKojgwSpIb4/N&#10;6+7SzUtInt313xtB6HGYmW+YzW5wnbpQTK1nA9NJAYq48rbl2sDnx/PdClQSZIudZzLwQwl229HN&#10;Bkvre36ny0FqlSGcSjTQiIRS61Q15DBNfCDO3slHh5JlrLWN2Ge46/SsKBbaYct5ocFA+4aq8+Hb&#10;GXjrn8LrcnF/Csc4n+n0aOVrL8bcjoeHNSihQa7h//aLNbAsVnP4e5OfgN7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DSl9MYAAADd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F10A1" w:rsidRDefault="001F10A1" w:rsidP="001F1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figEcYA&#10;AADdAAAADwAAAGRycy9kb3ducmV2LnhtbESPQWsCMRSE74L/IbyCF6nZWmxlaxQtBAsWSlXo9bF5&#10;7i7dvCxJdLf/vhEEj8PMfMMsVr1txIV8qB0reJpkIIgLZ2ouFRwP+nEOIkRkg41jUvBHAVbL4WCB&#10;uXEdf9NlH0uRIBxyVFDF2OZShqIii2HiWuLknZy3GJP0pTQeuwS3jZxm2Yu0WHNaqLCl94qK3/3Z&#10;Kth8deWzHxeb3u1O25+Z1kZ/aqVGD/36DUSkPt7Dt/aHUfCazWdwfZOegFz+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figEc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F10A1" w:rsidRDefault="001F10A1" w:rsidP="001F1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JkI8QA&#10;AADdAAAADwAAAGRycy9kb3ducmV2LnhtbESP3WoCMRSE7wXfIRyhd5qttLpsjSItC0W88ecBDpvT&#10;zdbNyZLEdfv2piB4OczMN8xqM9hW9ORD41jB6ywDQVw53XCt4HwqpzmIEJE1to5JwR8F2KzHoxUW&#10;2t34QP0x1iJBOBSowMTYFVKGypDFMHMdcfJ+nLcYk/S11B5vCW5bOc+yhbTYcFow2NGnoepyvFoF&#10;5W6+7y9X7Uu3Hd4svZvf/Mso9TIZth8gIg3xGX60v7WCZZYv4P9NegJyf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iSZCP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F10A1" w:rsidRDefault="001F10A1" w:rsidP="001F1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ab/cYA&#10;AADdAAAADwAAAGRycy9kb3ducmV2LnhtbESPQWsCMRSE74X+h/AKvZSa1WKV1SgqhAoWSq3g9bF5&#10;7i5uXpYkddd/b4RCj8PMfMPMl71txIV8qB0rGA4yEMSFMzWXCg4/+nUKIkRkg41jUnClAMvF48Mc&#10;c+M6/qbLPpYiQTjkqKCKsc2lDEVFFsPAtcTJOzlvMSbpS2k8dgluGznKsndpsea0UGFLm4qK8/7X&#10;Klh/deWbfynWvdudPo5jrY3+1Eo9P/WrGYhIffwP/7W3RsEkm07g/iY9Abm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mab/c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F10A1" w:rsidRDefault="001F10A1" w:rsidP="001F1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FVysEA&#10;AADdAAAADwAAAGRycy9kb3ducmV2LnhtbERP3WrCMBS+H+wdwhnsbqbKnKUziiiFId5YfYBDc9ZU&#10;m5OSxNq9vbkQdvnx/S/Xo+3EQD60jhVMJxkI4trplhsF51P5kYMIEVlj55gU/FGA9er1ZYmFdnc+&#10;0lDFRqQQDgUqMDH2hZShNmQxTFxPnLhf5y3GBH0jtcd7CrednGXZl7TYcmow2NPWUH2tblZBuZ8d&#10;hutN+9Jtxk9Lc3PJd0ap97dx8w0i0hj/xU/3j1awyPI0N71JT0C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ZBVcrBAAAA3QAAAA8AAAAAAAAAAAAAAAAAmAIAAGRycy9kb3du&#10;cmV2LnhtbFBLBQYAAAAABAAEAPUAAACG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F10A1" w:rsidRDefault="001F10A1" w:rsidP="001F1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kjqd8IA&#10;AADdAAAADwAAAGRycy9kb3ducmV2LnhtbESP3YrCMBSE7xd8h3CEvVsT/7UaRQRlvbT6AIfm2Bab&#10;k9pEW99+s7Cwl8PMfMOst52txIsaXzrWMBwoEMSZMyXnGq6Xw9cChA/IBivHpOFNHrab3scaE+Na&#10;PtMrDbmIEPYJaihCqBMpfVaQRT9wNXH0bq6xGKJscmkabCPcVnKk1ExaLDkuFFjTvqDsnj6thsm7&#10;PT7S6V0djKXhaVyfOGRTrT/73W4FIlAX/sN/7W+jYa4WS/h9E5+A3P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eSOp3wgAAAN0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F10A1" w:rsidRDefault="001F10A1" w:rsidP="001F1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znMK74A&#10;AADdAAAADwAAAGRycy9kb3ducmV2LnhtbERPyQrCMBC9C/5DGMGbpnpwqUYRRRFPWpfz0IxtsZmU&#10;Jmr9e3MQPD7ePl82phQvql1hWcGgH4EgTq0uOFNwOW97ExDOI2ssLZOCDzlYLtqtOcbavvlEr8Rn&#10;IoSwi1FB7n0VS+nSnAy6vq2IA3e3tUEfYJ1JXeM7hJtSDqNoJA0WHBpyrGidU/pInkbBc3QbXvh+&#10;0Mdk89lNN9uVk9dMqW6nWc1AeGr8X/xz77WCcTQN+8Ob8ATk4gs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M5zCu+AAAA3QAAAA8AAAAAAAAAAAAAAAAAmAIAAGRycy9kb3ducmV2&#10;LnhtbFBLBQYAAAAABAAEAPUAAACD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F10A1" w:rsidRDefault="001F10A1" w:rsidP="001F1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YWt8gA&#10;AADdAAAADwAAAGRycy9kb3ducmV2LnhtbESPQWvCQBSE70L/w/IKvenGtkSNrmILgu1BMdpDb8/s&#10;a5KafRuzW03/vSsIHoeZ+YaZzFpTiRM1rrSsoN+LQBBnVpecK9htF90hCOeRNVaWScE/OZhNHzoT&#10;TLQ984ZOqc9FgLBLUEHhfZ1I6bKCDLqerYmD92Mbgz7IJpe6wXOAm0o+R1EsDZYcFgqs6b2g7JD+&#10;GQVf62E8Wr99vP5+rvb4YvTxW5exUk+P7XwMwlPr7+Fbe6kVDKJRH65vwhOQ0w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c1ha3yAAAAN0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F10A1" w:rsidRDefault="001F10A1" w:rsidP="001F1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xKM8cA&#10;AADdAAAADwAAAGRycy9kb3ducmV2LnhtbESPS2vDMBCE74X8B7GB3hK5bsjDjWzahqQhJ+cBvS7W&#10;1ja1VsZSEqe/vioEehxm5htmmfWmERfqXG1ZwdM4AkFcWF1zqeB0XI/mIJxH1thYJgU3cpClg4cl&#10;JtpeeU+Xgy9FgLBLUEHlfZtI6YqKDLqxbYmD92U7gz7IrpS6w2uAm0bGUTSVBmsOCxW29F5R8X04&#10;GwU/00/M3Uf8tnrWnm6T+cbu8o1Sj8P+9QWEp97/h+/trVYwixYx/L0JT0Cm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V8SjP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F10A1" w:rsidRDefault="001F10A1" w:rsidP="001F1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i8EMYA&#10;AADdAAAADwAAAGRycy9kb3ducmV2LnhtbESPwW7CMBBE70j8g7WVeitOKW0hjUEIgcStTcoHrOKt&#10;EyVeh9hA6NfXSJU4jmbmjSZbDbYVZ+p97VjB8yQBQVw6XbNRcPjePc1B+ICssXVMCq7kYbUcjzJM&#10;tbtwTuciGBEh7FNUUIXQpVL6siKLfuI64uj9uN5iiLI3Uvd4iXDbymmSvEmLNceFCjvaVFQ2xckq&#10;OLrpqx6KLX4228VXbczs+JvPlHp8GNYfIAIN4R7+b++1gvdk8QK3N/EJyO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ui8EM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F10A1" w:rsidRDefault="001F10A1" w:rsidP="001F1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CCuDMQA&#10;AADdAAAADwAAAGRycy9kb3ducmV2LnhtbESPzW7CMBCE70i8g7WVeiNO+SdgEFSqxBXaQ4+LvSRp&#10;43WIXQg8PUZC6nE0M99oFqvWVuJMjS8dK3hLUhDE2pmScwVfnx+9KQgfkA1WjknBlTyslt3OAjPj&#10;Lryj8z7kIkLYZ6igCKHOpPS6IIs+cTVx9I6usRiibHJpGrxEuK1kP03H0mLJcaHAmt4L0r/7P6tg&#10;Wx5oNNbHmZ1u9O77dgqDyY9R6vWlXc9BBGrDf/jZ3hoFk3Q2hMeb+ATk8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ggrgz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F10A1" w:rsidRDefault="001F10A1" w:rsidP="001F1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X4Y8IA&#10;AADdAAAADwAAAGRycy9kb3ducmV2LnhtbERPW2vCMBR+H+w/hDPY20wUdrEaRQeDDS/gBX09NMem&#10;2JyUJqv13xthsMfvzjeedq4SLTWh9Kyh31MgiHNvSi407HdfLx8gQkQ2WHkmDVcKMJ08PowxM/7C&#10;G2q3sRCphEOGGmyMdSZlyC05DD1fEyft5BuHMcGmkKbBSyp3lRwo9SYdlpwWLNb0aSk/b3+dhhbX&#10;V3W089Xwp1zmg/X8sDCJ189P3WwEIlIX/81/6W+j4V0NX+H+Jj0BOb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mZfhj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F10A1" w:rsidRDefault="001F10A1" w:rsidP="001F1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4zYdMQA&#10;AADdAAAADwAAAGRycy9kb3ducmV2LnhtbESPwU7DMBBE70j9B2srcaNOcygQ6lZVpSKOEDhwXOJt&#10;nBLvRrbbBL4eIyFxHM3MG816O/leXSjETtjAclGAIm7EdtwaeHs93NyBignZYi9MBr4ownYzu1pj&#10;ZWXkF7rUqVUZwrFCAy6lodI6No48xoUMxNk7SvCYsgyttgHHDPe9LotipT12nBccDrR31HzWZ29g&#10;fGw+TuXx3brvMMihfpZT2Ysx1/Np9wAq0ZT+w3/tJ2vgtrhfwe+b/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eM2HT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F10A1" w:rsidRDefault="001F10A1" w:rsidP="001F1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s7SMYA&#10;AADdAAAADwAAAGRycy9kb3ducmV2LnhtbESPS2/CMBCE75X6H6ytxK04cCAQMIinhCpQxaP3bbwk&#10;ae11FBtI/31dCanH0cx8o5nMWmvEjRpfOVbQ6yYgiHOnKy4UnE+b1yEIH5A1Gsek4Ic8zKbPTxPM&#10;tLvzgW7HUIgIYZ+hgjKEOpPS5yVZ9F1XE0fv4hqLIcqmkLrBe4RbI/tJMpAWK44LJda0LCn/Pl6t&#10;gs37ynz194f5hwzLdfpphm+L1U6pzks7H4MI1Ib/8KO91QrSZJTC35v4BOT0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qs7S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F10A1" w:rsidRDefault="001F10A1" w:rsidP="001F1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pNig8UA&#10;AADdAAAADwAAAGRycy9kb3ducmV2LnhtbERPTWvCQBC9F/wPywi9FN3Y0hqjmyCFogULGgWvY3ZM&#10;gtnZkN3G9N93D4UeH+97lQ2mET11rrasYDaNQBAXVtdcKjgdPyYxCOeRNTaWScEPOcjS0cMKE23v&#10;fKA+96UIIewSVFB53yZSuqIig25qW+LAXW1n0AfYlVJ3eA/hppHPUfQmDdYcGips6b2i4pZ/GwX9&#10;fncpt71rP2/xk3t9uWw2X/qs1ON4WC9BeBr8v/jPvdUK5tEizA1vwhOQ6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ek2KDxQAAAN0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F10A1" w:rsidRDefault="001F10A1" w:rsidP="001F1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670cgA&#10;AADdAAAADwAAAGRycy9kb3ducmV2LnhtbESPQWsCMRSE70L/Q3iF3tyk0lp3NUotFHopqO1Bb8/N&#10;6+7i5mWbpLrtrzeC0OMwM98ws0VvW3EkHxrHGu4zBYK4dKbhSsPnx+twAiJEZIOtY9LwSwEW85vB&#10;DAvjTrym4yZWIkE4FKihjrErpAxlTRZD5jri5H05bzEm6StpPJ4S3LZypNRYWmw4LdTY0UtN5WHz&#10;YzUs88nye/XA73/r/Y522/3hceSV1ne3/fMURKQ+/oev7Tej4UnlOVzepCcg52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hfrvRyAAAAN0AAAAPAAAAAAAAAAAAAAAAAJgCAABk&#10;cnMvZG93bnJldi54bWxQSwUGAAAAAAQABAD1AAAAjQMAAAAA&#10;" fillcolor="black" stroked="f">
                  <v:textbox>
                    <w:txbxContent>
                      <w:p w:rsidR="001F10A1" w:rsidRDefault="001F10A1" w:rsidP="001F1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ZLWMUA&#10;AADdAAAADwAAAGRycy9kb3ducmV2LnhtbERPy2rCQBTdC/2H4Rbc6SSCD1LHUFsFobpQu+jyNnOb&#10;DMncCZlR0359ZyG4PJz3Mu9tI67UeeNYQTpOQBAXThsuFXyet6MFCB+QNTaOScEvechXT4MlZtrd&#10;+EjXUyhFDGGfoYIqhDaT0hcVWfRj1xJH7sd1FkOEXSl1h7cYbhs5SZKZtGg4NlTY0ltFRX26WAVf&#10;HzOzOBqafO//1hu9n9brw3ut1PC5f30BEagPD/HdvdMK5mkS98c38QnI1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hktYxQAAAN0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F10A1" w:rsidRDefault="001F10A1" w:rsidP="001F1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/QdsUA&#10;AADdAAAADwAAAGRycy9kb3ducmV2LnhtbESPQWsCMRSE70L/Q3gFbzXZHqxsjSItRS891CpeH5vX&#10;zXY3L9sk6uqvbwoFj8PMfMPMl4PrxIlCbDxrKCYKBHHlTcO1ht3n28MMREzIBjvPpOFCEZaLu9Ec&#10;S+PP/EGnbapFhnAsUYNNqS+ljJUlh3Hie+LsffngMGUZamkCnjPcdfJRqal02HBesNjTi6Wq3R6d&#10;hrA6vLZXPu5bdX2/xPX38DNDq/X4flg9g0g0pFv4v70xGp4KVcDfm/wE5O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L9B2xQAAAN0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F10A1" w:rsidRDefault="001F10A1" w:rsidP="001F1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Knrs8YA&#10;AADdAAAADwAAAGRycy9kb3ducmV2LnhtbESPzWrDMBCE74G+g9hCL6GR4kOTulFCKQQKDYX8PMDW&#10;2tqm0spYm8Tp01eFQI7DzHzDLFZD8OpEfWojW5hODCjiKrqWawuH/fpxDioJskMfmSxcKMFqeTda&#10;YOnimbd02kmtMoRTiRYaka7UOlUNBUyT2BFn7zv2ASXLvtaux3OGB68LY550wJbzQoMdvTVU/eyO&#10;wYIvvvzzxyxt5HLQG/MbZDv+dNY+3A+vL6CEBrmFr+13Z2E2NQX8v8lPQC/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+Knrs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F10A1" w:rsidRDefault="001F10A1" w:rsidP="001F1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lBbMUA&#10;AADdAAAADwAAAGRycy9kb3ducmV2LnhtbESPQWsCMRSE7wX/Q3iCt5pVwZbVKFoR9uLBreL1uXnd&#10;LE1elk2q2/56Uyj0OMzMN8xy3TsrbtSFxrOCyTgDQVx53XCt4PS+f34FESKyRuuZFHxTgPVq8LTE&#10;XPs7H+lWxlokCIccFZgY21zKUBlyGMa+JU7eh+8cxiS7WuoO7wnurJxm2Vw6bDgtGGzpzVD1WX45&#10;BbuytdNTYbbhcj5cr7b42dNlp9Ro2G8WICL18T/81y60gpdJNoPfN+kJy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aUFsxQAAAN0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F10A1" w:rsidRDefault="001F10A1" w:rsidP="001F1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eWqcUA&#10;AADdAAAADwAAAGRycy9kb3ducmV2LnhtbESPwWrDMBBE74X8g9hAb43kUpzgRAklxBDIqW5yyG2R&#10;trZba2UsNXb+vioUehxm5g2z2U2uEzcaQutZQ7ZQIIiNty3XGs7v5dMKRIjIFjvPpOFOAXbb2cMG&#10;C+tHfqNbFWuRIBwK1NDE2BdSBtOQw7DwPXHyPvzgMCY51NIOOCa46+SzUrl02HJaaLCnfUPmq/p2&#10;Gj5LefJGobmcL+PRLq+HnDql9eN8el2DiDTF//Bf+2g1LDP1Ar9v0hOQ2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F5apxQAAAN0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F10A1" w:rsidRDefault="001F10A1" w:rsidP="001F1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KRHMYA&#10;AADdAAAADwAAAGRycy9kb3ducmV2LnhtbESPQWvCQBSE70L/w/IK3nSjpVaiq9hCQVo8GIt4fGaf&#10;SUj2bdhdNf57tyB4HGbmG2a+7EwjLuR8ZVnBaJiAIM6trrhQ8Lf7HkxB+ICssbFMCm7kYbl46c0x&#10;1fbKW7pkoRARwj5FBWUIbSqlz0sy6Ie2JY7eyTqDIUpXSO3wGuGmkeMkmUiDFceFElv6Kimvs7NR&#10;cDj/8mnz9rNyn2Fvu52vx8dprVT/tVvNQATqwjP8aK+1go9R8g7/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EKRHM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F10A1" w:rsidRDefault="001F10A1" w:rsidP="001F1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q1uccA&#10;AADdAAAADwAAAGRycy9kb3ducmV2LnhtbESPQWsCMRSE74L/IbxCb5oordXVKFoo9CJU60Fvz83r&#10;7uLmZZukuvrrTaHQ4zAz3zCzRWtrcSYfKscaBn0Fgjh3puJCw+7zrTcGESKywdoxabhSgMW825lh&#10;ZtyFN3TexkIkCIcMNZQxNpmUIS/JYui7hjh5X85bjEn6QhqPlwS3tRwqNZIWK04LJTb0WlJ+2v5Y&#10;DavJePX98cTr2+Z4oMP+eHoeeqX140O7nIKI1Mb/8F/73Wh4GagR/L5JT0DO7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4KtbnHAAAA3QAAAA8AAAAAAAAAAAAAAAAAmAIAAGRy&#10;cy9kb3ducmV2LnhtbFBLBQYAAAAABAAEAPUAAACMAwAAAAA=&#10;" fillcolor="black" stroked="f">
                  <v:textbox>
                    <w:txbxContent>
                      <w:p w:rsidR="001F10A1" w:rsidRDefault="001F10A1" w:rsidP="001F1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rqI8UA&#10;AADdAAAADwAAAGRycy9kb3ducmV2LnhtbESPQWsCMRSE70L/Q3iF3jRrC1q2RlmE0tLTalt6fW5e&#10;N0s3L0uSxvXfG0HwOMzMN8xqM9peJPKhc6xgPitAEDdOd9wq+Pp8nT6DCBFZY++YFJwowGZ9N1lh&#10;qd2Rd5T2sRUZwqFEBSbGoZQyNIYshpkbiLP367zFmKVvpfZ4zHDby8eiWEiLHecFgwNtDTV/+3+r&#10;IB22dfWUfpLZffiq9a5++z7USj3cj9ULiEhjvIWv7XetYDkvlnB5k5+AXJ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Ouoj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F10A1" w:rsidRDefault="001F10A1" w:rsidP="001F1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Keo8MA&#10;AADdAAAADwAAAGRycy9kb3ducmV2LnhtbERPz2vCMBS+C/sfwhvstqb1oK4aZcgc6sWtG8zjo3lr&#10;ypqX0sRa/evNYeDx4/u9WA22ET11vnasIEtSEMSl0zVXCr6/Ns8zED4ga2wck4ILeVgtH0YLzLU7&#10;8yf1RahEDGGfowITQptL6UtDFn3iWuLI/brOYoiwq6Tu8BzDbSPHaTqRFmuODQZbWhsq/4qTVeCz&#10;9dvP3l5f+uO74UOxM5OPyij19Di8zkEEGsJd/O/eagXTLI1z45v4BOTy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iKeo8MAAADdAAAADwAAAAAAAAAAAAAAAACYAgAAZHJzL2Rv&#10;d25yZXYueG1sUEsFBgAAAAAEAAQA9QAAAIg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F10A1" w:rsidRDefault="001F10A1" w:rsidP="001F10A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F10A1" w:rsidRDefault="001F10A1" w:rsidP="001F10A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1F10A1" w:rsidRDefault="001F10A1" w:rsidP="001F10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F10A1" w:rsidRDefault="001F10A1" w:rsidP="001F10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F10A1" w:rsidRDefault="001F10A1" w:rsidP="001F10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F10A1" w:rsidRDefault="001F10A1" w:rsidP="001F10A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F10A1" w:rsidRDefault="001F10A1" w:rsidP="001F10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1F10A1" w:rsidRDefault="001F10A1" w:rsidP="001F10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F10A1" w:rsidRDefault="001F10A1" w:rsidP="001F10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F10A1" w:rsidRDefault="001F10A1" w:rsidP="001F10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Р</w:t>
      </w:r>
      <w:proofErr w:type="gramEnd"/>
      <w:r>
        <w:rPr>
          <w:rFonts w:ascii="Times New Roman" w:eastAsia="Arial Unicode MS" w:hAnsi="Times New Roman"/>
          <w:b/>
          <w:color w:val="000000"/>
          <w:sz w:val="24"/>
          <w:szCs w:val="24"/>
        </w:rPr>
        <w:t>ІШЕННЯ</w:t>
      </w:r>
    </w:p>
    <w:p w:rsidR="001F10A1" w:rsidRDefault="001F10A1" w:rsidP="001F10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F10A1" w:rsidRDefault="001F10A1" w:rsidP="001F10A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ІІІ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скликання</w:t>
      </w:r>
      <w:proofErr w:type="spellEnd"/>
    </w:p>
    <w:p w:rsidR="001F10A1" w:rsidRDefault="001F10A1" w:rsidP="001F10A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F10A1" w:rsidRDefault="001F10A1" w:rsidP="001F10A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07</w:t>
      </w:r>
      <w:r>
        <w:rPr>
          <w:rFonts w:ascii="Times New Roman" w:eastAsia="Arial Unicode MS" w:hAnsi="Times New Roman"/>
          <w:color w:val="000000"/>
          <w:sz w:val="24"/>
          <w:szCs w:val="24"/>
        </w:rPr>
        <w:t>.0</w:t>
      </w:r>
      <w:r w:rsidRPr="00DA220F">
        <w:rPr>
          <w:rFonts w:ascii="Times New Roman" w:eastAsia="Arial Unicode MS" w:hAnsi="Times New Roman"/>
          <w:color w:val="000000"/>
          <w:sz w:val="24"/>
          <w:szCs w:val="24"/>
        </w:rPr>
        <w:t>9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.2021 року                                           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Крупець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                                                    №12</w:t>
      </w:r>
    </w:p>
    <w:p w:rsidR="001F10A1" w:rsidRPr="001062B6" w:rsidRDefault="001F10A1" w:rsidP="001F10A1">
      <w:pPr>
        <w:tabs>
          <w:tab w:val="left" w:pos="4424"/>
        </w:tabs>
        <w:spacing w:after="0" w:line="240" w:lineRule="auto"/>
        <w:rPr>
          <w:rFonts w:ascii="Times New Roman" w:eastAsia="Arial Unicode MS" w:hAnsi="Times New Roman"/>
          <w:color w:val="FF0000"/>
          <w:sz w:val="24"/>
          <w:szCs w:val="24"/>
        </w:rPr>
      </w:pPr>
    </w:p>
    <w:p w:rsidR="001F10A1" w:rsidRPr="001062B6" w:rsidRDefault="001F10A1" w:rsidP="001F10A1">
      <w:pPr>
        <w:tabs>
          <w:tab w:val="left" w:pos="4424"/>
        </w:tabs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1062B6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proofErr w:type="spellStart"/>
      <w:r w:rsidRPr="001062B6">
        <w:rPr>
          <w:rFonts w:ascii="Times New Roman" w:eastAsia="Arial Unicode MS" w:hAnsi="Times New Roman"/>
          <w:b/>
          <w:color w:val="000000"/>
          <w:sz w:val="24"/>
          <w:szCs w:val="24"/>
        </w:rPr>
        <w:t>розгляд</w:t>
      </w:r>
      <w:proofErr w:type="spellEnd"/>
      <w:r w:rsidRPr="001062B6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заяви 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>Паращук Л.М.</w:t>
      </w:r>
    </w:p>
    <w:p w:rsidR="001F10A1" w:rsidRPr="001062B6" w:rsidRDefault="001F10A1" w:rsidP="001F10A1">
      <w:pPr>
        <w:tabs>
          <w:tab w:val="left" w:pos="4424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F10A1" w:rsidRPr="001062B6" w:rsidRDefault="001F10A1" w:rsidP="001F10A1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062B6">
        <w:rPr>
          <w:rFonts w:ascii="Times New Roman" w:eastAsia="Arial Unicode MS" w:hAnsi="Times New Roman"/>
          <w:color w:val="000000"/>
          <w:sz w:val="24"/>
          <w:szCs w:val="24"/>
        </w:rPr>
        <w:t xml:space="preserve">          </w:t>
      </w:r>
      <w:proofErr w:type="spellStart"/>
      <w:r w:rsidRPr="001062B6">
        <w:rPr>
          <w:rFonts w:ascii="Times New Roman" w:eastAsia="Arial Unicode MS" w:hAnsi="Times New Roman"/>
          <w:color w:val="000000"/>
          <w:sz w:val="24"/>
          <w:szCs w:val="24"/>
        </w:rPr>
        <w:t>Відповідно</w:t>
      </w:r>
      <w:proofErr w:type="spellEnd"/>
      <w:r w:rsidRPr="001062B6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 w:rsidRPr="001062B6">
        <w:rPr>
          <w:rFonts w:ascii="Times New Roman" w:eastAsia="Arial Unicode MS" w:hAnsi="Times New Roman"/>
          <w:color w:val="000000"/>
          <w:sz w:val="24"/>
          <w:szCs w:val="24"/>
        </w:rPr>
        <w:t>до</w:t>
      </w:r>
      <w:proofErr w:type="gramEnd"/>
      <w:r w:rsidRPr="001062B6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 w:rsidRPr="001062B6">
        <w:rPr>
          <w:rFonts w:ascii="Times New Roman" w:eastAsia="Arial Unicode MS" w:hAnsi="Times New Roman"/>
          <w:color w:val="000000"/>
          <w:sz w:val="24"/>
          <w:szCs w:val="24"/>
        </w:rPr>
        <w:t>пункту</w:t>
      </w:r>
      <w:proofErr w:type="gramEnd"/>
      <w:r w:rsidRPr="001062B6">
        <w:rPr>
          <w:rFonts w:ascii="Times New Roman" w:eastAsia="Arial Unicode MS" w:hAnsi="Times New Roman"/>
          <w:color w:val="000000"/>
          <w:sz w:val="24"/>
          <w:szCs w:val="24"/>
        </w:rPr>
        <w:t xml:space="preserve"> 34 </w:t>
      </w:r>
      <w:proofErr w:type="spellStart"/>
      <w:r w:rsidRPr="001062B6">
        <w:rPr>
          <w:rFonts w:ascii="Times New Roman" w:eastAsia="Arial Unicode MS" w:hAnsi="Times New Roman"/>
          <w:color w:val="000000"/>
          <w:sz w:val="24"/>
          <w:szCs w:val="24"/>
        </w:rPr>
        <w:t>частини</w:t>
      </w:r>
      <w:proofErr w:type="spellEnd"/>
      <w:r w:rsidRPr="001062B6">
        <w:rPr>
          <w:rFonts w:ascii="Times New Roman" w:eastAsia="Arial Unicode MS" w:hAnsi="Times New Roman"/>
          <w:color w:val="000000"/>
          <w:sz w:val="24"/>
          <w:szCs w:val="24"/>
        </w:rPr>
        <w:t xml:space="preserve"> 1 </w:t>
      </w:r>
      <w:proofErr w:type="spellStart"/>
      <w:r w:rsidRPr="001062B6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1062B6">
        <w:rPr>
          <w:rFonts w:ascii="Times New Roman" w:eastAsia="Arial Unicode MS" w:hAnsi="Times New Roman"/>
          <w:color w:val="000000"/>
          <w:sz w:val="24"/>
          <w:szCs w:val="24"/>
        </w:rPr>
        <w:t xml:space="preserve"> 26,  </w:t>
      </w:r>
      <w:proofErr w:type="spellStart"/>
      <w:r w:rsidRPr="001062B6">
        <w:rPr>
          <w:rFonts w:ascii="Times New Roman" w:eastAsia="Arial Unicode MS" w:hAnsi="Times New Roman"/>
          <w:color w:val="000000"/>
          <w:sz w:val="24"/>
          <w:szCs w:val="24"/>
        </w:rPr>
        <w:t>статті</w:t>
      </w:r>
      <w:proofErr w:type="spellEnd"/>
      <w:r w:rsidRPr="001062B6">
        <w:rPr>
          <w:rFonts w:ascii="Times New Roman" w:eastAsia="Arial Unicode MS" w:hAnsi="Times New Roman"/>
          <w:color w:val="000000"/>
          <w:sz w:val="24"/>
          <w:szCs w:val="24"/>
        </w:rPr>
        <w:t xml:space="preserve"> 42 Закону </w:t>
      </w:r>
      <w:proofErr w:type="spellStart"/>
      <w:r w:rsidRPr="001062B6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1062B6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</w:t>
      </w:r>
      <w:proofErr w:type="spellStart"/>
      <w:r w:rsidRPr="001062B6">
        <w:rPr>
          <w:rFonts w:ascii="Times New Roman" w:eastAsia="Arial Unicode MS" w:hAnsi="Times New Roman"/>
          <w:color w:val="000000"/>
          <w:sz w:val="24"/>
          <w:szCs w:val="24"/>
        </w:rPr>
        <w:t>місцеве</w:t>
      </w:r>
      <w:proofErr w:type="spellEnd"/>
      <w:r w:rsidRPr="001062B6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 w:rsidRPr="001062B6">
        <w:rPr>
          <w:rFonts w:ascii="Times New Roman" w:eastAsia="Arial Unicode MS" w:hAnsi="Times New Roman"/>
          <w:color w:val="000000"/>
          <w:sz w:val="24"/>
          <w:szCs w:val="24"/>
        </w:rPr>
        <w:t>самоврядування</w:t>
      </w:r>
      <w:proofErr w:type="spellEnd"/>
      <w:r w:rsidRPr="001062B6">
        <w:rPr>
          <w:rFonts w:ascii="Times New Roman" w:eastAsia="Arial Unicode MS" w:hAnsi="Times New Roman"/>
          <w:color w:val="000000"/>
          <w:sz w:val="24"/>
          <w:szCs w:val="24"/>
        </w:rPr>
        <w:t xml:space="preserve"> в </w:t>
      </w:r>
      <w:proofErr w:type="spellStart"/>
      <w:r w:rsidRPr="001062B6">
        <w:rPr>
          <w:rFonts w:ascii="Times New Roman" w:eastAsia="Arial Unicode MS" w:hAnsi="Times New Roman"/>
          <w:color w:val="000000"/>
          <w:sz w:val="24"/>
          <w:szCs w:val="24"/>
        </w:rPr>
        <w:t>Украї</w:t>
      </w:r>
      <w:r>
        <w:rPr>
          <w:rFonts w:ascii="Times New Roman" w:eastAsia="Arial Unicode MS" w:hAnsi="Times New Roman"/>
          <w:color w:val="000000"/>
          <w:sz w:val="24"/>
          <w:szCs w:val="24"/>
        </w:rPr>
        <w:t>ні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>», статей 141,142</w:t>
      </w:r>
      <w:r w:rsidRPr="001062B6">
        <w:rPr>
          <w:rFonts w:ascii="Times New Roman" w:eastAsia="Arial Unicode MS" w:hAnsi="Times New Roman"/>
          <w:color w:val="000000"/>
          <w:sz w:val="24"/>
          <w:szCs w:val="24"/>
        </w:rPr>
        <w:t xml:space="preserve"> Земельного кодексу </w:t>
      </w:r>
      <w:proofErr w:type="spellStart"/>
      <w:r w:rsidRPr="001062B6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1062B6">
        <w:rPr>
          <w:rFonts w:ascii="Times New Roman" w:eastAsia="Arial Unicode MS" w:hAnsi="Times New Roman"/>
          <w:color w:val="000000"/>
          <w:sz w:val="24"/>
          <w:szCs w:val="24"/>
        </w:rPr>
        <w:t xml:space="preserve">,  Закону </w:t>
      </w:r>
      <w:proofErr w:type="spellStart"/>
      <w:r w:rsidRPr="001062B6">
        <w:rPr>
          <w:rFonts w:ascii="Times New Roman" w:eastAsia="Arial Unicode MS" w:hAnsi="Times New Roman"/>
          <w:color w:val="000000"/>
          <w:sz w:val="24"/>
          <w:szCs w:val="24"/>
        </w:rPr>
        <w:t>України</w:t>
      </w:r>
      <w:proofErr w:type="spellEnd"/>
      <w:r w:rsidRPr="001062B6">
        <w:rPr>
          <w:rFonts w:ascii="Times New Roman" w:eastAsia="Arial Unicode MS" w:hAnsi="Times New Roman"/>
          <w:color w:val="000000"/>
          <w:sz w:val="24"/>
          <w:szCs w:val="24"/>
        </w:rPr>
        <w:t xml:space="preserve"> «Про  </w:t>
      </w:r>
      <w:proofErr w:type="spellStart"/>
      <w:r w:rsidRPr="001062B6">
        <w:rPr>
          <w:rFonts w:ascii="Times New Roman" w:eastAsia="Arial Unicode MS" w:hAnsi="Times New Roman"/>
          <w:color w:val="000000"/>
          <w:sz w:val="24"/>
          <w:szCs w:val="24"/>
        </w:rPr>
        <w:t>землеустрій</w:t>
      </w:r>
      <w:proofErr w:type="spellEnd"/>
      <w:r w:rsidRPr="001062B6">
        <w:rPr>
          <w:rFonts w:ascii="Times New Roman" w:eastAsia="Arial Unicode MS" w:hAnsi="Times New Roman"/>
          <w:color w:val="000000"/>
          <w:sz w:val="24"/>
          <w:szCs w:val="24"/>
        </w:rPr>
        <w:t xml:space="preserve">»,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розглянувши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заяву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 Паращук Л.М.</w:t>
      </w:r>
      <w:r w:rsidRPr="001062B6">
        <w:rPr>
          <w:rFonts w:ascii="Times New Roman" w:eastAsia="Arial Unicode MS" w:hAnsi="Times New Roman"/>
          <w:color w:val="000000"/>
          <w:sz w:val="24"/>
          <w:szCs w:val="24"/>
        </w:rPr>
        <w:t xml:space="preserve">  </w:t>
      </w:r>
      <w:proofErr w:type="spellStart"/>
      <w:r w:rsidRPr="001062B6">
        <w:rPr>
          <w:rFonts w:ascii="Times New Roman" w:eastAsia="Arial Unicode MS" w:hAnsi="Times New Roman"/>
          <w:color w:val="000000"/>
          <w:sz w:val="24"/>
          <w:szCs w:val="24"/>
        </w:rPr>
        <w:t>сільська</w:t>
      </w:r>
      <w:proofErr w:type="spellEnd"/>
      <w:r w:rsidRPr="001062B6">
        <w:rPr>
          <w:rFonts w:ascii="Times New Roman" w:eastAsia="Arial Unicode MS" w:hAnsi="Times New Roman"/>
          <w:color w:val="000000"/>
          <w:sz w:val="24"/>
          <w:szCs w:val="24"/>
        </w:rPr>
        <w:t xml:space="preserve">  рада </w:t>
      </w:r>
    </w:p>
    <w:p w:rsidR="001F10A1" w:rsidRPr="00D41553" w:rsidRDefault="001F10A1" w:rsidP="001F10A1">
      <w:pPr>
        <w:tabs>
          <w:tab w:val="left" w:pos="4424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 w:rsidRPr="001062B6"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1F10A1" w:rsidRPr="001062B6" w:rsidRDefault="001F10A1" w:rsidP="001F10A1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У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зв’язку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добровільною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відмовою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Паращук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Людмили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Миколаївни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яка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зареєстрована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за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адресою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: </w:t>
      </w:r>
      <w:r w:rsidR="00D31F85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__________</w:t>
      </w:r>
      <w:bookmarkStart w:id="0" w:name="_GoBack"/>
      <w:bookmarkEnd w:id="0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припинити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право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користування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земельну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ділянку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орієнтовною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0,38</w:t>
      </w:r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00 га,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для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ведення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особистого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селянського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господарства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яка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розташована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Хмельниць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область,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Шепетівський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район за межами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</w:t>
      </w: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.Д</w:t>
      </w:r>
      <w:proofErr w:type="gram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ідова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Гора</w:t>
      </w:r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та перевести в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землі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запасу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ради. </w:t>
      </w:r>
    </w:p>
    <w:p w:rsidR="001F10A1" w:rsidRPr="001062B6" w:rsidRDefault="001F10A1" w:rsidP="001F10A1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 Контроль за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виконанням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цього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proofErr w:type="gram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р</w:t>
      </w:r>
      <w:proofErr w:type="gram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ішення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покласти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постійну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комісію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з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питань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земельних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відносин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природокористування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планування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територій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будівництва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архітектури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охорони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пам’яток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історичного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>середовища</w:t>
      </w:r>
      <w:proofErr w:type="spellEnd"/>
      <w:r w:rsidRPr="001062B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та благоустрою (Денисюк Т.В.).</w:t>
      </w:r>
    </w:p>
    <w:p w:rsidR="001F10A1" w:rsidRPr="001062B6" w:rsidRDefault="001F10A1" w:rsidP="001F10A1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F10A1" w:rsidRPr="001062B6" w:rsidRDefault="001F10A1" w:rsidP="001F10A1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F10A1" w:rsidRPr="001062B6" w:rsidRDefault="001F10A1" w:rsidP="001F10A1">
      <w:pPr>
        <w:rPr>
          <w:rFonts w:ascii="Times New Roman" w:hAnsi="Times New Roman" w:cs="Times New Roman"/>
        </w:rPr>
      </w:pPr>
    </w:p>
    <w:p w:rsidR="001F10A1" w:rsidRPr="001062B6" w:rsidRDefault="001F10A1" w:rsidP="001F10A1">
      <w:pPr>
        <w:rPr>
          <w:rFonts w:ascii="Times New Roman" w:eastAsia="Calibri" w:hAnsi="Times New Roman" w:cs="Times New Roman"/>
          <w:sz w:val="24"/>
          <w:szCs w:val="24"/>
        </w:rPr>
      </w:pPr>
      <w:r w:rsidRPr="001062B6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 w:rsidRPr="001062B6">
        <w:rPr>
          <w:rFonts w:ascii="Times New Roman" w:eastAsia="Calibri" w:hAnsi="Times New Roman" w:cs="Times New Roman"/>
          <w:sz w:val="24"/>
          <w:szCs w:val="24"/>
        </w:rPr>
        <w:t>Сільський</w:t>
      </w:r>
      <w:proofErr w:type="spellEnd"/>
      <w:r w:rsidRPr="001062B6">
        <w:rPr>
          <w:rFonts w:ascii="Times New Roman" w:eastAsia="Calibri" w:hAnsi="Times New Roman" w:cs="Times New Roman"/>
          <w:sz w:val="24"/>
          <w:szCs w:val="24"/>
        </w:rPr>
        <w:t xml:space="preserve"> голова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</w:t>
      </w:r>
      <w:proofErr w:type="spellStart"/>
      <w:r w:rsidRPr="001062B6">
        <w:rPr>
          <w:rFonts w:ascii="Times New Roman" w:eastAsia="Arial Unicode MS" w:hAnsi="Times New Roman" w:cs="Times New Roman"/>
          <w:sz w:val="24"/>
          <w:szCs w:val="24"/>
        </w:rPr>
        <w:t>Валерій</w:t>
      </w:r>
      <w:proofErr w:type="spellEnd"/>
      <w:r w:rsidRPr="001062B6">
        <w:rPr>
          <w:rFonts w:ascii="Times New Roman" w:eastAsia="Arial Unicode MS" w:hAnsi="Times New Roman" w:cs="Times New Roman"/>
          <w:sz w:val="24"/>
          <w:szCs w:val="24"/>
        </w:rPr>
        <w:t xml:space="preserve">   МИХАЛЮК</w:t>
      </w:r>
    </w:p>
    <w:p w:rsidR="00E22C07" w:rsidRDefault="00E22C07"/>
    <w:sectPr w:rsidR="00E22C07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0A1"/>
    <w:rsid w:val="001F10A1"/>
    <w:rsid w:val="00D31F85"/>
    <w:rsid w:val="00E22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0A1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1F10A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F10A1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1F10A1"/>
    <w:rPr>
      <w:rFonts w:ascii="Consolas" w:hAnsi="Consolas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0A1"/>
    <w:rPr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, Знак2 Знак"/>
    <w:link w:val="HTML0"/>
    <w:locked/>
    <w:rsid w:val="001F10A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F10A1"/>
    <w:pPr>
      <w:tabs>
        <w:tab w:val="left" w:pos="708"/>
      </w:tabs>
      <w:spacing w:after="0" w:line="240" w:lineRule="auto"/>
    </w:pPr>
    <w:rPr>
      <w:rFonts w:ascii="Courier New" w:hAnsi="Courier New" w:cs="Courier New"/>
      <w:lang w:val="en-US" w:eastAsia="ja-JP"/>
    </w:rPr>
  </w:style>
  <w:style w:type="character" w:customStyle="1" w:styleId="HTML1">
    <w:name w:val="Стандартный HTML Знак1"/>
    <w:basedOn w:val="a0"/>
    <w:uiPriority w:val="99"/>
    <w:semiHidden/>
    <w:rsid w:val="001F10A1"/>
    <w:rPr>
      <w:rFonts w:ascii="Consolas" w:hAnsi="Consolas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Proekt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1</TotalTime>
  <Pages>1</Pages>
  <Words>197</Words>
  <Characters>1125</Characters>
  <Application>Microsoft Office Word</Application>
  <DocSecurity>0</DocSecurity>
  <Lines>9</Lines>
  <Paragraphs>2</Paragraphs>
  <ScaleCrop>false</ScaleCrop>
  <Company>SPecialiST RePack</Company>
  <LinksUpToDate>false</LinksUpToDate>
  <CharactersWithSpaces>1320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2</cp:revision>
  <dcterms:created xsi:type="dcterms:W3CDTF">2021-09-13T06:32:00Z</dcterms:created>
  <dcterms:modified xsi:type="dcterms:W3CDTF">2021-09-13T13:02:00Z</dcterms:modified>
</cp:coreProperties>
</file>