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-2366645</wp:posOffset>
                </wp:positionV>
                <wp:extent cx="45085" cy="94615"/>
                <wp:effectExtent l="0" t="14605" r="10160" b="0"/>
                <wp:wrapNone/>
                <wp:docPr id="3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186.35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419100</wp:posOffset>
                </wp:positionV>
                <wp:extent cx="436880" cy="613410"/>
                <wp:effectExtent l="1905" t="0" r="8890" b="5715"/>
                <wp:wrapNone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2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3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5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6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8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9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223.65pt;margin-top:33pt;width:34.4pt;height:48.3pt;z-index:25166643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">
                <v:shape id="Freeform 10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/478A&#10;AADaAAAADwAAAGRycy9kb3ducmV2LnhtbERPTYvCMBC9L/gfwgje1tQKrlSjiLIieFqr4nFoxrbY&#10;TEqSrfXfm8PCHh/ve7nuTSM6cr62rGAyTkAQF1bXXCo459+fcxA+IGtsLJOCF3lYrwYfS8y0ffIP&#10;dadQihjCPkMFVQhtJqUvKjLox7YljtzdOoMhQldK7fAZw00j0ySZSYM1x4YKW9pWVDxOv0bBsUtn&#10;19t+Z/JpmX65YnrZpXWj1GjYbxYgAvXhX/znPmgFcWu8Em+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Zj/jvwAAANoAAAAPAAAAAAAAAAAAAAAAAJgCAABkcnMvZG93bnJl&#10;di54bWxQSwUGAAAAAAQABAD1AAAAhA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CUBsQA&#10;AADaAAAADwAAAGRycy9kb3ducmV2LnhtbESPQWvCQBSE74X+h+UVvBSziQdbY1YpQqEqFIwFr4/s&#10;M4lm34bsNon/3hUKPQ4z8w2TrUfTiJ46V1tWkEQxCOLC6ppLBT/Hz+k7COeRNTaWScGNHKxXz08Z&#10;ptoOfKA+96UIEHYpKqi8b1MpXVGRQRfZljh4Z9sZ9EF2pdQdDgFuGjmL47k0WHNYqLClTUXFNf81&#10;CuQx3/rtW21ek93pe0zsZbMvLkpNXsaPJQhPo/8P/7W/tIIFPK6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lAb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KhcYA&#10;AADbAAAADwAAAGRycy9kb3ducmV2LnhtbESPQU8CQQyF7yb8h0lNvBiY1SDBlYEgCYR4MBH0Xnfq&#10;7spOZ5kZYOHX04OJtzbv9b2vk1nnGnWkEGvPBh4GGSjiwtuaSwOf22V/DComZIuNZzJwpgizae9m&#10;grn1J/6g4yaVSkI45migSqnNtY5FRQ7jwLfEov344DDJGkptA54k3DX6MctG2mHN0lBhS4uKit3m&#10;4Aws17R7/mr3q+ElPJXj3+/3t9ftvTF3t938BVSiLv2b/67XVvCFX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oKh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JnsEA&#10;AADbAAAADwAAAGRycy9kb3ducmV2LnhtbERPS2vCQBC+F/oflin0VjcpVELqJojFUujJKPY6ZicP&#10;k50N2a1J/31XELzNx/ecVT6bXlxodK1lBfEiAkFcWt1yreCw374kIJxH1thbJgV/5CDPHh9WmGo7&#10;8Y4uha9FCGGXooLG+yGV0pUNGXQLOxAHrrKjQR/gWEs94hTCTS9fo2gpDbYcGhocaNNQ2RW/RkH0&#10;/dafqiPPyc/HZ9mdpy1PbazU89O8fgfhafZ38c39pcP8GK6/h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nyZ7BAAAA2w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gRcIA&#10;AADbAAAADwAAAGRycy9kb3ducmV2LnhtbERPTWvCQBC9F/oflhG81Y1JE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+BFwgAAANs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7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ZSsQA&#10;AADbAAAADwAAAGRycy9kb3ducmV2LnhtbERPS2vCQBC+C/6HZQpeim4UWyR1FRELFfTgg2pvQ3ZM&#10;gtnZNLuN0V/vCgVv8/E9ZzxtTCFqqlxuWUG/F4EgTqzOOVWw3312RyCcR9ZYWCYFV3IwnbRbY4y1&#10;vfCG6q1PRQhhF6OCzPsyltIlGRl0PVsSB+5kK4M+wCqVusJLCDeFHETRuzSYc2jIsKR5Rsl5+2cU&#10;DKk+zla3n/X38Xfh7en1sHT9g1Kdl2b2AcJT45/if/eXDvPf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o2Ur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8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9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0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eSX8cA&#10;AADbAAAADwAAAGRycy9kb3ducmV2LnhtbESPT0vDQBDF74LfYRmhN7vRipXYbZGKf6BQaBS9Dtkx&#10;G5udjdltk/bTdw5CbzO8N+/9ZrYYfKP21MU6sIGbcQaKuAy25srA58fL9QOomJAtNoHJwIEiLOaX&#10;FzPMbeh5Q/siVUpCOOZowKXU5lrH0pHHOA4tsWg/ofOYZO0qbTvsJdw3+jbL7rXHmqXBYUtLR+W2&#10;2HkD33eTdXBvRdj1z6/H7eZv+vu1XBkzuhqeHkElGtLZ/H/9bgVfYOUXGUDP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nkl/HAAAA2w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1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sJcEA&#10;AADbAAAADwAAAGRycy9kb3ducmV2LnhtbERPTWvCQBC9C/6HZQq91U2VSpq6CSoqYk+17X3Ijklo&#10;djZmt3H7712h4G0e73MWRTCtGKh3jWUFz5MEBHFpdcOVgq/P7VMKwnlkja1lUvBHDop8PFpgpu2F&#10;P2g4+krEEHYZKqi97zIpXVmTQTexHXHkTrY36CPsK6l7vMRw08ppksylwYZjQ40drWsqf46/RsHs&#10;8HLe6VW1Gdp05973p21owrdSjw9h+QbCU/B38b97r+P8V7j9Eg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sbCXBAAAA2w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2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O37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uv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Kk7f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3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aKcUA&#10;AADbAAAADwAAAGRycy9kb3ducmV2LnhtbESPT2vCQBTE7wW/w/IEb7pJClJTVxHB4sWDf9vjI/ua&#10;RLNvY3bV6Kd3C0KPw8z8hhlPW1OJKzWutKwgHkQgiDOrS84V7LaL/gcI55E1VpZJwZ0cTCedtzGm&#10;2t54TdeNz0WAsEtRQeF9nUrpsoIMuoGtiYP3axuDPsgml7rBW4CbSiZRNJQGSw4LBdY0Lyg7bS5G&#10;wXe8eozq93af/Pjz8ph8nbPFYahUr9vOPkF4av1/+NVeagVJDH9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vNop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4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2uOsEA&#10;AADbAAAADwAAAGRycy9kb3ducmV2LnhtbESPUWvCMBSF3wf+h3AF32a6IiqdUYoycOzJ6g+4NHdt&#10;XXMTkszWf28GAx8P55zvcDa70fTiRj50lhW8zTMQxLXVHTcKLueP1zWIEJE19pZJwZ0C7LaTlw0W&#10;2g58olsVG5EgHApU0MboCilD3ZLBMLeOOHnf1huMSfpGao9Dgpte5lm2lAY7TgstOtq3VP9Uv0YB&#10;erc6uEoOp+X1C4/Xz5IWtlRqNh3LdxCRxvgM/7ePWkGew9+X9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9rjr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5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XlcUA&#10;AADb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qmM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ReV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6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AU8QA&#10;AADbAAAADwAAAGRycy9kb3ducmV2LnhtbESPQWsCMRSE74L/IbyCN81WRN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ngFP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7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F5lMMA&#10;AADbAAAADwAAAGRycy9kb3ducmV2LnhtbESP3WrCQBSE7wt9h+UIvasbhViJriIF2yKFYvQBDtlj&#10;Npg9G7Kbn/bp3YLg5TAz3zDr7Whr0VPrK8cKZtMEBHHhdMWlgvNp/7oE4QOyxtoxKfglD9vN89Ma&#10;M+0GPlKfh1JECPsMFZgQmkxKXxiy6KeuIY7exbUWQ5RtKXWLQ4TbWs6TZCEtVhwXDDb0bqi45p1V&#10;wInc/3wXtZYff+e3w6fJD2mXK/UyGXcrEIHG8Ajf219awTyF/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F5lM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8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Xd8UA&#10;AADbAAAADwAAAGRycy9kb3ducmV2LnhtbESPW2vCQBSE34X+h+UIvunGS0VTV/EK1TejUHw7ZI9J&#10;aPZsyK4a/fXdQqGPw8x8w8wWjSnFnWpXWFbQ70UgiFOrC84UnE+77gSE88gaS8uk4EkOFvO31gxj&#10;bR98pHviMxEg7GJUkHtfxVK6NCeDrmcr4uBdbW3QB1lnUtf4CHBTykEUjaXBgsNCjhWtc0q/k5tR&#10;kFwvF73i7Wg/eXfrw2H4mn7tNkp12s3yA4Snxv+H/9qfWsFgDL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Zd3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9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YhsQA&#10;AADbAAAADwAAAGRycy9kb3ducmV2LnhtbESPzWrDMBCE74W+g9hAbrWcGNrgRgkhpNBDDs3PAyzW&#10;xnJqrVxL/snbR4FAj8PMN8Ms16OtRU+trxwrmCUpCOLC6YpLBefT19sChA/IGmvHpOBGHtar15cl&#10;5toNfKD+GEoRS9jnqMCE0ORS+sKQRZ+4hjh6F9daDFG2pdQtDrHc1nKepu/SYsVxwWBDW0PF77Gz&#10;CubnzXV7+cn2178s5Z014647GKWmk3HzCSLQGP7DT/pbR+4D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sWIb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0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<v:shape id="Freeform 31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5/cQA&#10;AADbAAAADwAAAGRycy9kb3ducmV2LnhtbESPT4vCMBTE78J+h/AW9iKaVkRqNYqIC6sX8c/CHh/N&#10;sy02L6WJtfvtjSB4HGbmN8x82ZlKtNS40rKCeBiBIM6sLjlXcD59DxIQziNrrCyTgn9ysFx89OaY&#10;anvnA7VHn4sAYZeigsL7OpXSZQUZdENbEwfvYhuDPsgml7rBe4CbSo6iaCINlhwWCqxpXVB2Pd6M&#10;gp3M2v52TPE+b/+um33yayaHWKmvz241A+Gp8+/wq/2jFYy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yuf3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2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e/MEA&#10;AADbAAAADwAAAGRycy9kb3ducmV2LnhtbERP22rCQBB9L/gPyxR8q5sqFo2uItKCglC8fMCwO01C&#10;s7MhO5rYr+8+CD4ezn257n2tbtTGKrCB91EGitgGV3Fh4HL+epuBioLssA5MBu4UYb0avCwxd6Hj&#10;I91OUqgUwjFHA6VIk2sdbUke4yg0xIn7Ca1HSbAttGuxS+G+1uMs+9AeK04NJTa0Lcn+nq7ewPhq&#10;xfr5/u/weZHp97npsulsY8zwtd8sQAn18hQ/3DtnYJLWpy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5Xvz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3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+zcQA&#10;AADbAAAADwAAAGRycy9kb3ducmV2LnhtbESPQWsCMRSE7wX/Q3iCt5pVQcpqFBEtFbYVrRdvj+S5&#10;Wdy8LJuo679vCoUeh5n5hpkvO1eLO7Wh8qxgNMxAEGtvKi4VnL63r28gQkQ2WHsmBU8KsFz0XuaY&#10;G//gA92PsRQJwiFHBTbGJpcyaEsOw9A3xMm7+NZhTLItpWnxkeCuluMsm0qHFacFiw2tLenr8eYU&#10;6PdJsdkVZ6tv4/1nWX3tC3e4KDXod6sZiEhd/A//tT+MgskI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vs3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4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fjcMA&#10;AADbAAAADwAAAGRycy9kb3ducmV2LnhtbESPQWuDQBSE74X+h+UVeqtrDEiwbkIQAuklUGtpjw/3&#10;RSXuW3G3avvrs4FCjsPMfMPku8X0YqLRdZYVrKIYBHFtdceNgurj8LIB4Tyyxt4yKfglB7vt40OO&#10;mbYzv9NU+kYECLsMFbTeD5mUrm7JoIvsQBy8sx0N+iDHRuoR5wA3vUziOJUGOw4LLQ5UtFRfyh+j&#10;YDB/n9X322mKV1+Y6Lng+ZKyUs9Py/4VhKfF38P/7aNWsE7g9iX8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Sfj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5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v58MA&#10;AADbAAAADwAAAGRycy9kb3ducmV2LnhtbESPQYvCMBSE78L+h/AWvNnUVWS3GkUWFE+CdqHr7dE8&#10;22LzUpqo1V9vBMHjMDPfMLNFZ2pxodZVlhUMoxgEcW51xYWCv3Q1+AbhPLLG2jIpuJGDxfyjN8NE&#10;2yvv6LL3hQgQdgkqKL1vEildXpJBF9mGOHhH2xr0QbaF1C1eA9zU8iuOJ9JgxWGhxIZ+S8pP+7NR&#10;MP7/WaYZHe6nbG0zuUm3drs6K9X/7JZTEJ46/w6/2hutYDSC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zv58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6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UH8QA&#10;AADbAAAADwAAAGRycy9kb3ducmV2LnhtbESPQWvCQBSE7wX/w/KE3upGLUGiq4ilUCkIWsHrM/tM&#10;YrJv4+5W47/vCkKPw8x8w8wWnWnElZyvLCsYDhIQxLnVFRcK9j+fbxMQPiBrbCyTgjt5WMx7LzPM&#10;tL3xlq67UIgIYZ+hgjKENpPS5yUZ9APbEkfvZJ3BEKUrpHZ4i3DTyFGSpNJgxXGhxJZWJeX17tco&#10;uIw/6o07Hs7H7/Xkntb5ZSTXqVKv/W45BRGoC//hZ/tLKxi/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lB/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7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8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/h2sQA&#10;AADbAAAADwAAAGRycy9kb3ducmV2LnhtbESP0WoCMRRE3wv+Q7iCL0WztSC6GkWKQksXlqofcN1c&#10;dxeTmyWJuv37plDo4zAzZ5jVprdG3MmH1rGCl0kGgrhyuuVawem4H89BhIis0TgmBd8UYLMePK0w&#10;1+7BX3Q/xFokCIccFTQxdrmUoWrIYpi4jjh5F+ctxiR9LbXHR4JbI6dZNpMWW04LDXb01lB1Pdys&#10;gt307MszfpoqO9am+CiL50VZKDUa9tsliEh9/A//td+1gtcZ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f4dr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9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gKsQA&#10;AADbAAAADwAAAGRycy9kb3ducmV2LnhtbESPQWsCMRSE70L/Q3gFb5ptBa2rUaywUBCqVQ8en5vn&#10;ZnHzst2kuv33RhA8DjPzDTOdt7YSF2p86VjBWz8BQZw7XXKhYL/Leh8gfEDWWDkmBf/kYT576Uwx&#10;1e7KP3TZhkJECPsUFZgQ6lRKnxuy6PuuJo7eyTUWQ5RNIXWD1wi3lXxPkqG0WHJcMFjT0lB+3v5Z&#10;BVbi4VgMs/x7MVitV+Pyc/ObGaW6r+1iAiJQG57hR/tLKxiM4P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ICr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-194310</wp:posOffset>
                </wp:positionV>
                <wp:extent cx="55245" cy="69215"/>
                <wp:effectExtent l="12700" t="0" r="0" b="127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2.75pt;margin-top:-15.3pt;width:4.35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B23BC" w:rsidRDefault="003B23BC" w:rsidP="003B2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B23BC" w:rsidRDefault="003B23BC" w:rsidP="003B2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B23BC" w:rsidRDefault="003B23BC" w:rsidP="003B2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B23BC" w:rsidRDefault="003B23BC" w:rsidP="003B2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B23BC" w:rsidRDefault="003B23BC" w:rsidP="003B2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3BC" w:rsidRDefault="003B23BC" w:rsidP="003B2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B23BC" w:rsidRDefault="003B23BC" w:rsidP="003B23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-1308735</wp:posOffset>
                </wp:positionV>
                <wp:extent cx="118110" cy="179705"/>
                <wp:effectExtent l="0" t="0" r="0" b="698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15pt;margin-top:-103.05pt;width:9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w7T4g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33020" t="0" r="0" b="8763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15pt;margin-top:-159.65pt;width:9.3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pkn2Q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-3053080</wp:posOffset>
                </wp:positionV>
                <wp:extent cx="73660" cy="360045"/>
                <wp:effectExtent l="0" t="0" r="0" b="889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4.8pt;margin-top:-240.4pt;width:5.8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I8BAgAAIw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28575" b="323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4.8pt;margin-top:-297pt;width:5.8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-4490085</wp:posOffset>
                </wp:positionV>
                <wp:extent cx="73660" cy="360680"/>
                <wp:effectExtent l="3175" t="0" r="0" b="698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74pt;margin-top:-353.55pt;width:5.8pt;height:2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CrKHg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3B23BC" w:rsidRDefault="003B23BC" w:rsidP="003B23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B23BC" w:rsidRDefault="003B23BC" w:rsidP="003B23B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B23BC" w:rsidRDefault="003B23BC" w:rsidP="003B23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B23BC" w:rsidRDefault="003B23BC" w:rsidP="003B23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B23BC" w:rsidRDefault="003B23BC" w:rsidP="003B23B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Макогончук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С.К.</w:t>
      </w:r>
    </w:p>
    <w:p w:rsidR="003B23BC" w:rsidRDefault="003B23BC" w:rsidP="003B23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23BC" w:rsidRDefault="003B23BC" w:rsidP="003B23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B23BC" w:rsidRDefault="003B23BC" w:rsidP="003B23B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B23BC" w:rsidRDefault="003B23BC" w:rsidP="003B23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Костянтинівні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A653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1,4269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6823984000:03:018:0339).</w:t>
      </w:r>
      <w:proofErr w:type="gramEnd"/>
    </w:p>
    <w:p w:rsidR="003B23BC" w:rsidRDefault="003B23BC" w:rsidP="003B23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B23BC" w:rsidRDefault="003B23BC" w:rsidP="003B23B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B23BC" w:rsidRPr="003B23BC" w:rsidRDefault="003B23BC" w:rsidP="003B23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B23BC" w:rsidRPr="003B23BC" w:rsidRDefault="003B23BC" w:rsidP="003B23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84F75" w:rsidRPr="003B23BC" w:rsidRDefault="003B23BC" w:rsidP="003B23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284F75" w:rsidRPr="003B23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BC"/>
    <w:rsid w:val="000A653F"/>
    <w:rsid w:val="00171A2E"/>
    <w:rsid w:val="00284F75"/>
    <w:rsid w:val="00304C90"/>
    <w:rsid w:val="003B23BC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2020-07-21T14:24:00Z</dcterms:created>
  <dcterms:modified xsi:type="dcterms:W3CDTF">2020-07-21T14:51:00Z</dcterms:modified>
</cp:coreProperties>
</file>