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942" w:rsidRDefault="00CB6942" w:rsidP="00CB694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942" w:rsidRDefault="00CB6942" w:rsidP="00CB69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6942" w:rsidRDefault="00CB6942" w:rsidP="00CB69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942" w:rsidRDefault="00CB6942" w:rsidP="00CB69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6942" w:rsidRDefault="00CB6942" w:rsidP="00CB69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942" w:rsidRDefault="00CB6942" w:rsidP="00CB69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6942" w:rsidRDefault="00CB6942" w:rsidP="00CB69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6942" w:rsidRDefault="00CB6942" w:rsidP="00CB69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№25</w:t>
      </w:r>
    </w:p>
    <w:p w:rsidR="00CB6942" w:rsidRPr="00DE6ED3" w:rsidRDefault="00CB6942" w:rsidP="00CB694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B6942" w:rsidRPr="00DE6ED3" w:rsidRDefault="00CB6942" w:rsidP="00CB69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B6942" w:rsidRPr="00DE6ED3" w:rsidRDefault="00CB6942" w:rsidP="00CB694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B6942" w:rsidRPr="00DE6ED3" w:rsidRDefault="00CB6942" w:rsidP="00CB694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Кондратюк Н.В.</w:t>
      </w:r>
    </w:p>
    <w:p w:rsidR="00CB6942" w:rsidRPr="00DE6ED3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942" w:rsidRPr="00DE6ED3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Кондратюк Н.В.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B6942" w:rsidRPr="00DE6ED3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B6942" w:rsidRPr="00DE6ED3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Кондратюк  Ніні Володимирівні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0,3693 </w:t>
      </w:r>
      <w:r w:rsidRPr="00DE6ED3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район,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6942" w:rsidRPr="00AE3E84" w:rsidRDefault="00CB6942" w:rsidP="00CB69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 Ніні Володимирівні, </w:t>
      </w:r>
      <w:r>
        <w:rPr>
          <w:rFonts w:ascii="Times New Roman" w:eastAsia="Calibri" w:hAnsi="Times New Roman" w:cs="Times New Roman"/>
          <w:sz w:val="24"/>
        </w:rPr>
        <w:t xml:space="preserve">яка  зареєстрована за адресою: </w:t>
      </w:r>
      <w:r w:rsidR="00606FF8" w:rsidRPr="00606FF8">
        <w:rPr>
          <w:rFonts w:ascii="Times New Roman" w:eastAsia="Calibri" w:hAnsi="Times New Roman" w:cs="Times New Roman"/>
          <w:sz w:val="24"/>
          <w:lang w:val="ru-RU"/>
        </w:rPr>
        <w:t>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606FF8" w:rsidRPr="00606FF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0,3693 га, кадастровий номер: </w:t>
      </w:r>
      <w:r w:rsidRPr="00AE3E84">
        <w:rPr>
          <w:rFonts w:ascii="Times New Roman" w:eastAsia="Calibri" w:hAnsi="Times New Roman" w:cs="Times New Roman"/>
          <w:sz w:val="24"/>
          <w:szCs w:val="24"/>
        </w:rPr>
        <w:t>68239821</w:t>
      </w:r>
      <w:r>
        <w:rPr>
          <w:rFonts w:ascii="Times New Roman" w:eastAsia="Calibri" w:hAnsi="Times New Roman" w:cs="Times New Roman"/>
          <w:sz w:val="24"/>
          <w:szCs w:val="24"/>
        </w:rPr>
        <w:t>00:01:004:0043</w:t>
      </w: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AE3E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6942" w:rsidRPr="00AE3E84" w:rsidRDefault="00CB6942" w:rsidP="00CB69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sz w:val="24"/>
          <w:szCs w:val="24"/>
        </w:rPr>
        <w:t>Кондратюк Н.В.</w:t>
      </w:r>
      <w:r w:rsidRPr="00AE3E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E3E84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B6942" w:rsidRPr="00AE3E84" w:rsidRDefault="00CB6942" w:rsidP="00CB694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B6942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B6942" w:rsidRPr="00CB6942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en-US"/>
        </w:rPr>
      </w:pPr>
    </w:p>
    <w:p w:rsidR="00CB6942" w:rsidRPr="00DE6ED3" w:rsidRDefault="00CB6942" w:rsidP="00CB694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208" w:rsidRPr="00CB6942" w:rsidRDefault="00CB6942" w:rsidP="00CB694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8B2208" w:rsidRPr="00CB69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942"/>
    <w:rsid w:val="00171A2E"/>
    <w:rsid w:val="00304C90"/>
    <w:rsid w:val="00505B6D"/>
    <w:rsid w:val="00606FF8"/>
    <w:rsid w:val="006D3977"/>
    <w:rsid w:val="007D6C18"/>
    <w:rsid w:val="008B2208"/>
    <w:rsid w:val="00CB694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B69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B694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B694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CB694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CB694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B694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1124</Words>
  <Characters>642</Characters>
  <Application>Microsoft Office Word</Application>
  <DocSecurity>0</DocSecurity>
  <Lines>5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2021-03-30T12:59:00Z</dcterms:created>
  <dcterms:modified xsi:type="dcterms:W3CDTF">2021-03-31T06:04:00Z</dcterms:modified>
</cp:coreProperties>
</file>