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323" w:rsidRPr="00FB0BF1" w:rsidRDefault="00450323" w:rsidP="004503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1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323" w:rsidRDefault="00450323" w:rsidP="004503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1119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50323" w:rsidRDefault="00450323" w:rsidP="004503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50323" w:rsidRPr="00FB0BF1" w:rsidRDefault="00450323" w:rsidP="0045032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0323" w:rsidRPr="00FB0BF1" w:rsidRDefault="00450323" w:rsidP="0045032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0323" w:rsidRPr="00FB0BF1" w:rsidRDefault="00450323" w:rsidP="0045032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0323" w:rsidRPr="00FB0BF1" w:rsidRDefault="00450323" w:rsidP="0045032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0323" w:rsidRPr="00FB0BF1" w:rsidRDefault="00450323" w:rsidP="0045032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450323" w:rsidRPr="00FB0BF1" w:rsidRDefault="00450323" w:rsidP="00450323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50323" w:rsidRPr="00FB0BF1" w:rsidRDefault="00450323" w:rsidP="0045032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50323" w:rsidRPr="00FB0BF1" w:rsidRDefault="00450323" w:rsidP="0045032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50323" w:rsidRPr="00FB0BF1" w:rsidRDefault="00450323" w:rsidP="0045032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0323" w:rsidRPr="00FB0BF1" w:rsidRDefault="00450323" w:rsidP="0045032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50323" w:rsidRPr="00FB0BF1" w:rsidRDefault="00450323" w:rsidP="0045032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0323" w:rsidRPr="00FB0BF1" w:rsidRDefault="00450323" w:rsidP="0045032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   ____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50323" w:rsidRPr="00FB0BF1" w:rsidRDefault="00450323" w:rsidP="0045032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50323" w:rsidRPr="00FB0BF1" w:rsidRDefault="00450323" w:rsidP="0045032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  __.11.2020 року                                            Крупець                                                 №___</w:t>
      </w:r>
    </w:p>
    <w:p w:rsidR="00450323" w:rsidRPr="00FB0BF1" w:rsidRDefault="00450323" w:rsidP="00450323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50323" w:rsidRPr="00FB0BF1" w:rsidRDefault="00450323" w:rsidP="00450323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50323" w:rsidRPr="00FB0BF1" w:rsidRDefault="00450323" w:rsidP="004503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>Про затвердження проекту землеустрою</w:t>
      </w:r>
    </w:p>
    <w:p w:rsidR="00450323" w:rsidRPr="00FB0BF1" w:rsidRDefault="00450323" w:rsidP="0045032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>щодо відведення земельної ділянки  та</w:t>
      </w:r>
    </w:p>
    <w:p w:rsidR="00450323" w:rsidRPr="00FB0BF1" w:rsidRDefault="00450323" w:rsidP="0045032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B0BF1">
        <w:rPr>
          <w:rFonts w:ascii="Times New Roman" w:hAnsi="Times New Roman"/>
          <w:b/>
          <w:sz w:val="24"/>
          <w:szCs w:val="24"/>
        </w:rPr>
        <w:t xml:space="preserve">передачі  її у власність  </w:t>
      </w:r>
      <w:proofErr w:type="spellStart"/>
      <w:r w:rsidRPr="00FB0BF1">
        <w:rPr>
          <w:rFonts w:ascii="Times New Roman" w:hAnsi="Times New Roman"/>
          <w:b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b/>
          <w:sz w:val="24"/>
          <w:szCs w:val="24"/>
        </w:rPr>
        <w:t xml:space="preserve"> В.Л.</w:t>
      </w:r>
    </w:p>
    <w:p w:rsidR="00450323" w:rsidRPr="00FB0BF1" w:rsidRDefault="00450323" w:rsidP="0045032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0323" w:rsidRPr="00FB0BF1" w:rsidRDefault="00450323" w:rsidP="0045032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</w:t>
      </w:r>
      <w:r w:rsidRPr="00FB0BF1">
        <w:rPr>
          <w:rFonts w:ascii="Times New Roman" w:eastAsia="Times New Roman" w:hAnsi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FB0BF1">
        <w:rPr>
          <w:rFonts w:ascii="Times New Roman" w:hAnsi="Times New Roman"/>
          <w:sz w:val="24"/>
          <w:szCs w:val="24"/>
        </w:rPr>
        <w:t xml:space="preserve"> розглянувши заяву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Войдила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В.Л., сільська  рада</w:t>
      </w:r>
    </w:p>
    <w:p w:rsidR="00450323" w:rsidRPr="00FB0BF1" w:rsidRDefault="00450323" w:rsidP="0045032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ВИРІШИЛА:</w:t>
      </w:r>
    </w:p>
    <w:p w:rsidR="00450323" w:rsidRPr="00FB0BF1" w:rsidRDefault="00450323" w:rsidP="00450323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1.Затвердити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Василю Лук’яновичу проект землеустрою щодо відведення земельної ділянки, для ведення особистого селянського господарства, площею 0,1074 га, яка розташована Хмельницька область, </w:t>
      </w:r>
      <w:proofErr w:type="spellStart"/>
      <w:r w:rsidRPr="00FB0BF1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район,  </w:t>
      </w:r>
      <w:proofErr w:type="spellStart"/>
      <w:r w:rsidRPr="00FB0BF1">
        <w:rPr>
          <w:rFonts w:ascii="Times New Roman" w:hAnsi="Times New Roman"/>
          <w:sz w:val="24"/>
          <w:szCs w:val="24"/>
        </w:rPr>
        <w:t>с.Комарівка</w:t>
      </w:r>
      <w:proofErr w:type="spellEnd"/>
      <w:r w:rsidRPr="00FB0BF1">
        <w:rPr>
          <w:rFonts w:ascii="Times New Roman" w:hAnsi="Times New Roman"/>
          <w:sz w:val="24"/>
          <w:szCs w:val="24"/>
        </w:rPr>
        <w:t>.</w:t>
      </w:r>
    </w:p>
    <w:p w:rsidR="00450323" w:rsidRPr="00FB0BF1" w:rsidRDefault="00450323" w:rsidP="004503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2.Передати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Василю Лук’яновичу,  який зареєстрований за адресою: </w:t>
      </w:r>
      <w:r w:rsidR="008B71AF">
        <w:rPr>
          <w:rFonts w:ascii="Times New Roman" w:hAnsi="Times New Roman"/>
          <w:sz w:val="24"/>
          <w:szCs w:val="24"/>
          <w:lang w:val="en-US"/>
        </w:rPr>
        <w:t>________________</w:t>
      </w:r>
      <w:r w:rsidRPr="00FB0BF1">
        <w:rPr>
          <w:rFonts w:ascii="Times New Roman" w:hAnsi="Times New Roman"/>
          <w:sz w:val="24"/>
          <w:szCs w:val="24"/>
        </w:rPr>
        <w:t xml:space="preserve">,  ідентифікаційний номер </w:t>
      </w:r>
      <w:r w:rsidR="008B71AF">
        <w:rPr>
          <w:rFonts w:ascii="Times New Roman" w:hAnsi="Times New Roman"/>
          <w:sz w:val="24"/>
          <w:szCs w:val="24"/>
          <w:lang w:val="en-US"/>
        </w:rPr>
        <w:t>_______</w:t>
      </w:r>
      <w:bookmarkStart w:id="0" w:name="_GoBack"/>
      <w:bookmarkEnd w:id="0"/>
      <w:r w:rsidRPr="00FB0BF1">
        <w:rPr>
          <w:rFonts w:ascii="Times New Roman" w:hAnsi="Times New Roman"/>
          <w:sz w:val="24"/>
          <w:szCs w:val="24"/>
        </w:rPr>
        <w:t xml:space="preserve">, у власність земельну ділянку, площею 0,1074 га, кадастровий номер: 6823986800:03:005:0143, для ведення особистого селянського господарства, яка розташована Хмельницька область, </w:t>
      </w:r>
      <w:proofErr w:type="spellStart"/>
      <w:r w:rsidRPr="00FB0BF1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 район, </w:t>
      </w:r>
      <w:proofErr w:type="spellStart"/>
      <w:r w:rsidRPr="00FB0BF1">
        <w:rPr>
          <w:rFonts w:ascii="Times New Roman" w:hAnsi="Times New Roman"/>
          <w:sz w:val="24"/>
          <w:szCs w:val="24"/>
        </w:rPr>
        <w:t>с.Комарівка</w:t>
      </w:r>
      <w:proofErr w:type="spellEnd"/>
      <w:r w:rsidRPr="00FB0BF1">
        <w:rPr>
          <w:rFonts w:ascii="Times New Roman" w:hAnsi="Times New Roman"/>
          <w:sz w:val="24"/>
          <w:szCs w:val="24"/>
        </w:rPr>
        <w:t>.</w:t>
      </w:r>
    </w:p>
    <w:p w:rsidR="00450323" w:rsidRPr="00FB0BF1" w:rsidRDefault="00450323" w:rsidP="004503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 w:rsidRPr="00FB0BF1">
        <w:rPr>
          <w:rFonts w:ascii="Times New Roman" w:hAnsi="Times New Roman"/>
          <w:sz w:val="24"/>
          <w:szCs w:val="24"/>
        </w:rPr>
        <w:t>Войдилу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В.Л., якому передана земельна ділянка у власність, посвідчити право власності  в установленому  законом порядку.</w:t>
      </w:r>
    </w:p>
    <w:p w:rsidR="00450323" w:rsidRPr="00FB0BF1" w:rsidRDefault="00450323" w:rsidP="0045032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BF1">
        <w:rPr>
          <w:rFonts w:ascii="Times New Roman" w:hAnsi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50323" w:rsidRDefault="00450323" w:rsidP="0045032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450323" w:rsidRDefault="00450323" w:rsidP="0045032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450323" w:rsidRDefault="00450323" w:rsidP="0045032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450323" w:rsidRDefault="00450323" w:rsidP="00450323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2207D3" w:rsidRDefault="002207D3"/>
    <w:sectPr w:rsidR="002207D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323"/>
    <w:rsid w:val="00171A2E"/>
    <w:rsid w:val="002207D3"/>
    <w:rsid w:val="00304C90"/>
    <w:rsid w:val="00450323"/>
    <w:rsid w:val="00505B6D"/>
    <w:rsid w:val="006D3977"/>
    <w:rsid w:val="007D6C18"/>
    <w:rsid w:val="008B71A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23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323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259</Words>
  <Characters>1478</Characters>
  <Application>Microsoft Office Word</Application>
  <DocSecurity>0</DocSecurity>
  <Lines>12</Lines>
  <Paragraphs>3</Paragraphs>
  <ScaleCrop>false</ScaleCrop>
  <Company>Microsoft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2020-11-17T15:57:00Z</dcterms:created>
  <dcterms:modified xsi:type="dcterms:W3CDTF">2020-11-18T06:54:00Z</dcterms:modified>
</cp:coreProperties>
</file>