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764" w:rsidRDefault="00C02764" w:rsidP="00C0276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BFD6537" wp14:editId="7320CEBC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02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02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2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3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4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5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2764" w:rsidRDefault="00C02764" w:rsidP="00C027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x3np3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DXPcQA&#10;AADdAAAADwAAAGRycy9kb3ducmV2LnhtbESPQWvCQBSE7wX/w/KE3pqNkapEVxFpJYeAmNb7I/tM&#10;gtm3IbvV+O+7guBxmJlvmNVmMK24Uu8aywomUQyCuLS64UrB78/3xwKE88gaW8uk4E4ONuvR2wpT&#10;bW98pGvhKxEg7FJUUHvfpVK6siaDLrIdcfDOtjfog+wrqXu8BbhpZRLHM2mw4bBQY0e7mspL8WcU&#10;2Ok+y09Vcpx+8dzz9rA4n4ZcqffxsF2C8DT4V/jZzrSCWZx8wuNNeA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w1z3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SNRMgA&#10;AADdAAAADwAAAGRycy9kb3ducmV2LnhtbESPzWrDMBCE74W8g9hALyGRm4PbupFNCLh/h0DSQK+L&#10;tbXcWCsjqYmbp68KhR6HmfmGWVWj7cWJfOgcK7hZZCCIG6c7bhUc3ur5HYgQkTX2jknBNwWoysnV&#10;Cgvtzryj0z62IkE4FKjAxDgUUobGkMWwcANx8j6ctxiT9K3UHs8Jbnu5zLJcWuw4LRgcaGOoOe6/&#10;rILPemveN7eXRz+739FlVr8+9S+5UtfTcf0AItIY/8N/7WetIM+WOfy+SU9Alj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dI1E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BKoMQA&#10;AADdAAAADwAAAGRycy9kb3ducmV2LnhtbESP32rCMBTG7we+QzjCboam60BHNUqROaQ3Rd0DHJpj&#10;U2xOSpPZ7u3NQPDy4/vz41tvR9uKG/W+cazgfZ6AIK6cbrhW8HPezz5B+ICssXVMCv7Iw3YzeVlj&#10;pt3AR7qdQi3iCPsMFZgQukxKXxmy6OeuI47exfUWQ5R9LXWPQxy3rUyTZCEtNhwJBjvaGaqup18b&#10;IeUHlsVlOO+/RxzwqzD8lh+Vep2O+QpEoDE8w4/2QStYJOkS/t/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gSq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QLcsMA&#10;AADdAAAADwAAAGRycy9kb3ducmV2LnhtbERPTUvDQBC9C/6HZQRvdmOoqcRui9QKInhoK5Tehuw0&#10;CWZnl92xif/ePQgeH+97uZ7coC4UU+/ZwP2sAEXceNtza+Dz8Hr3CCoJssXBMxn4oQTr1fXVEmvr&#10;R97RZS+tyiGcajTQiYRa69R05DDNfCDO3NlHh5JhbLWNOOZwN+iyKCrtsOfc0GGgTUfN1/7bGfgY&#10;t+F9UT2cwynOS51erBw3YsztzfT8BEpokn/xn/vNGqiKMs/Nb/IT0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8QLc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N7ScQA&#10;AADdAAAADwAAAGRycy9kb3ducmV2LnhtbESP32rCMBTG7we+QzjCboam60BcNUqROaQ3Rd0DHJpj&#10;U2xOSpPZ7u3NQPDy4/vz41tvR9uKG/W+cazgfZ6AIK6cbrhW8HPez5YgfEDW2DomBX/kYbuZvKwx&#10;027gI91OoRZxhH2GCkwIXSalrwxZ9HPXEUfv4nqLIcq+lrrHIY7bVqZJspAWG44Egx3tDFXX06+N&#10;kPIDy+IynPffIw74VRh+y49KvU7HfAUi0Bie4Uf7oBUskvQT/t/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ze0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uRqcMA&#10;AADdAAAADwAAAGRycy9kb3ducmV2LnhtbERPTUsDMRC9C/0PYQrebLZVt7JtWkpVEMGDrSDehs10&#10;d+lmEpKxu/57cxA8Pt73eju6Xl0ops6zgfmsAEVce9txY+Dj+HzzACoJssXeMxn4oQTbzeRqjZX1&#10;A7/T5SCNyiGcKjTQioRK61S35DDNfCDO3MlHh5JhbLSNOORw1+tFUZTaYce5ocVA+5bq8+HbGXgb&#10;nsLrsrw/ha94t9Dp0crnXoy5no67FSihUf7Ff+4Xa6AsbvP+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GuRq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eUTMYA&#10;AADdAAAADwAAAGRycy9kb3ducmV2LnhtbESPQWsCMRSE7wX/Q3iCl6JZlYqsRtFCaMFCqQpeH5vn&#10;7uLmZUlSd/vvG6HQ4zAz3zDrbW8bcScfascKppMMBHHhTM2lgvNJj5cgQkQ22DgmBT8UYLsZPK0x&#10;N67jL7ofYykShEOOCqoY21zKUFRkMUxcS5y8q/MWY5K+lMZjl+C2kbMsW0iLNaeFClt6rai4Hb+t&#10;gv1nV879c7Hv3eH6dnnR2ugPrdRo2O9WICL18T/81343ChbZfAqPN+k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eUT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1QfsQA&#10;AADdAAAADwAAAGRycy9kb3ducmV2LnhtbESPzWrDMBCE74G8g9hCb4lctwnBtRJCiqGUXvLzAIu1&#10;sVxbKyMpjvv2VaHQ4zAz3zDlbrK9GMmH1rGCp2UGgrh2uuVGweVcLTYgQkTW2DsmBd8UYLedz0os&#10;tLvzkcZTbESCcChQgYlxKKQMtSGLYekG4uRdnbcYk/SN1B7vCW57mWfZWlpsOS0YHOhgqO5ON6ug&#10;+sg/x+6mfeX204ullfnavBmlHh+m/SuISFP8D/+137WCdfacw++b9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NUH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mvoMYA&#10;AADdAAAADwAAAGRycy9kb3ducmV2LnhtbESPUWvCMBSF3wf7D+EO9iIzdUUZnVF0EBQciDrY66W5&#10;tmXNTUkyW/+9EQZ7PJxzvsOZLwfbigv50DhWMBlnIIhLZxquFHyd9MsbiBCRDbaOScGVAiwXjw9z&#10;LIzr+UCXY6xEgnAoUEEdY1dIGcqaLIax64iTd3beYkzSV9J47BPctvI1y2bSYsNpocaOPmoqf46/&#10;VsF631e5H5Xrwe3Om++p1kZ/aqWen4bVO4hIQ/wP/7W3RsEsy3O4v0lP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mvo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htkcQA&#10;AADdAAAADwAAAGRycy9kb3ducmV2LnhtbESPzWrDMBCE74G+g9hCbomcX4IbJYQEQwm9xO0DLNbW&#10;cmKtjKQ47ttHhUKPw8x8w2z3g21FTz40jhXMphkI4srphmsFX5/FZAMiRGSNrWNS8EMB9ruX0RZz&#10;7R58ob6MtUgQDjkqMDF2uZShMmQxTF1HnLxv5y3GJH0ttcdHgttWzrNsLS02nBYMdnQ0VN3Ku1VQ&#10;nOcf/e2ufeEOw9LSylw3J6PU+HU4vIGINMT/8F/7XStYZ4sl/L5JT0D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obZ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HSLMEA&#10;AADdAAAADwAAAGRycy9kb3ducmV2LnhtbESP0YrCMBRE3xf2H8Jd8G1NXK1INYosKPpo9QMuzbUt&#10;Nje1ibb+vREEH4eZOcMsVr2txZ1aXznWMBoqEMS5MxUXGk7Hze8MhA/IBmvHpOFBHlbL768FpsZ1&#10;fKB7FgoRIexT1FCG0KRS+rwki37oGuLonV1rMUTZFtK02EW4reWfUlNpseK4UGJD/yXll+xmNUwe&#10;3faaJRe1MZZG+3Gz55AnWg9++vUcRKA+fMLv9s5omKpxAq838QnI5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Rh0iz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FVR8UA&#10;AADdAAAADwAAAGRycy9kb3ducmV2LnhtbESPT2vCQBTE74LfYXkFb7qphVBjVhHFIj210fb8yL78&#10;wezbkN3E+O27BcHjMDO/YdLtaBoxUOdqywpeFxEI4tzqmksFl/Nx/g7CeWSNjWVScCcH2810kmKi&#10;7Y2/ach8KQKEXYIKKu/bREqXV2TQLWxLHLzCdgZ9kF0pdYe3ADeNXEZRLA3WHBYqbGlfUX7NeqOg&#10;j3+XFy4+9Vd2uH+sDsedkz+lUrOXcbcG4Wn0z/CjfdIK4ugthv834Qn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IVVH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6P28cA&#10;AADdAAAADwAAAGRycy9kb3ducmV2LnhtbESPQWvCQBSE74L/YXmCN920lmijq1ShUD0oxnrw9sy+&#10;Jmmzb9PsVuO/7wqFHoeZ+YaZLVpTiQs1rrSs4GEYgSDOrC45V/B+eB1MQDiPrLGyTApu5GAx73Zm&#10;mGh75T1dUp+LAGGXoILC+zqR0mUFGXRDWxMH78M2Bn2QTS51g9cAN5V8jKJYGiw5LBRY06qg7Cv9&#10;MQqOu0n8vFuunz432zOOjP4+6TJWqt9rX6YgPLX+P/zXftMK4mg0hvub8ATk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Oj9v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nZWsIA&#10;AADdAAAADwAAAGRycy9kb3ducmV2LnhtbERPy4rCMBTdD/gP4QruxtQHRappGRUfzMrHwGwvzbUt&#10;09yUJmr1681iwOXhvBdZZ2pxo9ZVlhWMhhEI4tzqigsFP+fN5wyE88gaa8uk4EEOsrT3scBE2zsf&#10;6XbyhQgh7BJUUHrfJFK6vCSDbmgb4sBdbGvQB9gWUrd4D+GmluMoiqXBikNDiQ2tSsr/Tlej4Bn/&#10;4sHtxsv1RHt6TGdb+33YKjXod19zEJ46/xb/u/daQRxNwtzwJjwBm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Kdla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0vecUA&#10;AADdAAAADwAAAGRycy9kb3ducmV2LnhtbESP0WrCQBRE3wv+w3KFvtWN1opG1yDFQt+sqR9wyV43&#10;wezdJLtN0n69Wyj0cZiZM8wuG20teup85VjBfJaAIC6crtgouHy+Pa1B+ICssXZMCr7JQ7afPOww&#10;1W7gM/V5MCJC2KeooAyhSaX0RUkW/cw1xNG7us5iiLIzUnc4RLit5SJJVtJixXGhxIZeSypu+ZdV&#10;0LrFix7zI55ux81HZcyy/TkvlXqcjoctiEBj+A//td+1glXyvIHfN/EJy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vS95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B/8cMA&#10;AADdAAAADwAAAGRycy9kb3ducmV2LnhtbERPu27CMBTdkfgH6yJ1Iw60TWkaB7WVKrHyGBhv7UsS&#10;iK/T2IWUr8dDJcaj8y6Wg23FmXrfOFYwS1IQxNqZhisFu+3XdAHCB2SDrWNS8EceluV4VGBu3IXX&#10;dN6ESsQQ9jkqqEPocim9rsmiT1xHHLmD6y2GCPtKmh4vMdy2cp6mmbTYcGyosaPPmvRp82sVrJpv&#10;es704dUuPvR6f/0Jjy9Ho9TDZHh/AxFoCHfxv3tlFGTpU9wf38QnI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B/8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UpnsIA&#10;AADdAAAADwAAAGRycy9kb3ducmV2LnhtbERPW2vCMBR+H+w/hDPY20wUEa1GUUFwbBO84F4PzVlT&#10;bE5Kk9X675eB4ON355stOleJlppQetbQ7ykQxLk3JRcaTsfN2xhEiMgGK8+k4UYBFvPnpxlmxl95&#10;T+0hFiKVcMhQg42xzqQMuSWHoedr4qT9+MZhTLAppGnwmspdJQdKjaTDktOCxZrWlvLL4ddpaHF3&#10;U9929TV5Lz/zwW51/jCJ168v3XIKIlIXH+Z7ems0jNSwD/9v0hOQ8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5Sme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wJicQA&#10;AADdAAAADwAAAGRycy9kb3ducmV2LnhtbESPQUvDQBSE70L/w/IKvdmNoRSJ3ZYiVDxq9NDjM/ua&#10;TZt9L+yuTfTXu4LgcZiZb5jNbvK9ulKInbCBu2UBirgR23Fr4P3tcHsPKiZki70wGfiiCLvt7GaD&#10;lZWRX+lap1ZlCMcKDbiUhkrr2DjyGJcyEGfvJMFjyjK02gYcM9z3uiyKtfbYcV5wONCjo+ZSf3oD&#10;41PzcS5PR+u+wyCH+kXOZS/GLObT/gFUoin9h//az9bAuliV8PsmPwG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MCY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vqtccA&#10;AADdAAAADwAAAGRycy9kb3ducmV2LnhtbESPW2sCMRSE34X+h3AKvrlZtVhZjeIVSmkRb+/HzXF3&#10;2+Rk2aS6/fdNodDHYWa+Yabz1hpxo8ZXjhX0kxQEce50xYWC03HbG4PwAVmjcUwKvsnDfPbQmWKm&#10;3Z33dDuEQkQI+wwVlCHUmZQ+L8miT1xNHL2rayyGKJtC6gbvEW6NHKTpSFqsOC6UWNOqpPzz8GUV&#10;bHdr8zF43y/OMqw2zxczfl2u35TqPraLCYhAbfgP/7VftIJR+jSE3zfxCcj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8r6r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W/eMcA&#10;AADdAAAADwAAAGRycy9kb3ducmV2LnhtbESPQWvCQBSE7wX/w/KEXkqzqVUJMatIQVSoYG3B60v2&#10;mQSzb0N2G9N/7xYKPQ4z8w2TrQbTiJ46V1tW8BLFIIgLq2suFXx9bp4TEM4ja2wsk4IfcrBajh4y&#10;TLW98Qf1J1+KAGGXooLK+zaV0hUVGXSRbYmDd7GdQR9kV0rd4S3ATSMncTyXBmsOCxW29FZRcT19&#10;GwX98T0vd71r99fkyc1e8+32oM9KPY6H9QKEp8H/h//aO61gHk+n8PsmPAG5v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lv3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hmKscA&#10;AADdAAAADwAAAGRycy9kb3ducmV2LnhtbESPT2sCMRTE70K/Q3iF3jSpqNjVKLVQ8FLw36Henpvn&#10;7uLmZZtE3frpjVDocZiZ3zDTeWtrcSEfKscaXnsKBHHuTMWFht32szsGESKywdoxafilAPPZU2eK&#10;mXFXXtNlEwuRIBwy1FDG2GRShrwki6HnGuLkHZ23GJP0hTQerwlua9lXaiQtVpwWSmzoo6T8tDlb&#10;DYu38eJnNeCv2/qwp/334TTse6X1y3P7PgERqY3/4b/20mgYqcEQHm/SE5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IZirHAAAA3QAAAA8AAAAAAAAAAAAAAAAAmAIAAGRy&#10;cy9kb3ducmV2LnhtbFBLBQYAAAAABAAEAPUAAACMAwAAAAA=&#10;" fillcolor="black" stroked="f"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M7U8cA&#10;AADdAAAADwAAAGRycy9kb3ducmV2LnhtbESPQWvCQBSE74X+h+UVvNVNxYYQXaVWhUL1oPbQ4zP7&#10;mizJvg3ZVaO/vlsoeBxm5htmOu9tI87UeeNYwcswAUFcOG24VPB1WD9nIHxA1tg4JgVX8jCfPT5M&#10;Mdfuwjs670MpIoR9jgqqENpcSl9UZNEPXUscvR/XWQxRdqXUHV4i3DZylCSptGg4LlTY0ntFRb0/&#10;WQXfn6nJdoZGx81tsdKb13qxXdZKDZ76twmIQH24h//bH1pBmoxT+HsTn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zO1P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qgfcYA&#10;AADdAAAADwAAAGRycy9kb3ducmV2LnhtbESPQUsDMRSE74L/ITzBm00UaZdts0tRRC8erIrXx+Z1&#10;s+7mZU3SdttfbwqCx2FmvmFW9eQGsacQO88abmcKBHHjTcetho/3p5sCREzIBgfPpOFIEerq8mKF&#10;pfEHfqP9JrUiQziWqMGmNJZSxsaSwzjzI3H2tj44TFmGVpqAhwx3g7xTai4ddpwXLI70YKnpNzun&#10;Iay/HvsT7z57dXo9xufv6adAq/X11bRegkg0pf/wX/vFaJir+wWc3+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dqgf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GRvcMA&#10;AADdAAAADwAAAGRycy9kb3ducmV2LnhtbERP22oCMRB9L/QfwhT6UjRRipfVKFIoFCoFLx8wbsbd&#10;xWSybKa69uubh0IfD+e+XPfBqyt1qYlsYTQ0oIjL6BquLBwP74MZqCTIDn1ksnCnBOvV48MSCxdv&#10;vKPrXiqVQzgVaKEWaQutU1lTwDSMLXHmzrELKBl2lXYd3nJ48HpszEQHbDg31NjSW03lZf8dLPjx&#10;yc8/p2kr96Pemp8gu5cvZ+3zU79ZgBLq5V/85/5wFibmNc/Nb/IT0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GRvc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E7YsYA&#10;AADdAAAADwAAAGRycy9kb3ducmV2LnhtbESPQWsCMRSE7wX/Q3hCbzVbKVJXo7QVYS8euq54fW6e&#10;m8XkZdmkuvXXN4VCj8PMfMMs14Oz4kp9aD0reJ5kIIhrr1tuFFT77dMriBCRNVrPpOCbAqxXo4cl&#10;5trf+JOuZWxEgnDIUYGJsculDLUhh2HiO+LknX3vMCbZN1L3eEtwZ+U0y2bSYctpwWBHH4bqS/nl&#10;FGzKzk6rwryH42F3OtnivqXjRqnH8fC2ABFpiP/hv3ahFcyylzn8vklPQK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E7Y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VLk8IA&#10;AADdAAAADwAAAGRycy9kb3ducmV2LnhtbERPPWvDMBDdC/kP4gLdGimFusWJEkKIwdCpbjJ0O6SL&#10;7cQ6GUu13X9fDYWOj/e93c+uEyMNofWsYb1SIIiNty3XGs6fxdMbiBCRLXaeScMPBdjvFg9bzK2f&#10;+IPGKtYihXDIUUMTY59LGUxDDsPK98SJu/rBYUxwqKUdcErhrpPPSmXSYcupocGejg2Ze/XtNNwK&#10;+e6NQnM5X6bSvn6dMuqU1o/L+bABEWmO/+I/d2k1ZOol7U9v0hOQu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pUuT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BMJsQA&#10;AADdAAAADwAAAGRycy9kb3ducmV2LnhtbESPQYvCMBSE74L/IbwFb5qqKNI1ii4siOJhVWSPb5tn&#10;W9q8lCRq/fdGWPA4zMw3zHzZmlrcyPnSsoLhIAFBnFldcq7gdPzuz0D4gKyxtkwKHuRhueh25phq&#10;e+cfuh1CLiKEfYoKihCaVEqfFWTQD2xDHL2LdQZDlC6X2uE9wk0tR0kylQZLjgsFNvRVUFYdrkbB&#10;73XHl/14u3LrcLbt0Vejv1mlVO+jXX2CCNSGd/i/vdEKpslkCK838QnIx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rwTCbEAAAA3Q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hog8cA&#10;AADdAAAADwAAAGRycy9kb3ducmV2LnhtbESPQWsCMRSE74L/ITyhN026VNHVKLVQ6KWgtod6e25e&#10;dxc3L9sk1a2/3ghCj8PMfMMsVp1txIl8qB1reBwpEMSFMzWXGj4/XodTECEiG2wck4Y/CrBa9nsL&#10;zI0785ZOu1iKBOGQo4YqxjaXMhQVWQwj1xIn79t5izFJX0rj8ZzgtpGZUhNpsea0UGFLLxUVx92v&#10;1bCeTdc/myd+v2wPe9p/HY7jzCutHwbd8xxEpC7+h+/tN6NhosYZ3N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4aIPHAAAA3QAAAA8AAAAAAAAAAAAAAAAAmAIAAGRy&#10;cy9kb3ducmV2LnhtbFBLBQYAAAAABAAEAPUAAACMAwAAAAA=&#10;" fillcolor="black" stroked="f"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g3GcUA&#10;AADdAAAADwAAAGRycy9kb3ducmV2LnhtbESPQWsCMRSE74X+h/AK3mq2ilK2RlmEYvG02pZen5vX&#10;zdLNy5KkcfvvG0HwOMzMN8xqM9peJPKhc6zgaVqAIG6c7rhV8PH++vgMIkRkjb1jUvBHATbr+7sV&#10;ltqd+UDpGFuRIRxKVGBiHEopQ2PIYpi6gTh7385bjFn6VmqP5wy3vZwVxVJa7DgvGBxoa6j5Of5a&#10;Bem0rat5+krmsPdV6129+zzVSk0exuoFRKQx3sLX9ptWsCwWc7i8yU9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iDcZ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ZPn8YA&#10;AADdAAAADwAAAGRycy9kb3ducmV2LnhtbESPQWvCQBSE74X+h+UJvdWNpQZNXaVIW7QXNQr2+Mg+&#10;s6HZtyG7jdFf7xYKPQ4z8w0zW/S2Fh21vnKsYDRMQBAXTldcKjjs3x8nIHxA1lg7JgUX8rCY39/N&#10;MNPuzDvq8lCKCGGfoQITQpNJ6QtDFv3QNcTRO7nWYoiyLaVu8RzhtpZPSZJKixXHBYMNLQ0V3/mP&#10;VeBHy7fjp71Ou68Pw5t8bdJtaZR6GPSvLyAC9eE//NdeaQVpMn6G3zfxCc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ZPn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02764" w:rsidRDefault="00C02764" w:rsidP="00C027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02764" w:rsidRDefault="00C02764" w:rsidP="00C0276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C02764" w:rsidRDefault="00C02764" w:rsidP="00C02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02764" w:rsidRDefault="00C02764" w:rsidP="00C02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02764" w:rsidRDefault="00C02764" w:rsidP="00C02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02764" w:rsidRDefault="00C02764" w:rsidP="00C0276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02764" w:rsidRDefault="00C02764" w:rsidP="00C02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02764" w:rsidRDefault="00C02764" w:rsidP="00C02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02764" w:rsidRDefault="00C02764" w:rsidP="00C02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02764" w:rsidRDefault="00C02764" w:rsidP="00C02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02764" w:rsidRDefault="00C02764" w:rsidP="00C02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02764" w:rsidRDefault="00C02764" w:rsidP="00C027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02764" w:rsidRDefault="00C02764" w:rsidP="00C027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02764" w:rsidRPr="002D189B" w:rsidRDefault="00C02764" w:rsidP="00C027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№46</w:t>
      </w:r>
    </w:p>
    <w:p w:rsidR="00C02764" w:rsidRPr="009B40A3" w:rsidRDefault="00C02764" w:rsidP="00C0276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02764" w:rsidRPr="009B40A3" w:rsidRDefault="00C02764" w:rsidP="00C0276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C02764" w:rsidRPr="009B40A3" w:rsidRDefault="00C02764" w:rsidP="00C027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9B40A3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C02764" w:rsidRPr="009B40A3" w:rsidRDefault="00C02764" w:rsidP="00C027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C02764" w:rsidRPr="009B40A3" w:rsidRDefault="00C02764" w:rsidP="00C027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>Ткачук С.І.</w:t>
      </w:r>
    </w:p>
    <w:p w:rsidR="00C02764" w:rsidRPr="009B40A3" w:rsidRDefault="00C02764" w:rsidP="00C027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02764" w:rsidRPr="009B40A3" w:rsidRDefault="00C02764" w:rsidP="00C027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місцевесамоврядування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>116, 118, 121,122,186</w:t>
      </w:r>
      <w:r w:rsidRPr="009B40A3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 Ткачук С.І.,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рада </w:t>
      </w:r>
    </w:p>
    <w:p w:rsidR="00C02764" w:rsidRPr="005F0142" w:rsidRDefault="00C02764" w:rsidP="00C027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>ВИРІШИЛА:</w:t>
      </w:r>
    </w:p>
    <w:p w:rsidR="00C02764" w:rsidRPr="009B40A3" w:rsidRDefault="00C02764" w:rsidP="00C027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Ткачук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Сніжані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Іванівні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E27DC0">
        <w:rPr>
          <w:rFonts w:ascii="Times New Roman" w:eastAsia="Calibri" w:hAnsi="Times New Roman" w:cs="Times New Roman"/>
          <w:sz w:val="24"/>
          <w:lang w:val="uk-UA"/>
        </w:rPr>
        <w:t>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0,1500 га, для </w:t>
      </w:r>
      <w:proofErr w:type="spellStart"/>
      <w:r w:rsidRPr="009B40A3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9B40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9B40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9B40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Хмельницька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область,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Шепетівський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район,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Колом’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є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.</w:t>
      </w:r>
      <w:proofErr w:type="gramEnd"/>
    </w:p>
    <w:p w:rsidR="00C02764" w:rsidRPr="009B40A3" w:rsidRDefault="00C02764" w:rsidP="00C027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Ткачук С.І.,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C02764" w:rsidRPr="009B40A3" w:rsidRDefault="00C02764" w:rsidP="00C027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02764" w:rsidRPr="005F0142" w:rsidRDefault="00C02764" w:rsidP="00C0276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02764" w:rsidRPr="009B40A3" w:rsidRDefault="00C02764" w:rsidP="00C0276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02764" w:rsidRPr="009B40A3" w:rsidRDefault="00C02764" w:rsidP="00C0276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02764" w:rsidRPr="009B40A3" w:rsidRDefault="00C02764" w:rsidP="00C0276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02764" w:rsidRPr="009B40A3" w:rsidRDefault="00C02764" w:rsidP="00C0276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F33A2" w:rsidRPr="00C02764" w:rsidRDefault="00C02764" w:rsidP="00C0276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AF33A2" w:rsidRPr="00C0276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764"/>
    <w:rsid w:val="00AF33A2"/>
    <w:rsid w:val="00C02764"/>
    <w:rsid w:val="00E2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76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0276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0276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02764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276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0276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0276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02764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237</Words>
  <Characters>1357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2021-09-13T08:07:00Z</dcterms:created>
  <dcterms:modified xsi:type="dcterms:W3CDTF">2021-09-14T12:23:00Z</dcterms:modified>
</cp:coreProperties>
</file>