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D0" w:rsidRDefault="007338D0" w:rsidP="00733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338D0" w:rsidRDefault="007338D0" w:rsidP="007338D0"/>
    <w:p w:rsidR="007338D0" w:rsidRDefault="007338D0" w:rsidP="007338D0"/>
    <w:p w:rsidR="007338D0" w:rsidRDefault="007338D0" w:rsidP="0073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338D0" w:rsidRDefault="007338D0" w:rsidP="0073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338D0" w:rsidRDefault="007338D0" w:rsidP="0073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338D0" w:rsidRDefault="007338D0" w:rsidP="0073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338D0" w:rsidRDefault="007338D0" w:rsidP="007338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8D0" w:rsidRDefault="007338D0" w:rsidP="00733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338D0" w:rsidRDefault="007338D0" w:rsidP="00733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38D0" w:rsidRDefault="007338D0" w:rsidP="007338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338D0" w:rsidRDefault="007338D0" w:rsidP="007338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338D0" w:rsidRDefault="007338D0" w:rsidP="007338D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№66</w:t>
      </w:r>
    </w:p>
    <w:p w:rsidR="007338D0" w:rsidRDefault="007338D0" w:rsidP="007338D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7338D0" w:rsidRPr="00F10645" w:rsidRDefault="007338D0" w:rsidP="007338D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338D0" w:rsidRPr="00F10645" w:rsidRDefault="007338D0" w:rsidP="007338D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338D0" w:rsidRPr="00F10645" w:rsidRDefault="007338D0" w:rsidP="007338D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338D0" w:rsidRPr="00F10645" w:rsidRDefault="007338D0" w:rsidP="007338D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Шинкаруку</w:t>
      </w:r>
      <w:proofErr w:type="spellEnd"/>
      <w:r w:rsidRPr="00F1064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Г.П.</w:t>
      </w:r>
    </w:p>
    <w:p w:rsidR="007338D0" w:rsidRPr="00F10645" w:rsidRDefault="007338D0" w:rsidP="007338D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338D0" w:rsidRPr="00F10645" w:rsidRDefault="007338D0" w:rsidP="007338D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1064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10645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10645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F10645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Шинкарука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Г.П.,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338D0" w:rsidRPr="00F10645" w:rsidRDefault="007338D0" w:rsidP="007338D0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338D0" w:rsidRPr="00F10645" w:rsidRDefault="007338D0" w:rsidP="007338D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ради,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Шинкаруку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Георгію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E1E6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0,1939 га, для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радиза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6823984000:03:018:0322), для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     </w:t>
      </w:r>
    </w:p>
    <w:p w:rsidR="007338D0" w:rsidRPr="00F10645" w:rsidRDefault="007338D0" w:rsidP="007338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45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106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1064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338D0" w:rsidRPr="007338D0" w:rsidRDefault="007338D0" w:rsidP="007338D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FE784B" w:rsidRPr="007338D0" w:rsidRDefault="007338D0" w:rsidP="007338D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FE784B" w:rsidRPr="007338D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D0"/>
    <w:rsid w:val="00171A2E"/>
    <w:rsid w:val="00304C90"/>
    <w:rsid w:val="00505B6D"/>
    <w:rsid w:val="006D3977"/>
    <w:rsid w:val="007338D0"/>
    <w:rsid w:val="007D6C18"/>
    <w:rsid w:val="008E1E6B"/>
    <w:rsid w:val="00D1641A"/>
    <w:rsid w:val="00FE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277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2020-07-02T11:30:00Z</dcterms:created>
  <dcterms:modified xsi:type="dcterms:W3CDTF">2020-07-02T13:11:00Z</dcterms:modified>
</cp:coreProperties>
</file>