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5D" w:rsidRPr="00154EFF" w:rsidRDefault="001D3A5D" w:rsidP="001D3A5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A5D" w:rsidRDefault="001D3A5D" w:rsidP="001D3A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D3A5D" w:rsidRDefault="001D3A5D" w:rsidP="001D3A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D3A5D" w:rsidRDefault="001D3A5D" w:rsidP="001D3A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D3A5D" w:rsidRDefault="001D3A5D" w:rsidP="001D3A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D3A5D" w:rsidRDefault="001D3A5D" w:rsidP="001D3A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D3A5D" w:rsidRDefault="001D3A5D" w:rsidP="001D3A5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№83</w:t>
      </w:r>
    </w:p>
    <w:p w:rsidR="001D3A5D" w:rsidRPr="003B50D1" w:rsidRDefault="001D3A5D" w:rsidP="001D3A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D3A5D" w:rsidRPr="003B50D1" w:rsidRDefault="001D3A5D" w:rsidP="001D3A5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1D3A5D" w:rsidRPr="003B50D1" w:rsidRDefault="001D3A5D" w:rsidP="001D3A5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Кравченко Н.О.</w:t>
      </w:r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12,116,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>2, 186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Кравченко Н.О.,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1D3A5D" w:rsidRPr="00BF4128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3B50D1">
        <w:rPr>
          <w:rFonts w:ascii="Times New Roman" w:eastAsia="Calibri" w:hAnsi="Times New Roman" w:cs="Times New Roman"/>
          <w:sz w:val="24"/>
        </w:rPr>
        <w:t xml:space="preserve">1. Надати </w:t>
      </w:r>
      <w:r>
        <w:rPr>
          <w:rFonts w:ascii="Times New Roman" w:eastAsia="Calibri" w:hAnsi="Times New Roman" w:cs="Times New Roman"/>
          <w:sz w:val="24"/>
        </w:rPr>
        <w:t>Кравченко Наталії Олександрівні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36720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0,3500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Кравченко Н.О.,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D3A5D" w:rsidRPr="003B50D1" w:rsidRDefault="001D3A5D" w:rsidP="001D3A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D3A5D" w:rsidRPr="003B50D1" w:rsidRDefault="001D3A5D" w:rsidP="001D3A5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A5D" w:rsidRPr="003B50D1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A5D" w:rsidRDefault="001D3A5D" w:rsidP="001D3A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7F5B" w:rsidRPr="001D3A5D" w:rsidRDefault="001D3A5D" w:rsidP="001D3A5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7F7F5B" w:rsidRPr="001D3A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5D"/>
    <w:rsid w:val="001D3A5D"/>
    <w:rsid w:val="00736720"/>
    <w:rsid w:val="007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A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D3A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D3A5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A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D3A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D3A5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2022-02-08T06:56:00Z</dcterms:created>
  <dcterms:modified xsi:type="dcterms:W3CDTF">2022-02-08T11:31:00Z</dcterms:modified>
</cp:coreProperties>
</file>