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C3A" w:rsidRPr="008D31FA" w:rsidRDefault="00890C3A" w:rsidP="00890C3A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C3A" w:rsidRDefault="00890C3A" w:rsidP="00890C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90C3A" w:rsidRDefault="00890C3A" w:rsidP="00890C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90C3A" w:rsidRPr="000A4F3E" w:rsidRDefault="00890C3A" w:rsidP="00890C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C3A" w:rsidRPr="000A4F3E" w:rsidRDefault="00890C3A" w:rsidP="00890C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C3A" w:rsidRPr="000A4F3E" w:rsidRDefault="00890C3A" w:rsidP="00890C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C3A" w:rsidRPr="000A4F3E" w:rsidRDefault="00890C3A" w:rsidP="00890C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C3A" w:rsidRPr="000A4F3E" w:rsidRDefault="00890C3A" w:rsidP="00890C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90C3A" w:rsidRPr="000A4F3E" w:rsidRDefault="00890C3A" w:rsidP="00890C3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90C3A" w:rsidRPr="000A4F3E" w:rsidRDefault="00890C3A" w:rsidP="00890C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90C3A" w:rsidRPr="000A4F3E" w:rsidRDefault="00890C3A" w:rsidP="00890C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90C3A" w:rsidRPr="000A4F3E" w:rsidRDefault="00890C3A" w:rsidP="00890C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C3A" w:rsidRPr="000A4F3E" w:rsidRDefault="00890C3A" w:rsidP="00890C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90C3A" w:rsidRPr="000A4F3E" w:rsidRDefault="00890C3A" w:rsidP="00890C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C3A" w:rsidRPr="000A4F3E" w:rsidRDefault="00890C3A" w:rsidP="00890C3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90C3A" w:rsidRPr="000A4F3E" w:rsidRDefault="00890C3A" w:rsidP="00890C3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0C3A" w:rsidRDefault="00890C3A" w:rsidP="00890C3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№33</w:t>
      </w:r>
    </w:p>
    <w:p w:rsidR="00890C3A" w:rsidRDefault="00890C3A" w:rsidP="00890C3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0C3A" w:rsidRPr="00CA5B65" w:rsidRDefault="00890C3A" w:rsidP="00890C3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890C3A" w:rsidRPr="00CA5B65" w:rsidRDefault="00890C3A" w:rsidP="00890C3A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890C3A" w:rsidRPr="00CA5B65" w:rsidRDefault="00890C3A" w:rsidP="00890C3A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890C3A" w:rsidRDefault="00890C3A" w:rsidP="00890C3A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Ніколайчуку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В.В.</w:t>
      </w:r>
    </w:p>
    <w:p w:rsidR="00890C3A" w:rsidRPr="00CA5B65" w:rsidRDefault="00890C3A" w:rsidP="00890C3A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890C3A" w:rsidRPr="00CA5B65" w:rsidRDefault="00890C3A" w:rsidP="00890C3A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Ніколайчуку</w:t>
      </w:r>
      <w:proofErr w:type="spellEnd"/>
      <w:r>
        <w:rPr>
          <w:rFonts w:ascii="Times New Roman" w:eastAsia="Times New Roman" w:hAnsi="Times New Roman"/>
          <w:sz w:val="24"/>
        </w:rPr>
        <w:t xml:space="preserve"> В.В.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890C3A" w:rsidRPr="00CA5B65" w:rsidRDefault="00890C3A" w:rsidP="00890C3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890C3A" w:rsidRPr="00CA5B65" w:rsidRDefault="00890C3A" w:rsidP="00890C3A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Ніколайчуку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Валерію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Васильовичу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</w:rPr>
        <w:t>який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ий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6F7A53">
        <w:rPr>
          <w:rFonts w:ascii="Times New Roman" w:eastAsia="Times New Roman" w:hAnsi="Times New Roman"/>
          <w:sz w:val="24"/>
          <w:lang w:val="en-US"/>
        </w:rPr>
        <w:t>______________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0,0100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індивідуального</w:t>
      </w:r>
      <w:proofErr w:type="spellEnd"/>
      <w:r>
        <w:rPr>
          <w:rFonts w:ascii="Times New Roman" w:eastAsia="Times New Roman" w:hAnsi="Times New Roman"/>
          <w:sz w:val="24"/>
        </w:rPr>
        <w:t xml:space="preserve"> гаражного </w:t>
      </w:r>
      <w:proofErr w:type="spellStart"/>
      <w:r>
        <w:rPr>
          <w:rFonts w:ascii="Times New Roman" w:eastAsia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Лисиче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890C3A" w:rsidRPr="00CA5B65" w:rsidRDefault="00890C3A" w:rsidP="00890C3A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Ніколайчуку</w:t>
      </w:r>
      <w:proofErr w:type="spellEnd"/>
      <w:r>
        <w:rPr>
          <w:rFonts w:ascii="Times New Roman" w:eastAsia="Times New Roman" w:hAnsi="Times New Roman"/>
          <w:sz w:val="24"/>
        </w:rPr>
        <w:t xml:space="preserve"> В.В.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890C3A" w:rsidRPr="00CA5B65" w:rsidRDefault="00890C3A" w:rsidP="00890C3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90C3A" w:rsidRPr="00CA5B65" w:rsidRDefault="00890C3A" w:rsidP="00890C3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90C3A" w:rsidRDefault="00890C3A" w:rsidP="00890C3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0C3A" w:rsidRPr="008D31FA" w:rsidRDefault="00890C3A" w:rsidP="00890C3A">
      <w:pPr>
        <w:pStyle w:val="HTML0"/>
        <w:spacing w:line="276" w:lineRule="auto"/>
        <w:rPr>
          <w:rFonts w:ascii="Times New Roman" w:hAnsi="Times New Roman"/>
        </w:rPr>
      </w:pPr>
      <w:r w:rsidRPr="008D31FA">
        <w:rPr>
          <w:rFonts w:ascii="Times New Roman" w:hAnsi="Times New Roman"/>
        </w:rPr>
        <w:t xml:space="preserve"> </w:t>
      </w:r>
    </w:p>
    <w:p w:rsidR="00890C3A" w:rsidRDefault="00890C3A" w:rsidP="00890C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0DB7" w:rsidRPr="00890C3A" w:rsidRDefault="00890C3A" w:rsidP="00890C3A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r w:rsidRPr="008D31FA">
        <w:rPr>
          <w:rFonts w:ascii="Times New Roman" w:hAnsi="Times New Roman"/>
        </w:rPr>
        <w:t xml:space="preserve">   </w:t>
      </w:r>
      <w:proofErr w:type="spellStart"/>
      <w:r w:rsidRPr="008D31FA">
        <w:rPr>
          <w:rFonts w:ascii="Times New Roman" w:hAnsi="Times New Roman"/>
        </w:rPr>
        <w:t>Валерій</w:t>
      </w:r>
      <w:proofErr w:type="spellEnd"/>
      <w:r w:rsidRPr="008D31FA">
        <w:rPr>
          <w:rFonts w:ascii="Times New Roman" w:hAnsi="Times New Roman"/>
        </w:rPr>
        <w:t xml:space="preserve">  МИХАЛЮК </w:t>
      </w:r>
    </w:p>
    <w:sectPr w:rsidR="00840DB7" w:rsidRPr="00890C3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C3A"/>
    <w:rsid w:val="00171A2E"/>
    <w:rsid w:val="00304C90"/>
    <w:rsid w:val="00505B6D"/>
    <w:rsid w:val="006D3977"/>
    <w:rsid w:val="006F7A53"/>
    <w:rsid w:val="007D6C18"/>
    <w:rsid w:val="00840DB7"/>
    <w:rsid w:val="00890C3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90C3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90C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90C3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90C3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90C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90C3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245</Words>
  <Characters>1401</Characters>
  <Application>Microsoft Office Word</Application>
  <DocSecurity>0</DocSecurity>
  <Lines>11</Lines>
  <Paragraphs>3</Paragraphs>
  <ScaleCrop>false</ScaleCrop>
  <Company>Microsoft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2020-09-01T13:54:00Z</dcterms:created>
  <dcterms:modified xsi:type="dcterms:W3CDTF">2020-09-01T15:37:00Z</dcterms:modified>
</cp:coreProperties>
</file>