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520" w:rsidRPr="00062C82" w:rsidRDefault="002B7520" w:rsidP="002B7520">
      <w:pPr>
        <w:tabs>
          <w:tab w:val="left" w:pos="4424"/>
        </w:tabs>
        <w:ind w:firstLine="708"/>
        <w:jc w:val="right"/>
        <w:rPr>
          <w:rFonts w:ascii="Times New Roman" w:hAnsi="Times New Roman" w:cs="Times New Roman"/>
          <w:color w:val="FF0000"/>
        </w:rPr>
      </w:pPr>
      <w:r w:rsidRPr="00062C82">
        <w:rPr>
          <w:rFonts w:ascii="Times New Roman" w:hAnsi="Times New Roman" w:cs="Times New Roman"/>
          <w:color w:val="FF0000"/>
        </w:rPr>
        <w:t>ПРОЕКТ</w:t>
      </w:r>
    </w:p>
    <w:p w:rsidR="002B7520" w:rsidRPr="00062C82" w:rsidRDefault="002B7520" w:rsidP="002B7520">
      <w:pPr>
        <w:tabs>
          <w:tab w:val="left" w:pos="4424"/>
        </w:tabs>
        <w:ind w:firstLine="708"/>
        <w:jc w:val="both"/>
        <w:rPr>
          <w:rFonts w:ascii="Times New Roman" w:hAnsi="Times New Roman" w:cs="Times New Roman"/>
        </w:rPr>
      </w:pPr>
    </w:p>
    <w:p w:rsidR="002B7520" w:rsidRPr="00062C82" w:rsidRDefault="00C87019" w:rsidP="002B7520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  <w:r w:rsidRPr="00C87019">
        <w:rPr>
          <w:noProof/>
          <w:lang w:val="ru-RU" w:eastAsia="ru-RU"/>
        </w:rPr>
        <w:pict>
          <v:group id="_x0000_s1026" style="position:absolute;margin-left:3in;margin-top:9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m+ar0A&#10;AADcAAAADwAAAGRycy9kb3ducmV2LnhtbERPvQrCMBDeBd8hnOCmqQpaqlFEVBwEsep+NGdbbC6l&#10;iVrf3gyC48f3v1i1phIvalxpWcFoGIEgzqwuOVdwvewGMQjnkTVWlknBhxyslt3OAhNt33ymV+pz&#10;EULYJaig8L5OpHRZQQbd0NbEgbvbxqAPsMmlbvAdwk0lx1E0lQZLDg0F1rQpKHukT6PATvaH4y0f&#10;nydbnnlen+L7rT0q1e+16zkIT63/i3/ug1YQR2F+OBOOgFx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sm+ar0AAADcAAAADwAAAAAAAAAAAAAAAACYAgAAZHJzL2Rvd25yZXYu&#10;eG1sUEsFBgAAAAAEAAQA9QAAAII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WF7scA&#10;AADcAAAADwAAAGRycy9kb3ducmV2LnhtbESPT2sCMRTE7wW/Q3hCL6JZe7C6GkWEbWsPBf+A18fm&#10;dbN187Ikqa5++qZQ6HGYmd8wi1VnG3EhH2rHCsajDARx6XTNlYLjoRhOQYSIrLFxTApuFGC17D0s&#10;MNfuyju67GMlEoRDjgpMjG0uZSgNWQwj1xIn79N5izFJX0nt8ZrgtpFPWTaRFmtOCwZb2hgqz/tv&#10;q+Cr+DCnzfP9xQ9mO7oPivfXZjtR6rHfrecgInXxP/zXftMKptkYfs+kIy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nVhe7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3OkcEA&#10;AADcAAAADwAAAGRycy9kb3ducmV2LnhtbESP3YrCMBCF7xd8hzDC3iyaqrBIbSoiuog34s8DDM3Y&#10;FJtJaaKtb28EYS8P5+fjZMve1uJBra8cK5iMExDEhdMVlwou5+1oDsIHZI21Y1LwJA/LfPCVYapd&#10;x0d6nEIp4gj7FBWYEJpUSl8YsujHriGO3tW1FkOUbSl1i10ct7WcJsmvtFhxJBhsaG2ouJ3uNkIO&#10;Mzzsr915+9djh5u94Z/VUanvYb9agAjUh//wp73TCubJFN5n4hGQ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X9zpHBAAAA3A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gy1cUA&#10;AADcAAAADwAAAGRycy9kb3ducmV2LnhtbESPQUsDMRSE74L/ITyhtzZrq7WsTYvUCiL00CqIt8fm&#10;dXdx8xKS1+76741Q8DjMzDfMcj24Tp0pptazgdtJAYq48rbl2sDH+8t4ASoJssXOMxn4oQTr1fXV&#10;Ekvre97T+SC1yhBOJRpoREKpdaoacpgmPhBn7+ijQ8ky1tpG7DPcdXpaFHPtsOW80GCgTUPV9+Hk&#10;DOz6bXh7mN8fw1e8m+r0bOVzI8aMboanR1BCg/yHL+1Xa2BRzODvTD4Ce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qDLV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jzfsIA&#10;AADcAAAADwAAAGRycy9kb3ducmV2LnhtbESP3YrCMBCF7wXfIYywN2LTVVmkGkVEF/FG1H2AoZk2&#10;xWZSmqztvv1GELw8nJ+Ps9r0thYPan3lWMFnkoIgzp2uuFTwcztMFiB8QNZYOyYFf+Rhsx4OVphp&#10;1/GFHtdQijjCPkMFJoQmk9Lnhiz6xDXE0StcazFE2ZZSt9jFcVvLaZp+SYsVR4LBhnaG8vv110bI&#10;eYbnU9HdDt89drg/GR5vL0p9jPrtEkSgPrzDr/ZRK1ikc3ieiUd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WPN+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0POsUA&#10;AADcAAAADwAAAGRycy9kb3ducmV2LnhtbESPQUsDMRSE74L/ITyhN5u12FrWpkVaC0XwYBXE22Pz&#10;uru4eQnJa3f7702h4HGYmW+YxWpwnTpRTK1nAw/jAhRx5W3LtYGvz+39HFQSZIudZzJwpgSr5e3N&#10;Akvre/6g015qlSGcSjTQiIRS61Q15DCNfSDO3sFHh5JlrLWN2Ge46/SkKGbaYct5ocFA64aq3/3R&#10;GXjvX8Pb02x6CD/xcaLTxsr3WowZ3Q0vz6CEBvkPX9s7a2BeTOFyJh8Bv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DQ86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RtXMUA&#10;AADcAAAADwAAAGRycy9kb3ducmV2LnhtbESP3WoCMRSE7wu+QzhCb4pma6nIahQthAotiD/g7WFz&#10;3F3cnCxJdNe3bwqFXg4z8w2zWPW2EXfyoXas4HWcgSAunKm5VHA66tEMRIjIBhvHpOBBAVbLwdMC&#10;c+M63tP9EEuRIBxyVFDF2OZShqIii2HsWuLkXZy3GJP0pTQeuwS3jZxk2VRarDktVNjSR0XF9XCz&#10;Cja7rnzzL8Wmd1+Xz/O71kZ/a6Weh/16DiJSH//Df+2tUTDLpvB7Jh0Bu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ZG1c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QsQsQA&#10;AADcAAAADwAAAGRycy9kb3ducmV2LnhtbESPwWrDMBBE74H8g9hCb4nc0CbGsRJCiqGUXpL0AxZr&#10;azm2VkZSHPfvq0Khx2Fm3jDlfrK9GMmH1rGCp2UGgrh2uuVGweelWuQgQkTW2DsmBd8UYL+bz0os&#10;tLvzicZzbESCcChQgYlxKKQMtSGLYekG4uR9OW8xJukbqT3eE9z2cpVla2mx5bRgcKCjobo736yC&#10;6n31MXY37St3mJ4tvZhr/mqUenyYDlsQkab4H/5rv2kFebaB3zPpCM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ELELEAAAA3A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dctcIA&#10;AADcAAAADwAAAGRycy9kb3ducmV2LnhtbERPW2vCMBR+H/gfwhH2MjR1YyLVKDoIDhyIF/D10Bzb&#10;YnNSkszWf28eBnv8+O6LVW8bcScfascKJuMMBHHhTM2lgvNJj2YgQkQ22DgmBQ8KsFoOXhaYG9fx&#10;ge7HWIoUwiFHBVWMbS5lKCqyGMauJU7c1XmLMUFfSuOxS+G2ke9ZNpUWa04NFbb0VVFxO/5aBZt9&#10;V374t2LTu911e/nU2ugfrdTrsF/PQUTq47/4z/1tFMyytDadSUdA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t1y1wgAAANw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dq8QA&#10;AADcAAAADwAAAGRycy9kb3ducmV2LnhtbESPzWrDMBCE74G8g9hCb4nc0AbXsRJCiqGUXvLzAIu1&#10;tRxbKyMpjvv2VaHQ4zAz3zDlbrK9GMmH1rGCp2UGgrh2uuVGweVcLXIQISJr7B2Tgm8KsNvOZyUW&#10;2t35SOMpNiJBOBSowMQ4FFKG2pDFsHQDcfK+nLcYk/SN1B7vCW57ucqytbTYclowONDBUN2dblZB&#10;9bH6HLub9pXbT8+WXsw1fzNKPT5M+w2ISFP8D/+137WCPHuF3zPpCMjt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XHavEAAAA3A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9XKLwA&#10;AADcAAAADwAAAGRycy9kb3ducmV2LnhtbERPSwrCMBDdC94hjOBO0/pDqlFEUHRp9QBDM7bFZlKb&#10;aOvtzUJw+Xj/9bYzlXhT40rLCuJxBII4s7rkXMHtehgtQTiPrLGyTAo+5GC76ffWmGjb8oXeqc9F&#10;CGGXoILC+zqR0mUFGXRjWxMH7m4bgz7AJpe6wTaEm0pOomghDZYcGgqsaV9Q9khfRsHs0x6f6fwR&#10;HbSh+Dytz+yzuVLDQbdbgfDU+b/45z5pBcs4zA9nwhGQmy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fX1covAAAANw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gBxsIA&#10;AADcAAAADwAAAGRycy9kb3ducmV2LnhtbESPQYvCMBSE7wv+h/CEva1pPYhWo4iiLJ60Vs+P5tkW&#10;m5fSRK3/3giCx2FmvmFmi87U4k6tqywriAcRCOLc6ooLBdlx8zcG4TyyxtoyKXiSg8W89zPDRNsH&#10;H+ie+kIECLsEFZTeN4mULi/JoBvYhjh4F9sa9EG2hdQtPgLc1HIYRSNpsOKwUGJDq5Lya3ozCm6j&#10;8zDjy07v0/VzO1lvlk6eCqV++91yCsJT57/hT/tfKxjHMbzPhCMg5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2AHG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P4o8cA&#10;AADcAAAADwAAAGRycy9kb3ducmV2LnhtbESPT2vCQBTE74V+h+UJ3pqNfwgxuootCLWHStUeentm&#10;n0lq9m3MbjX99m6h4HGYmd8ws0VnanGh1lWWFQyiGARxbnXFhYL9bvWUgnAeWWNtmRT8koPF/PFh&#10;hpm2V/6gy9YXIkDYZaig9L7JpHR5SQZdZBvi4B1ta9AH2RZSt3gNcFPLYRwn0mDFYaHEhl5Kyk/b&#10;H6Pgc5Mmk83zevz99n7AkdHnL10lSvV73XIKwlPn7+H/9qtWkA6G8HcmHAE5v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UD+KP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5UQ8UA&#10;AADcAAAADwAAAGRycy9kb3ducmV2LnhtbESPQWvCQBSE74L/YXlCb7rRiIToKtXSWHpKreD1kX0m&#10;odm3IbvVpL++Wyh4HGbmG2az600jbtS52rKC+SwCQVxYXXOp4Pz5Ok1AOI+ssbFMCgZysNuORxtM&#10;tb3zB91OvhQBwi5FBZX3bSqlKyoy6Ga2JQ7e1XYGfZBdKXWH9wA3jVxE0UoarDksVNjSoaLi6/Rt&#10;FPysLpi742L/EmtPwzLJ7HueKfU06Z/XIDz1/hH+b79pBck8hr8z4QjI7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jlRD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Cx2cQA&#10;AADcAAAADwAAAGRycy9kb3ducmV2LnhtbESPwWrDMBBE74X+g9hCbo3s4JbEiRJCSKG3Nk4+YLE2&#10;som1si3Vdvr1VaHQ4zAzb5jNbrKNGKj3tWMF6TwBQVw6XbNRcDm/PS9B+ICssXFMCu7kYbd9fNhg&#10;rt3IJxqKYESEsM9RQRVCm0vpy4os+rlriaN3db3FEGVvpO5xjHDbyEWSvEqLNceFCls6VFTeii+r&#10;oHOLFz0VR/y4HVeftTFZ933KlJo9Tfs1iEBT+A//td+1gmWawe+ZeAT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Asdn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GGFcQA&#10;AADcAAAADwAAAGRycy9kb3ducmV2LnhtbESPzW7CMBCE75X6DtYicSMOrYAQMKithMSVnwPHxV6S&#10;QLxOYxcCT19XQupxNDPfaObLztbiSq2vHCsYJikIYu1MxYWC/W41yED4gGywdkwK7uRhuXh9mWNu&#10;3I03dN2GQkQI+xwVlCE0uZRel2TRJ64hjt7JtRZDlG0hTYu3CLe1fEvTsbRYcVwosaGvkvRl+2MV&#10;rKsjjcb6NLXZp94cHt/hfXI2SvV73ccMRKAu/Ief7bVRkA1H8HcmHgG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3xhhX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OkRcAA&#10;AADcAAAADwAAAGRycy9kb3ducmV2LnhtbERPy4rCMBTdD/gP4QruxlQX4lSjqCA4OAo+0O2luTbF&#10;5qY0mVr/fiIMuDxvznTe2lI0VPvCsYJBPwFBnDldcK7gfFp/jkH4gKyxdEwKnuRhPut8TDHV7sEH&#10;ao4hF7GEfYoKTAhVKqXPDFn0fVcRR+3maoshwjqXusZHLLelHCbJSFosOC4YrGhlKLsff62CBvfP&#10;5GqWu6/v4icb7peXrY686nXbxQREoDa8zf/pjVYwHozgdSYeATn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5OkRcAAAADc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u00MQA&#10;AADcAAAADwAAAGRycy9kb3ducmV2LnhtbESPwU7DMBBE70j8g7VI3KjTHKAKdauqUiuOEDhwXOJt&#10;nBLvRrbbpP16jITEcTQzbzTL9eR7daYQO2ED81kBirgR23Fr4ON997AAFROyxV6YDFwownp1e7PE&#10;ysrIb3SuU6syhGOFBlxKQ6V1bBx5jDMZiLN3kOAxZRlabQOOGe57XRbFo/bYcV5wONDWUfNdn7yB&#10;cd98HcvDp3XXMMiufpVj2Ysx93fT5hlUoin9h//aL9bAYv4Ev2fyEd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LtND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ttg8MA&#10;AADcAAAADwAAAGRycy9kb3ducmV2LnhtbERPyW7CMBC9V+IfrEHqrThwaKOAQSxFqqoiFJb7EA9J&#10;wB5HsQvp39cHJI5Pb5/MOmvEjVpfO1YwHCQgiAunay4VHPbrtxSED8gajWNS8EceZtPeywQz7e6c&#10;020XShFD2GeooAqhyaT0RUUW/cA1xJE7u9ZiiLAtpW7xHsOtkaMkeZcWa44NFTa0rKi47n6tgvV2&#10;ZS6jTT4/yrD8/DiZ9Hux+lHqtd/NxyACdeEpfri/tIJ0GNfGM/EIyO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uttg8MAAADc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e7s8UA&#10;AADcAAAADwAAAGRycy9kb3ducmV2LnhtbESPQWvCQBSE74L/YXmCl6IbLZUYXUUKRQsWahS8PrPP&#10;JJh9G7LbmP57t1DwOMzMN8xy3ZlKtNS40rKCyTgCQZxZXXKu4HT8GMUgnEfWWFkmBb/kYL3q95aY&#10;aHvnA7Wpz0WAsEtQQeF9nUjpsoIMurGtiYN3tY1BH2STS93gPcBNJadRNJMGSw4LBdb0XlB2S3+M&#10;gvZ7f8l3ras/b/GLe3u9bLdf+qzUcNBtFiA8df4Z/m/vtIJ4Moe/M+EI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J7uzxQAAANw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dZ48QA&#10;AADcAAAADwAAAGRycy9kb3ducmV2LnhtbERPz2vCMBS+D/wfwhN2m6llG7Waig4GuwzUedDbs3m2&#10;pc1LTTLt9tebw2DHj+/3YjmYTlzJ+caygukkAUFcWt1wpWD/9f6UgfABWWNnmRT8kIdlMXpYYK7t&#10;jbd03YVKxBD2OSqoQ+hzKX1Zk0E/sT1x5M7WGQwRukpqh7cYbjqZJsmrNNhwbKixp7eaynb3bRSs&#10;Z9n6snnmz9/t6UjHw6l9SV2i1ON4WM1BBBrCv/jP/aEVZGmcH8/EIy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nWePEAAAA3AAAAA8AAAAAAAAAAAAAAAAAmAIAAGRycy9k&#10;b3ducmV2LnhtbFBLBQYAAAAABAAEAPUAAACJAwAAAAA=&#10;" fillcolor="black" stroked="f"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ldYMcA&#10;AADcAAAADwAAAGRycy9kb3ducmV2LnhtbESPT2vCQBTE70K/w/IKvenGQCWkrlL/FAq1B2MPPb5m&#10;X5Ml2bchu2rqp3cLgsdhZn7DzJeDbcWJem8cK5hOEhDEpdOGKwVfh7dxBsIHZI2tY1LwRx6Wi4fR&#10;HHPtzrynUxEqESHsc1RQh9DlUvqyJot+4jri6P263mKIsq+k7vEc4baVaZLMpEXDcaHGjtY1lU1x&#10;tAq+P2Ym2xtKf3aX1VbvnpvV56ZR6ulxeH0BEWgI9/Ct/a4VZOkU/s/EI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yZXWDHAAAA3A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bp+cQA&#10;AADcAAAADwAAAGRycy9kb3ducmV2LnhtbESPQWsCMRSE7wX/Q3iCt5p1D7JsjSIVaS8etC29Pjav&#10;m+1uXtYk6uqvN0Khx2FmvmEWq8F24kw+NI4VzKYZCOLK6YZrBZ8f2+cCRIjIGjvHpOBKAVbL0dMC&#10;S+0uvKfzIdYiQTiUqMDE2JdShsqQxTB1PXHyfpy3GJP0tdQeLwluO5ln2VxabDgtGOzp1VDVHk5W&#10;gV9/b9obn77a7La7hrff4VigUWoyHtYvICIN8T/8137XCoo8h8eZdAT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W6fnEAAAA3A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cTesUA&#10;AADcAAAADwAAAGRycy9kb3ducmV2LnhtbESP3WrCQBSE7wu+w3IEb4pumkJrU1eRgiAoBX8e4DR7&#10;mgR3z4bsUaNP3y0UejnMzDfMbNF7py7UxSawgadJBoq4DLbhysDxsBpPQUVBtugCk4EbRVjMBw8z&#10;LGy48o4ue6lUgnAs0EAt0hZax7Imj3ESWuLkfYfOoyTZVdp2eE1w73SeZS/aY8NpocaWPmoqT/uz&#10;N+DyL/e2eY1buR31Nrt72T1+WmNGw375Dkqol//wX3ttDUzzZ/g9k46An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FxN6xQAAANw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MqBcUA&#10;AADcAAAADwAAAGRycy9kb3ducmV2LnhtbESPQWvCQBSE7wX/w/KE3uqmoRRJXcUqQi49NI14fWZf&#10;s8HdtyG7auqvdwuFHoeZ+YZZrEZnxYWG0HlW8DzLQBA3XnfcKqi/dk9zECEia7SeScEPBVgtJw8L&#10;LLS/8iddqtiKBOFQoAITY19IGRpDDsPM98TJ+/aDw5jk0Eo94DXBnZV5lr1Khx2nBYM9bQw1p+rs&#10;FGyr3uZ1ad7DYf9xPNrytqPDVqnH6bh+AxFpjP/hv3apFczzF/g9k4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cyoFxQAAANw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Hx2sQA&#10;AADcAAAADwAAAGRycy9kb3ducmV2LnhtbESPwWrDMBBE74X8g9hAb42UQNPgRAkhxBDoqal9yG2R&#10;NrZba2Us1Xb/vioUehxm5g2zO0yuFQP1ofGsYblQIIiNtw1XGor3/GkDIkRki61n0vBNAQ772cMO&#10;M+tHfqPhGiuRIBwy1FDH2GVSBlOTw7DwHXHy7r53GJPsK2l7HBPctXKl1Fo6bDgt1NjRqSbzef1y&#10;Gj5y+eqNQlMW5XixL7fzmlql9eN8Om5BRJrif/ivfbEaNqtn+D2TjoD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x8drEAAAA3A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l7u8QA&#10;AADcAAAADwAAAGRycy9kb3ducmV2LnhtbESPQWvCQBSE7wX/w/IEb3VjBAnRVVQQSqWHqojHZ/aZ&#10;hGTfht1V47/vFgo9DjPzDbNY9aYVD3K+tqxgMk5AEBdW11wqOB137xkIH5A1tpZJwYs8rJaDtwXm&#10;2j75mx6HUIoIYZ+jgiqELpfSFxUZ9GPbEUfvZp3BEKUrpXb4jHDTyjRJZtJgzXGhwo62FRXN4W4U&#10;XO57vn1NP9duE862P/omvWaNUqNhv56DCNSH//Bf+0MryNIZ/J6JR0A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5e7vEAAAA3A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7Bl8YA&#10;AADcAAAADwAAAGRycy9kb3ducmV2LnhtbESPQWvCQBSE70L/w/IKvenGoG2MrlIFwUtBbQ/19sw+&#10;k2D2bbq71dhf7xYKPQ4z8w0zW3SmERdyvrasYDhIQBAXVtdcKvh4X/czED4ga2wsk4IbeVjMH3oz&#10;zLW98o4u+1CKCGGfo4IqhDaX0hcVGfQD2xJH72SdwRClK6V2eI1w08g0SZ6lwZrjQoUtrSoqzvtv&#10;o2A5yZZf2xG//eyOBzp8Hs/j1CVKPT12r1MQgbrwH/5rb7SCLH2B3zPxCMj5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A7Bl8YAAADcAAAADwAAAAAAAAAAAAAAAACYAgAAZHJz&#10;L2Rvd25yZXYueG1sUEsFBgAAAAAEAAQA9QAAAIsDAAAAAA==&#10;" fillcolor="black" stroked="f"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lYxMEA&#10;AADcAAAADwAAAGRycy9kb3ducmV2LnhtbERPz2vCMBS+C/sfwht403QKIp1RijA2dqpuY9dn82yK&#10;zUtJslj/e3MQdvz4fm92o+1FIh86xwpe5gUI4sbpjlsF319vszWIEJE19o5JwY0C7LZPkw2W2l35&#10;QOkYW5FDOJSowMQ4lFKGxpDFMHcDcebOzluMGfpWao/XHG57uSiKlbTYcW4wONDeUHM5/lkF6bSv&#10;q2X6Tebw6avWu/r951QrNX0eq1cQkcb4L364P7SC9SKvzWfyEZDb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T5WMTBAAAA3AAAAA8AAAAAAAAAAAAAAAAAmAIAAGRycy9kb3du&#10;cmV2LnhtbFBLBQYAAAAABAAEAPUAAACG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d63cUA&#10;AADcAAAADwAAAGRycy9kb3ducmV2LnhtbESPQWvCQBSE70L/w/IKvelGD6Kpm1Ckiu1Fmxba4yP7&#10;mg3Nvg3ZNab+elcQPA4z8w2zygfbiJ46XztWMJ0kIIhLp2uuFHx9bsYLED4ga2wck4J/8pBnD6MV&#10;ptqd+IP6IlQiQtinqMCE0KZS+tKQRT9xLXH0fl1nMUTZVVJ3eIpw28hZksylxZrjgsGW1obKv+Jo&#10;Ffjp+vX73Z6X/c/W8L54M/NDZZR6ehxenkEEGsI9fGvvtILFbAnXM/EIyO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93rdxQAAANw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2B7520" w:rsidRPr="00062C82" w:rsidRDefault="002B7520" w:rsidP="002B7520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</w:p>
    <w:p w:rsidR="002B7520" w:rsidRPr="00062C82" w:rsidRDefault="002B7520" w:rsidP="002B7520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</w:p>
    <w:p w:rsidR="002B7520" w:rsidRPr="00062C82" w:rsidRDefault="002B7520" w:rsidP="002B7520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2B7520" w:rsidRPr="00062C82" w:rsidRDefault="002B7520" w:rsidP="002B7520">
      <w:pPr>
        <w:tabs>
          <w:tab w:val="left" w:pos="4424"/>
        </w:tabs>
        <w:rPr>
          <w:rFonts w:ascii="Times New Roman" w:hAnsi="Times New Roman" w:cs="Times New Roman"/>
        </w:rPr>
      </w:pPr>
    </w:p>
    <w:p w:rsidR="002B7520" w:rsidRPr="00062C82" w:rsidRDefault="002B7520" w:rsidP="002B7520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УКРАЇНА</w:t>
      </w:r>
    </w:p>
    <w:p w:rsidR="002B7520" w:rsidRPr="00062C82" w:rsidRDefault="002B7520" w:rsidP="002B7520">
      <w:pPr>
        <w:keepNext/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КРУПЕЦЬКА СІЛЬСЬКА РАДА</w:t>
      </w:r>
    </w:p>
    <w:p w:rsidR="002B7520" w:rsidRPr="00062C82" w:rsidRDefault="002B7520" w:rsidP="002B7520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СЛАВУТСЬКОГО РАЙОНУ</w:t>
      </w:r>
    </w:p>
    <w:p w:rsidR="002B7520" w:rsidRPr="00062C82" w:rsidRDefault="002B7520" w:rsidP="002B7520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ХМЕЛЬНИЦЬКОЇ ОБЛАСТІ</w:t>
      </w:r>
    </w:p>
    <w:p w:rsidR="002B7520" w:rsidRPr="00062C82" w:rsidRDefault="002B7520" w:rsidP="002B7520">
      <w:pPr>
        <w:tabs>
          <w:tab w:val="left" w:pos="4424"/>
        </w:tabs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</w:t>
      </w:r>
      <w:r w:rsidR="00C87019" w:rsidRPr="00C87019">
        <w:rPr>
          <w:noProof/>
          <w:lang w:val="ru-RU" w:eastAsia="ru-RU"/>
        </w:rPr>
        <w:pict>
          <v:group 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nRTMMA&#10;AADcAAAADwAAAGRycy9kb3ducmV2LnhtbESPT4vCMBTE7wt+h/AEb2uqBbfURhFxxYMgdtf7o3n9&#10;g81LabJav70RhD0OM/MbJlsPphU36l1jWcFsGoEgLqxuuFLw+/P9mYBwHllja5kUPMjBejX6yDDV&#10;9s5nuuW+EgHCLkUFtfddKqUrajLoprYjDl5pe4M+yL6Susd7gJtWzqNoIQ02HBZq7GhbU3HN/4wC&#10;G+8Px0s1P8c7/vK8OSXlZTgqNRkPmyUIT4P/D7/bB60giWfwOhOOgF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+nRTMMAAADc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mi3MgA&#10;AADdAAAADwAAAGRycy9kb3ducmV2LnhtbESPT0sDMRTE74LfITzBS2mzXbCta9NSCqu1B6F/wOtj&#10;89ysbl6WJLZrP70pCB6HmfkNM1/2thUn8qFxrGA8ykAQV043XCs4HsrhDESIyBpbx6TghwIsF7c3&#10;cyy0O/OOTvtYiwThUKACE2NXSBkqQxbDyHXEyftw3mJM0tdSezwnuG1lnmUTabHhtGCwo7Wh6mv/&#10;bRV8lm/mfT29PPvB444ug3L70r5OlLq/61dPICL18T/8195oBfk0f4Drm/QE5OI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KaaLc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Ne1MIA&#10;AADdAAAADwAAAGRycy9kb3ducmV2LnhtbESP3YrCMBCF7xd8hzCCN4umW0GlGkVEZfFG/HmAoRmb&#10;YjMpTdbWt98IgpeH8/NxFqvOVuJBjS8dK/gZJSCIc6dLLhRcL7vhDIQPyBorx6TgSR5Wy97XAjPt&#10;Wj7R4xwKEUfYZ6jAhFBnUvrckEU/cjVx9G6usRiibAqpG2zjuK1kmiQTabHkSDBY08ZQfj//2Qg5&#10;jvF4uLWX3b7DFrcHw9/rk1KDfreegwjUhU/43f7VCtJpOoHXm/gE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Y17U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u78UA&#10;AADdAAAADwAAAGRycy9kb3ducmV2LnhtbESPQUvDQBSE70L/w/IEb3Zj0EZit6VUBRE8tBXE2yP7&#10;mgSzb5fdZxP/vSsIPQ4z8w2zXE9uUCeKqfds4GZegCJuvO25NfB+eL6+B5UE2eLgmQz8UIL1anax&#10;xNr6kXd02kurMoRTjQY6kVBrnZqOHKa5D8TZO/roULKMrbYRxwx3gy6LYqEd9pwXOgy07aj52n87&#10;A2/jU3itFnfH8BlvS50erXxsxZiry2nzAEpoknP4v/1iDZRVWcHfm/wE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lC7v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BvPcIA&#10;AADdAAAADwAAAGRycy9kb3ducmV2LnhtbERPzWrCQBC+C32HZYRepG5MoZY0q0ippXgRtQ8wZCfZ&#10;YHY2ZFeTvn3nUOjx4/svt5Pv1J2G2AY2sFpmoIirYFtuDHxf9k+voGJCttgFJgM/FGG7eZiVWNgw&#10;8onu59QoCeFYoAGXUl9oHStHHuMy9MTC1WHwmAQOjbYDjhLuO51n2Yv22LI0OOzp3VF1Pd+8lByf&#10;8Xiox8v+c8IRPw6OF7uTMY/zafcGKtGU/sV/7i9rIF/nMlfeyBP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sG89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cfBsYA&#10;AADdAAAADwAAAGRycy9kb3ducmV2LnhtbESPQUsDMRSE74L/ITzBm826aKvbpkWqQhE8WAvF22Pz&#10;urt08xKSZ3f9940geBxm5htmsRpdr04UU+fZwO2kAEVce9txY2D3+XrzACoJssXeMxn4oQSr5eXF&#10;AivrB/6g01YalSGcKjTQioRK61S35DBNfCDO3sFHh5JlbLSNOGS463VZFFPtsOO80GKgdUv1cfvt&#10;DLwPL+FtNr0/hK94V+r0bGW/FmOur8anOSihUf7Df+2NNVDOykf4fZOfgF6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0cfB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SAOMMA&#10;AADdAAAADwAAAGRycy9kb3ducmV2LnhtbERPW2vCMBR+H+w/hCP4MjRV2YVqlCkEhQljOvD10Bzb&#10;YnNSkmjrvzcPgz1+fPfFqreNuJEPtWMFk3EGgrhwpuZSwe9Rjz5AhIhssHFMCu4UYLV8flpgblzH&#10;P3Q7xFKkEA45KqhibHMpQ1GRxTB2LXHizs5bjAn6UhqPXQq3jZxm2Zu0WHNqqLClTUXF5XC1Ctbf&#10;XTnzL8W6d1/n7elVa6P3WqnhoP+cg4jUx3/xn3tnFEzfZ2l/epOe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SSAOM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B/5sUA&#10;AADdAAAADwAAAGRycy9kb3ducmV2LnhtbESPUWvCMBSF34X9h3AHe9PUbnPSGUWUwpC92O0HXJq7&#10;prO5KUms3b9fBMHHwznnO5zVZrSdGMiH1rGC+SwDQVw73XKj4PurnC5BhIissXNMCv4owGb9MFlh&#10;od2FjzRUsREJwqFABSbGvpAy1IYshpnriZP347zFmKRvpPZ4SXDbyTzLFtJiy2nBYE87Q/WpOlsF&#10;5SH/HE5n7Uu3HV8svZrf5d4o9fQ4bt9BRBrjPXxrf2gF+dvzHK5v0hO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0H/m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q71MYA&#10;AADdAAAADwAAAGRycy9kb3ducmV2LnhtbESPUWvCMBSF3wf+h3CFvYyZWpmTahQdhAkbDN3A10tz&#10;bYvNTUky2/37RRjs8XDO+Q5ntRlsK67kQ+NYwXSSgSAunWm4UvD1qR8XIEJENtg6JgU/FGCzHt2t&#10;sDCu5wNdj7ESCcKhQAV1jF0hZShrshgmriNO3tl5izFJX0njsU9w28o8y+bSYsNpocaOXmoqL8dv&#10;q2D30Vcz/1DuBvd2fj09aW30u1bqfjxslyAiDfE//NfeGwX58yyH25v0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rq71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5ECsUA&#10;AADdAAAADwAAAGRycy9kb3ducmV2LnhtbESP3WoCMRSE7wu+QzhC72rWtbWyNYpYFkrpjT8PcNic&#10;brZuTpYkruvbm4Lg5TAz3zDL9WBb0ZMPjWMF00kGgrhyuuFawfFQvixAhIissXVMCq4UYL0aPS2x&#10;0O7CO+r3sRYJwqFABSbGrpAyVIYshonriJP367zFmKSvpfZ4SXDbyjzL5tJiw2nBYEdbQ9Vpf7YK&#10;yu/8pz+dtS/dZni19Gb+Fp9GqefxsPkAEWmIj/C9/aUV5O+zGfy/SU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TkQK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LGWMMA&#10;AADdAAAADwAAAGRycy9kb3ducmV2LnhtbESP3WrCQBSE7wu+w3KE3tVN4i+pmyCCpV4afYBD9jQJ&#10;Zs/G7Gri23cLBS+HmfmG2eajacWDetdYVhDPIhDEpdUNVwou58PHBoTzyBpby6TgSQ7ybPK2xVTb&#10;gU/0KHwlAoRdigpq77tUSlfWZNDNbEccvB/bG/RB9pXUPQ4BblqZRNFKGmw4LNTY0b6m8lrcjYLF&#10;c/i6FctrdNCG4uO8O7Ivl0q9T8fdJwhPo3+F/9vfWkGyni/g7014AjL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OLGW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x638YA&#10;AADdAAAADwAAAGRycy9kb3ducmV2LnhtbESPQWvCQBSE74L/YXlCb3VjSrWmrhIMltJTG63nR/aZ&#10;hGbfht1V47/vFgoeh5n5hlltBtOJCznfWlYwmyYgiCurW64VHPa7xxcQPiBr7CyTght52KzHoxVm&#10;2l75iy5lqEWEsM9QQRNCn0npq4YM+qntiaN3ss5giNLVUju8RrjpZJokc2mw5bjQYE/bhqqf8mwU&#10;nOfH9MCnD/1ZFre3ZbHLvfyulXqYDPkriEBDuIf/2+9aQbp4eoa/N/EJ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jx638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2br8gA&#10;AADdAAAADwAAAGRycy9kb3ducmV2LnhtbESPT2vCQBTE74LfYXlCb7pRS7TRVVQotD1U/NODt2f2&#10;mUSzb9PsVtNv3y0IHoeZ+Q0znTemFFeqXWFZQb8XgSBOrS44U7DfvXbHIJxH1lhaJgW/5GA+a7em&#10;mGh74w1dtz4TAcIuQQW591UipUtzMuh6tiIO3snWBn2QdSZ1jbcAN6UcRFEsDRYcFnKsaJVTetn+&#10;GAVf63H8sl6+P58/Po84NPr7oItYqadOs5iA8NT4R/jeftMKBqNhDP9vwhOQs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+TZuv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n8x8YA&#10;AADdAAAADwAAAGRycy9kb3ducmV2LnhtbESPS2vDMBCE74X8B7GB3hq5TkmCEyUkLXVKT3lBrou1&#10;sU2tlbFUP/Lrq0Khx2FmvmFWm95UoqXGlZYVPE8iEMSZ1SXnCi7n96cFCOeRNVaWScFADjbr0cMK&#10;E207PlJ78rkIEHYJKii8rxMpXVaQQTexNXHwbrYx6INscqkb7ALcVDKOopk0WHJYKLCm14Kyr9O3&#10;UXCfXfHg9vHubao9DS+L1H4eUqUex/12CcJT7//Df+0PrSCeT+fw+yY8Ab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Hn8x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47DcIA&#10;AADdAAAADwAAAGRycy9kb3ducmV2LnhtbERPS27CMBDdV+IO1iB1VxwC5RMwCCEqsSsEDjCKByci&#10;HofYQNrT40WlLp/ef7nubC0e1PrKsYLhIAFBXDhdsVFwPn19zED4gKyxdkwKfsjDetV7W2Km3ZOP&#10;9MiDETGEfYYKyhCaTEpflGTRD1xDHLmLay2GCFsjdYvPGG5rmSbJRFqsODaU2NC2pOKa362Cm0s/&#10;dZfv8Pu6mx8qY8a33+NYqfd+t1mACNSFf/Gfe68VpNNRnBvfxCcgV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Pjs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MU/sQA&#10;AADdAAAADwAAAGRycy9kb3ducmV2LnhtbESPS2/CMBCE70j8B2uRegOnIF4Bg0olJK48Dj1u7SUJ&#10;jddpbCDw6zESEsfRzHyjmS8bW4oL1b5wrOCzl4Ag1s4UnCk47NfdCQgfkA2WjknBjTwsF+3WHFPj&#10;rrylyy5kIkLYp6ggD6FKpfQ6J4u+5yri6B1dbTFEWWfS1HiNcFvKfpKMpMWC40KOFX3npP92Z6tg&#10;U/zScKSPUztZ6e3P/T8Mxiej1Een+ZqBCNSEd/jV3hgF/fFgCs838QnI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TFP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Y96scA&#10;AADdAAAADwAAAGRycy9kb3ducmV2LnhtbESPQWvCQBCF74X+h2UKvenGUGpNXaUWCi1VoSr2OmTH&#10;bGh2NmS3Mf77zkHocWbevPe++XLwjeqpi3VgA5NxBoq4DLbmysBh/zZ6AhUTssUmMBm4UITl4vZm&#10;joUNZ/6ifpcqJSYcCzTgUmoLrWPpyGMch5ZYbqfQeUwydpW2HZ7F3Dc6z7JH7bFmSXDY0quj8mf3&#10;6w30uL1k3261mX3U6zLfro6fVvbm/m54eQaVaEj/4uv3uzWQTx+kv9AICe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NmPerHAAAA3Q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EmEcQA&#10;AADdAAAADwAAAGRycy9kb3ducmV2LnhtbESPQUvDQBSE70L/w/IK3uymoajEbkspVHrU6MHjM/ua&#10;Tc2+F3bXJvrrXUHwOMzMN8x6O/leXSjETtjAclGAIm7EdtwaeH053NyDignZYi9MBr4ownYzu1pj&#10;ZWXkZ7rUqVUZwrFCAy6lodI6No48xoUMxNk7SfCYsgyttgHHDPe9LoviVnvsOC84HGjvqPmoP72B&#10;8bF5P5enN+u+wyCH+knOZS/GXM+n3QOoRFP6D/+1j9ZAebdawu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0RJhH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j+wcYA&#10;AADdAAAADwAAAGRycy9kb3ducmV2LnhtbESP3WoCMRSE7wt9h3AK3tWsi6isRrFaQaQi/vT+dHPc&#10;3TY5WTZRt2/fFAQvh5n5hpnMWmvElRpfOVbQ6yYgiHOnKy4UnI6r1xEIH5A1Gsek4Jc8zKbPTxPM&#10;tLvxnq6HUIgIYZ+hgjKEOpPS5yVZ9F1XE0fv7BqLIcqmkLrBW4RbI9MkGUiLFceFEmtalJT/HC5W&#10;wWq3NN/pdj//lGHxPvwyo83b8kOpzks7H4MI1IZH+N5eawXpsJ/C/5v4BOT0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6j+w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OW48cA&#10;AADdAAAADwAAAGRycy9kb3ducmV2LnhtbESPW2vCQBSE3wv+h+UIvhTdqPVCdJVSEBVa8Aa+HrPH&#10;JJg9G7JrjP/eLRT6OMzMN8x82ZhC1FS53LKCfi8CQZxYnXOq4HRcdacgnEfWWFgmBU9ysFy03uYY&#10;a/vgPdUHn4oAYRejgsz7MpbSJRkZdD1bEgfvaiuDPsgqlbrCR4CbQg6iaCwN5hwWMizpK6Pkdrgb&#10;BfXu+5Jualdub9N3Nxpe1usffVaq024+ZyA8Nf4//NfeaAWDyccQft+EJyAX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VDluP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tyXscA&#10;AADdAAAADwAAAGRycy9kb3ducmV2LnhtbESPQWvCQBSE70L/w/KE3nRjiNamrlILgheh2h7q7Zl9&#10;TYLZt+nuVqO/visIPQ4z8w0zW3SmESdyvrasYDRMQBAXVtdcKvj8WA2mIHxA1thYJgUX8rCYP/Rm&#10;mGt75i2ddqEUEcI+RwVVCG0upS8qMuiHtiWO3rd1BkOUrpTa4TnCTSPTJJlIgzXHhQpbequoOO5+&#10;jYLl83T5857x5ro97Gn/dTiOU5co9djvXl9ABOrCf/jeXmsF6VOWwe1NfAJy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oLcl7HAAAA3QAAAA8AAAAAAAAAAAAAAAAAmAIAAGRy&#10;cy9kb3ducmV2LnhtbFBLBQYAAAAABAAEAPUAAACMAwAAAAA=&#10;" fillcolor="black" stroked="f"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4Uy8cA&#10;AADdAAAADwAAAGRycy9kb3ducmV2LnhtbESPQWvCQBSE7wX/w/KE3uqmoVpJXUVtC4J60PbQ42v2&#10;NVmSfRuyW43+elcQPA4z8w0zmXW2FgdqvXGs4HmQgCDOnTZcKPj++nwag/ABWWPtmBScyMNs2nuY&#10;YKbdkXd02IdCRAj7DBWUITSZlD4vyaIfuIY4en+utRiibAupWzxGuK1lmiQjadFwXCixoWVJebX/&#10;twp+1iMz3hlKfzfnxYfeDKvF9r1S6rHfzd9ABOrCPXxrr7SC9PVlCNc38QnI6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VuFMv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m0CcYA&#10;AADdAAAADwAAAGRycy9kb3ducmV2LnhtbESPT2sCMRTE7wW/Q3hCbzWrFJWtUcQievFQ/9DrY/O6&#10;2e7mZZtEXf30jVDocZiZ3zCzRWcbcSEfKscKhoMMBHHhdMWlguNh/TIFESKyxsYxKbhRgMW89zTD&#10;XLsrf9BlH0uRIBxyVGBibHMpQ2HIYhi4ljh5X85bjEn6UmqP1wS3jRxl2VharDgtGGxpZaio92er&#10;wC8/3+s7n091dt/dwua7+5miUeq53y3fQETq4n/4r73VCkaT1zE83qQn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Vm0C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G0IMYA&#10;AADdAAAADwAAAGRycy9kb3ducmV2LnhtbESPUWvCQBCE3wv9D8cW+lLqxSBNTT2lCEKhUtD6A9bc&#10;Ngm92wu5VWN/vScIfRxm5htmthi8U0fqYxvYwHiUgSKugm25NrD7Xj2/goqCbNEFJgNnirCY39/N&#10;sLThxBs6bqVWCcKxRAONSFdqHauGPMZR6IiT9xN6j5JkX2vb4ynBvdN5lr1ojy2nhQY7WjZU/W4P&#10;3oDL9276WcS1nHd6nf152Tx9WWMeH4b3N1BCg/yHb+0PayAvJgVc36QnoO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0G0I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IvFsMA&#10;AADdAAAADwAAAGRycy9kb3ducmV2LnhtbERPTWvCMBi+D/wP4RW8zdQyNumM4gdCLx5WHV5fm3dN&#10;WfKmNJlWf/1yGOz48HwvVoOz4kp9aD0rmE0zEMS11y03Ck7H/fMcRIjIGq1nUnCnAKvl6GmBhfY3&#10;/qBrFRuRQjgUqMDE2BVShtqQwzD1HXHivnzvMCbYN1L3eEvhzso8y16lw5ZTg8GOtobq7+rHKdhV&#10;nc1PpdmE8+fhcrHlY0/nnVKT8bB+BxFpiP/iP3epFeRvL2luepOe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FIv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nFPMQA&#10;AADdAAAADwAAAGRycy9kb3ducmV2LnhtbESPT2sCMRTE70K/Q3iF3jSpiNrVKKVUEDz579DbI3nu&#10;rm5elk10t9/eCILHYWZ+w8yXnavEjZpQetbwOVAgiI23JecaDvtVfwoiRGSLlWfS8E8Blou33hwz&#10;61ve0m0Xc5EgHDLUUMRYZ1IGU5DDMPA1cfJOvnEYk2xyaRtsE9xVcqjUWDosOS0UWNNPQeayuzoN&#10;55XceKPQHA/Hdm0nf79jqpTWH+/d9wxEpC6+ws/22moYTkZf8HiTno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JxTz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NYUsMA&#10;AADdAAAADwAAAGRycy9kb3ducmV2LnhtbERPy4rCMBTdC/5DuII7Ta34oGMUHRgYRmbhg2GWd5pr&#10;W9rclCRq/XuzGHB5OO/VpjONuJHzlWUFk3ECgji3uuJCwfn0MVqC8AFZY2OZFDzIw2bd760w0/bO&#10;B7odQyFiCPsMFZQhtJmUPi/JoB/bljhyF+sMhghdIbXDeww3jUyTZC4NVhwbSmzpvaS8Pl6Ngt/r&#10;ni/f06+t24Uf2518nf4ta6WGg277BiJQF17if/enVpAuZnF/fBOfgF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nNYUsMAAADdAAAADwAAAAAAAAAAAAAAAACYAgAAZHJzL2Rv&#10;d25yZXYueG1sUEsFBgAAAAAEAAQA9QAAAIg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VHG8cA&#10;AADdAAAADwAAAGRycy9kb3ducmV2LnhtbESPQWsCMRSE74L/ITyhN8261FZXo2hB6EWotod6e26e&#10;u4ubl20Sdeuvb4SCx2FmvmFmi9bU4kLOV5YVDAcJCOLc6ooLBV+f6/4YhA/IGmvLpOCXPCzm3c4M&#10;M22vvKXLLhQiQthnqKAMocmk9HlJBv3ANsTRO1pnMETpCqkdXiPc1DJNkhdpsOK4UGJDbyXlp93Z&#10;KFhNxqufj2fe3LaHPe2/D6dR6hKlnnrtcgoiUBse4f/2u1aQvo6GcH8Tn4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+lRxvHAAAA3QAAAA8AAAAAAAAAAAAAAAAAmAIAAGRy&#10;cy9kb3ducmV2LnhtbFBLBQYAAAAABAAEAPUAAACMAwAAAAA=&#10;" fillcolor="black" stroked="f"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4I+MUA&#10;AADdAAAADwAAAGRycy9kb3ducmV2LnhtbESPQWsCMRSE74X+h/CE3mpWCyJboyxCqXhareL1uXnd&#10;LG5eliSN23/fFAo9DjPzDbPajLYXiXzoHCuYTQsQxI3THbcKTh9vz0sQISJr7B2Tgm8KsFk/Pqyw&#10;1O7OB0rH2IoM4VCiAhPjUEoZGkMWw9QNxNn7dN5izNK3Unu8Z7jt5bwoFtJix3nB4EBbQ83t+GUV&#10;pOu2rl7SJZnD3letd/X7+Vor9TQZq1cQkcb4H/5r77SC+XK2gN83+Qn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7gj4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VNkcYA&#10;AADdAAAADwAAAGRycy9kb3ducmV2LnhtbESPQWvCQBSE7wX/w/IEb3UTD9ZGVxFppe2lNgp6fGSf&#10;2WD2bchuY/TXdwuFHoeZ+YZZrHpbi45aXzlWkI4TEMSF0xWXCg7718cZCB+QNdaOScGNPKyWg4cF&#10;Ztpd+Yu6PJQiQthnqMCE0GRS+sKQRT92DXH0zq61GKJsS6lbvEa4reUkSabSYsVxwWBDG0PFJf+2&#10;Cny6eTl+2Ptzd9oa/szfzXRXGqVGw349BxGoD//hv/abVjCZpU/w+yY+Abn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SVNkc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2B7520" w:rsidRDefault="002B7520" w:rsidP="002B75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2B7520" w:rsidRPr="00062C82" w:rsidRDefault="002B7520" w:rsidP="002B7520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РІШЕННЯ</w:t>
      </w:r>
    </w:p>
    <w:p w:rsidR="002B7520" w:rsidRPr="00062C82" w:rsidRDefault="002B7520" w:rsidP="002B7520">
      <w:pPr>
        <w:tabs>
          <w:tab w:val="left" w:pos="4424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ХХХІІІ</w:t>
      </w:r>
      <w:r w:rsidRPr="00062C82">
        <w:rPr>
          <w:rFonts w:ascii="Times New Roman" w:hAnsi="Times New Roman" w:cs="Times New Roman"/>
        </w:rPr>
        <w:t xml:space="preserve"> сесії сільської ради  </w:t>
      </w:r>
      <w:r w:rsidRPr="00062C82">
        <w:rPr>
          <w:rFonts w:ascii="Times New Roman" w:hAnsi="Times New Roman" w:cs="Times New Roman"/>
          <w:lang w:val="en-US"/>
        </w:rPr>
        <w:t>V</w:t>
      </w:r>
      <w:r w:rsidRPr="00062C82">
        <w:rPr>
          <w:rFonts w:ascii="Times New Roman" w:hAnsi="Times New Roman" w:cs="Times New Roman"/>
        </w:rPr>
        <w:t>ІІ скликання</w:t>
      </w:r>
    </w:p>
    <w:p w:rsidR="002B7520" w:rsidRPr="00062C82" w:rsidRDefault="002B7520" w:rsidP="002B7520">
      <w:pPr>
        <w:tabs>
          <w:tab w:val="left" w:pos="4424"/>
        </w:tabs>
        <w:rPr>
          <w:rFonts w:ascii="Times New Roman" w:hAnsi="Times New Roman" w:cs="Times New Roman"/>
        </w:rPr>
      </w:pPr>
    </w:p>
    <w:p w:rsidR="002B7520" w:rsidRPr="00062C82" w:rsidRDefault="002B7520" w:rsidP="002B7520">
      <w:pPr>
        <w:tabs>
          <w:tab w:val="left" w:pos="4424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21.02.2020</w:t>
      </w:r>
      <w:r w:rsidRPr="00062C82">
        <w:rPr>
          <w:rFonts w:ascii="Times New Roman" w:hAnsi="Times New Roman" w:cs="Times New Roman"/>
        </w:rPr>
        <w:t>р.                                    Крупець                                        № _______</w:t>
      </w:r>
    </w:p>
    <w:p w:rsidR="002B7520" w:rsidRPr="00782DA6" w:rsidRDefault="002B7520" w:rsidP="002B7520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2B7520" w:rsidRPr="00782DA6" w:rsidRDefault="002B7520" w:rsidP="002B7520">
      <w:pPr>
        <w:rPr>
          <w:rFonts w:ascii="Times New Roman" w:eastAsia="Calibri" w:hAnsi="Times New Roman" w:cs="Times New Roman"/>
          <w:b/>
          <w:color w:val="auto"/>
          <w:kern w:val="2"/>
          <w:szCs w:val="22"/>
          <w:lang w:val="ru-RU" w:eastAsia="en-US"/>
        </w:rPr>
      </w:pPr>
      <w:r w:rsidRPr="00782DA6">
        <w:rPr>
          <w:rFonts w:ascii="Times New Roman" w:eastAsia="Calibri" w:hAnsi="Times New Roman" w:cs="Times New Roman"/>
          <w:b/>
          <w:color w:val="auto"/>
          <w:kern w:val="2"/>
          <w:szCs w:val="22"/>
          <w:lang w:val="ru-RU" w:eastAsia="en-US"/>
        </w:rPr>
        <w:t xml:space="preserve">Про </w:t>
      </w:r>
      <w:proofErr w:type="spellStart"/>
      <w:r w:rsidRPr="00782DA6">
        <w:rPr>
          <w:rFonts w:ascii="Times New Roman" w:eastAsia="Calibri" w:hAnsi="Times New Roman" w:cs="Times New Roman"/>
          <w:b/>
          <w:color w:val="auto"/>
          <w:kern w:val="2"/>
          <w:szCs w:val="22"/>
          <w:lang w:val="ru-RU" w:eastAsia="en-US"/>
        </w:rPr>
        <w:t>затвердження</w:t>
      </w:r>
      <w:proofErr w:type="spellEnd"/>
      <w:r w:rsidRPr="00782DA6">
        <w:rPr>
          <w:rFonts w:ascii="Times New Roman" w:eastAsia="Calibri" w:hAnsi="Times New Roman" w:cs="Times New Roman"/>
          <w:b/>
          <w:color w:val="auto"/>
          <w:kern w:val="2"/>
          <w:szCs w:val="22"/>
          <w:lang w:val="ru-RU" w:eastAsia="en-US"/>
        </w:rPr>
        <w:t xml:space="preserve"> проекту </w:t>
      </w:r>
      <w:proofErr w:type="spellStart"/>
      <w:r w:rsidRPr="00782DA6">
        <w:rPr>
          <w:rFonts w:ascii="Times New Roman" w:eastAsia="Calibri" w:hAnsi="Times New Roman" w:cs="Times New Roman"/>
          <w:b/>
          <w:color w:val="auto"/>
          <w:kern w:val="2"/>
          <w:szCs w:val="22"/>
          <w:lang w:val="ru-RU" w:eastAsia="en-US"/>
        </w:rPr>
        <w:t>землеустрою</w:t>
      </w:r>
      <w:proofErr w:type="spellEnd"/>
    </w:p>
    <w:p w:rsidR="002B7520" w:rsidRPr="00782DA6" w:rsidRDefault="002B7520" w:rsidP="002B7520">
      <w:pPr>
        <w:rPr>
          <w:rFonts w:ascii="Times New Roman" w:eastAsia="Calibri" w:hAnsi="Times New Roman" w:cs="Times New Roman"/>
          <w:b/>
          <w:color w:val="auto"/>
          <w:kern w:val="2"/>
          <w:szCs w:val="22"/>
          <w:lang w:val="ru-RU" w:eastAsia="en-US"/>
        </w:rPr>
      </w:pPr>
      <w:proofErr w:type="spellStart"/>
      <w:r w:rsidRPr="00782DA6">
        <w:rPr>
          <w:rFonts w:ascii="Times New Roman" w:eastAsia="Calibri" w:hAnsi="Times New Roman" w:cs="Times New Roman"/>
          <w:b/>
          <w:color w:val="auto"/>
          <w:kern w:val="2"/>
          <w:szCs w:val="22"/>
          <w:lang w:val="ru-RU" w:eastAsia="en-US"/>
        </w:rPr>
        <w:t>щодо</w:t>
      </w:r>
      <w:proofErr w:type="spellEnd"/>
      <w:r w:rsidRPr="00782DA6">
        <w:rPr>
          <w:rFonts w:ascii="Times New Roman" w:eastAsia="Calibri" w:hAnsi="Times New Roman" w:cs="Times New Roman"/>
          <w:b/>
          <w:color w:val="auto"/>
          <w:kern w:val="2"/>
          <w:szCs w:val="22"/>
          <w:lang w:val="ru-RU" w:eastAsia="en-US"/>
        </w:rPr>
        <w:t xml:space="preserve"> </w:t>
      </w:r>
      <w:proofErr w:type="spellStart"/>
      <w:r w:rsidRPr="00782DA6">
        <w:rPr>
          <w:rFonts w:ascii="Times New Roman" w:eastAsia="Calibri" w:hAnsi="Times New Roman" w:cs="Times New Roman"/>
          <w:b/>
          <w:color w:val="auto"/>
          <w:kern w:val="2"/>
          <w:szCs w:val="22"/>
          <w:lang w:val="ru-RU" w:eastAsia="en-US"/>
        </w:rPr>
        <w:t>відведення</w:t>
      </w:r>
      <w:proofErr w:type="spellEnd"/>
      <w:r w:rsidRPr="00782DA6">
        <w:rPr>
          <w:rFonts w:ascii="Times New Roman" w:eastAsia="Calibri" w:hAnsi="Times New Roman" w:cs="Times New Roman"/>
          <w:b/>
          <w:color w:val="auto"/>
          <w:kern w:val="2"/>
          <w:szCs w:val="22"/>
          <w:lang w:val="ru-RU" w:eastAsia="en-US"/>
        </w:rPr>
        <w:t xml:space="preserve"> </w:t>
      </w:r>
      <w:proofErr w:type="spellStart"/>
      <w:r w:rsidRPr="00782DA6">
        <w:rPr>
          <w:rFonts w:ascii="Times New Roman" w:eastAsia="Calibri" w:hAnsi="Times New Roman" w:cs="Times New Roman"/>
          <w:b/>
          <w:color w:val="auto"/>
          <w:kern w:val="2"/>
          <w:szCs w:val="22"/>
          <w:lang w:val="ru-RU" w:eastAsia="en-US"/>
        </w:rPr>
        <w:t>земельної</w:t>
      </w:r>
      <w:proofErr w:type="spellEnd"/>
      <w:r w:rsidRPr="00782DA6">
        <w:rPr>
          <w:rFonts w:ascii="Times New Roman" w:eastAsia="Calibri" w:hAnsi="Times New Roman" w:cs="Times New Roman"/>
          <w:b/>
          <w:color w:val="auto"/>
          <w:kern w:val="2"/>
          <w:szCs w:val="22"/>
          <w:lang w:val="ru-RU" w:eastAsia="en-US"/>
        </w:rPr>
        <w:t xml:space="preserve"> </w:t>
      </w:r>
      <w:proofErr w:type="spellStart"/>
      <w:r w:rsidRPr="00782DA6">
        <w:rPr>
          <w:rFonts w:ascii="Times New Roman" w:eastAsia="Calibri" w:hAnsi="Times New Roman" w:cs="Times New Roman"/>
          <w:b/>
          <w:color w:val="auto"/>
          <w:kern w:val="2"/>
          <w:szCs w:val="22"/>
          <w:lang w:val="ru-RU" w:eastAsia="en-US"/>
        </w:rPr>
        <w:t>ділянки</w:t>
      </w:r>
      <w:proofErr w:type="spellEnd"/>
      <w:r w:rsidRPr="00782DA6">
        <w:rPr>
          <w:rFonts w:ascii="Times New Roman" w:eastAsia="Calibri" w:hAnsi="Times New Roman" w:cs="Times New Roman"/>
          <w:b/>
          <w:color w:val="auto"/>
          <w:kern w:val="2"/>
          <w:szCs w:val="22"/>
          <w:lang w:val="ru-RU" w:eastAsia="en-US"/>
        </w:rPr>
        <w:t xml:space="preserve"> </w:t>
      </w:r>
      <w:proofErr w:type="spellStart"/>
      <w:r w:rsidRPr="00782DA6">
        <w:rPr>
          <w:rFonts w:ascii="Times New Roman" w:eastAsia="Calibri" w:hAnsi="Times New Roman" w:cs="Times New Roman"/>
          <w:b/>
          <w:color w:val="auto"/>
          <w:kern w:val="2"/>
          <w:szCs w:val="22"/>
          <w:lang w:val="ru-RU" w:eastAsia="en-US"/>
        </w:rPr>
        <w:t>зі</w:t>
      </w:r>
      <w:proofErr w:type="spellEnd"/>
    </w:p>
    <w:p w:rsidR="002B7520" w:rsidRPr="00782DA6" w:rsidRDefault="002B7520" w:rsidP="002B7520">
      <w:pPr>
        <w:rPr>
          <w:rFonts w:ascii="Times New Roman" w:eastAsia="Calibri" w:hAnsi="Times New Roman" w:cs="Times New Roman"/>
          <w:b/>
          <w:color w:val="auto"/>
          <w:kern w:val="2"/>
          <w:szCs w:val="22"/>
          <w:lang w:val="ru-RU" w:eastAsia="en-US"/>
        </w:rPr>
      </w:pPr>
      <w:proofErr w:type="spellStart"/>
      <w:r w:rsidRPr="00782DA6">
        <w:rPr>
          <w:rFonts w:ascii="Times New Roman" w:eastAsia="Calibri" w:hAnsi="Times New Roman" w:cs="Times New Roman"/>
          <w:b/>
          <w:color w:val="auto"/>
          <w:kern w:val="2"/>
          <w:szCs w:val="22"/>
          <w:lang w:val="ru-RU" w:eastAsia="en-US"/>
        </w:rPr>
        <w:t>зміною</w:t>
      </w:r>
      <w:proofErr w:type="spellEnd"/>
      <w:r w:rsidRPr="00782DA6">
        <w:rPr>
          <w:rFonts w:ascii="Times New Roman" w:eastAsia="Calibri" w:hAnsi="Times New Roman" w:cs="Times New Roman"/>
          <w:b/>
          <w:color w:val="auto"/>
          <w:kern w:val="2"/>
          <w:szCs w:val="22"/>
          <w:lang w:val="ru-RU" w:eastAsia="en-US"/>
        </w:rPr>
        <w:t xml:space="preserve"> </w:t>
      </w:r>
      <w:proofErr w:type="spellStart"/>
      <w:r w:rsidRPr="00782DA6">
        <w:rPr>
          <w:rFonts w:ascii="Times New Roman" w:eastAsia="Calibri" w:hAnsi="Times New Roman" w:cs="Times New Roman"/>
          <w:b/>
          <w:color w:val="auto"/>
          <w:kern w:val="2"/>
          <w:szCs w:val="22"/>
          <w:lang w:val="ru-RU" w:eastAsia="en-US"/>
        </w:rPr>
        <w:t>цільового</w:t>
      </w:r>
      <w:proofErr w:type="spellEnd"/>
      <w:r w:rsidRPr="00782DA6">
        <w:rPr>
          <w:rFonts w:ascii="Times New Roman" w:eastAsia="Calibri" w:hAnsi="Times New Roman" w:cs="Times New Roman"/>
          <w:b/>
          <w:color w:val="auto"/>
          <w:kern w:val="2"/>
          <w:szCs w:val="22"/>
          <w:lang w:val="ru-RU" w:eastAsia="en-US"/>
        </w:rPr>
        <w:t xml:space="preserve"> </w:t>
      </w:r>
      <w:proofErr w:type="spellStart"/>
      <w:r w:rsidRPr="00782DA6">
        <w:rPr>
          <w:rFonts w:ascii="Times New Roman" w:eastAsia="Calibri" w:hAnsi="Times New Roman" w:cs="Times New Roman"/>
          <w:b/>
          <w:color w:val="auto"/>
          <w:kern w:val="2"/>
          <w:szCs w:val="22"/>
          <w:lang w:val="ru-RU" w:eastAsia="en-US"/>
        </w:rPr>
        <w:t>призначення</w:t>
      </w:r>
      <w:proofErr w:type="spellEnd"/>
    </w:p>
    <w:p w:rsidR="002B7520" w:rsidRPr="00782DA6" w:rsidRDefault="002B7520" w:rsidP="002B7520">
      <w:pPr>
        <w:tabs>
          <w:tab w:val="left" w:pos="5796"/>
        </w:tabs>
        <w:rPr>
          <w:rFonts w:ascii="Times New Roman" w:eastAsia="Calibri" w:hAnsi="Times New Roman" w:cs="Times New Roman"/>
          <w:b/>
          <w:color w:val="auto"/>
          <w:kern w:val="2"/>
          <w:szCs w:val="22"/>
          <w:lang w:val="ru-RU" w:eastAsia="en-US"/>
        </w:rPr>
      </w:pPr>
      <w:proofErr w:type="spellStart"/>
      <w:r w:rsidRPr="00782DA6">
        <w:rPr>
          <w:rFonts w:ascii="Times New Roman" w:eastAsia="Calibri" w:hAnsi="Times New Roman" w:cs="Times New Roman"/>
          <w:b/>
          <w:color w:val="auto"/>
          <w:kern w:val="2"/>
          <w:szCs w:val="22"/>
          <w:lang w:val="ru-RU" w:eastAsia="en-US"/>
        </w:rPr>
        <w:t>земельної</w:t>
      </w:r>
      <w:proofErr w:type="spellEnd"/>
      <w:r w:rsidRPr="00782DA6">
        <w:rPr>
          <w:rFonts w:ascii="Times New Roman" w:eastAsia="Calibri" w:hAnsi="Times New Roman" w:cs="Times New Roman"/>
          <w:b/>
          <w:color w:val="auto"/>
          <w:kern w:val="2"/>
          <w:szCs w:val="22"/>
          <w:lang w:val="ru-RU" w:eastAsia="en-US"/>
        </w:rPr>
        <w:t xml:space="preserve"> </w:t>
      </w:r>
      <w:proofErr w:type="spellStart"/>
      <w:r w:rsidRPr="00782DA6">
        <w:rPr>
          <w:rFonts w:ascii="Times New Roman" w:eastAsia="Calibri" w:hAnsi="Times New Roman" w:cs="Times New Roman"/>
          <w:b/>
          <w:color w:val="auto"/>
          <w:kern w:val="2"/>
          <w:szCs w:val="22"/>
          <w:lang w:val="ru-RU" w:eastAsia="en-US"/>
        </w:rPr>
        <w:t>ділянки</w:t>
      </w:r>
      <w:proofErr w:type="spellEnd"/>
      <w:r w:rsidRPr="00782DA6">
        <w:rPr>
          <w:rFonts w:ascii="Times New Roman" w:eastAsia="Calibri" w:hAnsi="Times New Roman" w:cs="Times New Roman"/>
          <w:b/>
          <w:color w:val="auto"/>
          <w:kern w:val="2"/>
          <w:szCs w:val="22"/>
          <w:lang w:val="ru-RU" w:eastAsia="en-US"/>
        </w:rPr>
        <w:t xml:space="preserve"> </w:t>
      </w:r>
      <w:r w:rsidRPr="00782DA6">
        <w:rPr>
          <w:rFonts w:ascii="Times New Roman" w:eastAsia="Calibri" w:hAnsi="Times New Roman" w:cs="Times New Roman"/>
          <w:b/>
          <w:color w:val="auto"/>
          <w:kern w:val="2"/>
          <w:szCs w:val="22"/>
          <w:lang w:val="ru-RU" w:eastAsia="en-US"/>
        </w:rPr>
        <w:tab/>
      </w:r>
    </w:p>
    <w:p w:rsidR="002B7520" w:rsidRPr="00782DA6" w:rsidRDefault="002B7520" w:rsidP="002B7520">
      <w:pPr>
        <w:rPr>
          <w:rFonts w:ascii="Times New Roman" w:eastAsia="Calibri" w:hAnsi="Times New Roman" w:cs="Times New Roman"/>
          <w:b/>
          <w:color w:val="auto"/>
          <w:kern w:val="2"/>
          <w:szCs w:val="22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color w:val="auto"/>
          <w:kern w:val="2"/>
          <w:szCs w:val="22"/>
          <w:lang w:val="ru-RU" w:eastAsia="en-US"/>
        </w:rPr>
        <w:t>Ронжин</w:t>
      </w:r>
      <w:proofErr w:type="spellEnd"/>
      <w:r>
        <w:rPr>
          <w:rFonts w:ascii="Times New Roman" w:eastAsia="Calibri" w:hAnsi="Times New Roman" w:cs="Times New Roman"/>
          <w:b/>
          <w:color w:val="auto"/>
          <w:kern w:val="2"/>
          <w:szCs w:val="22"/>
          <w:lang w:val="ru-RU" w:eastAsia="en-US"/>
        </w:rPr>
        <w:t xml:space="preserve"> М.О.</w:t>
      </w:r>
    </w:p>
    <w:p w:rsidR="002B7520" w:rsidRPr="00782DA6" w:rsidRDefault="002B7520" w:rsidP="002B7520">
      <w:pPr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</w:pPr>
    </w:p>
    <w:p w:rsidR="002B7520" w:rsidRPr="00782DA6" w:rsidRDefault="002B7520" w:rsidP="002B7520">
      <w:pPr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     </w:t>
      </w:r>
      <w:proofErr w:type="spellStart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Відповідно</w:t>
      </w:r>
      <w:proofErr w:type="spellEnd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gramStart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до</w:t>
      </w:r>
      <w:proofErr w:type="gramEnd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gramStart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пункту</w:t>
      </w:r>
      <w:proofErr w:type="gramEnd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34 </w:t>
      </w:r>
      <w:proofErr w:type="spellStart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частини</w:t>
      </w:r>
      <w:proofErr w:type="spellEnd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1 </w:t>
      </w:r>
      <w:proofErr w:type="spellStart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статті</w:t>
      </w:r>
      <w:proofErr w:type="spellEnd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26,  Закону </w:t>
      </w:r>
      <w:proofErr w:type="spellStart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«Про </w:t>
      </w:r>
      <w:proofErr w:type="spellStart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місцеве</w:t>
      </w:r>
      <w:proofErr w:type="spellEnd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самоврядування</w:t>
      </w:r>
      <w:proofErr w:type="spellEnd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в </w:t>
      </w:r>
      <w:proofErr w:type="spellStart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Україні</w:t>
      </w:r>
      <w:proofErr w:type="spellEnd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», статей 12, 20, 186, та 186-1  Земельного кодексу </w:t>
      </w:r>
      <w:proofErr w:type="spellStart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 Закону </w:t>
      </w:r>
      <w:proofErr w:type="spellStart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«Про  </w:t>
      </w:r>
      <w:proofErr w:type="spellStart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землеустрій</w:t>
      </w:r>
      <w:proofErr w:type="spellEnd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», Закону </w:t>
      </w:r>
      <w:proofErr w:type="spellStart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«Про </w:t>
      </w:r>
      <w:proofErr w:type="spellStart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державну</w:t>
      </w:r>
      <w:proofErr w:type="spellEnd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реєстрацію</w:t>
      </w:r>
      <w:proofErr w:type="spellEnd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речових</w:t>
      </w:r>
      <w:proofErr w:type="spellEnd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прав на </w:t>
      </w:r>
      <w:proofErr w:type="spellStart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нерухоме</w:t>
      </w:r>
      <w:proofErr w:type="spellEnd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майно</w:t>
      </w:r>
      <w:proofErr w:type="spellEnd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та </w:t>
      </w:r>
      <w:proofErr w:type="spellStart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їх</w:t>
      </w:r>
      <w:proofErr w:type="spellEnd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обтяжень</w:t>
      </w:r>
      <w:proofErr w:type="spellEnd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»,  </w:t>
      </w:r>
      <w:proofErr w:type="spellStart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розглянувши</w:t>
      </w:r>
      <w:proofErr w:type="spellEnd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заяву</w:t>
      </w:r>
      <w:proofErr w:type="spellEnd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Ронжина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М.О.</w:t>
      </w:r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сільська</w:t>
      </w:r>
      <w:proofErr w:type="spellEnd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рада      ВИРІШИЛА:</w:t>
      </w:r>
    </w:p>
    <w:p w:rsidR="002B7520" w:rsidRPr="00782DA6" w:rsidRDefault="002B7520" w:rsidP="002B7520">
      <w:pPr>
        <w:jc w:val="both"/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</w:pPr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         1.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Затвердити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проект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землеустрою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щодо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відведення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земельної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ділянки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зі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зміною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цільового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призначення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 (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із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земель “0</w:t>
      </w:r>
      <w:r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2</w:t>
      </w:r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.0</w:t>
      </w:r>
      <w:r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1</w:t>
      </w:r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для</w:t>
      </w:r>
      <w:r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будівництва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і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обслуговування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житлового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будинку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,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господарських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будівель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і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споруд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(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присадибна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ділянка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)” </w:t>
      </w:r>
      <w:r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</w:t>
      </w:r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до земель “0</w:t>
      </w:r>
      <w:r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3.07</w:t>
      </w:r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для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будівництва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та</w:t>
      </w:r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обслуговування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будівель</w:t>
      </w:r>
      <w:proofErr w:type="spellEnd"/>
      <w:r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торгівлі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”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земельної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ділянки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,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площею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0,</w:t>
      </w:r>
      <w:r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0737</w:t>
      </w:r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га, 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розташованої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за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адресою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: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с</w:t>
      </w:r>
      <w:proofErr w:type="gram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.К</w:t>
      </w:r>
      <w:proofErr w:type="gram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омарівка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,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вул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.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Л.Українки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,</w:t>
      </w:r>
      <w:r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53,</w:t>
      </w:r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кадастровий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номер 6823986800:03:00</w:t>
      </w:r>
      <w:r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5:0016</w:t>
      </w:r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, яка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перебуває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у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власності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гр. </w:t>
      </w:r>
      <w:proofErr w:type="spellStart"/>
      <w:r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Ронжина</w:t>
      </w:r>
      <w:proofErr w:type="spellEnd"/>
      <w:r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Михайла</w:t>
      </w:r>
      <w:proofErr w:type="spellEnd"/>
      <w:r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Олексійовича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, </w:t>
      </w:r>
      <w:proofErr w:type="spellStart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ідентифікаційний</w:t>
      </w:r>
      <w:proofErr w:type="spellEnd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номер </w:t>
      </w:r>
      <w:r w:rsidR="001358D7" w:rsidRPr="001358D7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__________</w:t>
      </w:r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як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ий</w:t>
      </w:r>
      <w:proofErr w:type="spellEnd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проживає</w:t>
      </w:r>
      <w:proofErr w:type="spellEnd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за </w:t>
      </w:r>
      <w:proofErr w:type="spellStart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адресою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:</w:t>
      </w:r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</w:t>
      </w:r>
      <w:r w:rsidR="001358D7">
        <w:rPr>
          <w:rFonts w:ascii="Times New Roman" w:eastAsia="Calibri" w:hAnsi="Times New Roman" w:cs="Times New Roman"/>
          <w:color w:val="auto"/>
          <w:kern w:val="2"/>
          <w:szCs w:val="22"/>
          <w:lang w:val="en-US" w:eastAsia="en-US"/>
        </w:rPr>
        <w:t>__________________</w:t>
      </w:r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.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Згідно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Витягу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з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державного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реєстру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речових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прав на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нерухоме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майно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про </w:t>
      </w:r>
      <w:proofErr w:type="spellStart"/>
      <w:r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реєстрацію</w:t>
      </w:r>
      <w:proofErr w:type="spellEnd"/>
      <w:r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права </w:t>
      </w:r>
      <w:proofErr w:type="spellStart"/>
      <w:r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власності</w:t>
      </w:r>
      <w:proofErr w:type="spellEnd"/>
      <w:r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від</w:t>
      </w:r>
      <w:proofErr w:type="spellEnd"/>
      <w:r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05</w:t>
      </w:r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.0</w:t>
      </w:r>
      <w:r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8</w:t>
      </w:r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.201</w:t>
      </w:r>
      <w:r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4</w:t>
      </w:r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р. №</w:t>
      </w:r>
      <w:r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6596263</w:t>
      </w:r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.</w:t>
      </w:r>
    </w:p>
    <w:p w:rsidR="002B7520" w:rsidRPr="00782DA6" w:rsidRDefault="002B7520" w:rsidP="002B7520">
      <w:pPr>
        <w:jc w:val="both"/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</w:pPr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          2.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Змінити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цільове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призначен</w:t>
      </w:r>
      <w:r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ня</w:t>
      </w:r>
      <w:proofErr w:type="spellEnd"/>
      <w:r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 </w:t>
      </w:r>
      <w:proofErr w:type="spellStart"/>
      <w:r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площею</w:t>
      </w:r>
      <w:proofErr w:type="spellEnd"/>
      <w:r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0,0737</w:t>
      </w:r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га,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кадастровий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номер 6823986800:03:00</w:t>
      </w:r>
      <w:r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5</w:t>
      </w:r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:001</w:t>
      </w:r>
      <w:r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6</w:t>
      </w:r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,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розташованої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за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адресою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: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с</w:t>
      </w:r>
      <w:proofErr w:type="gram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.К</w:t>
      </w:r>
      <w:proofErr w:type="gram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омарівка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,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вул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.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Л.Українки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,</w:t>
      </w:r>
      <w:r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53,</w:t>
      </w:r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 яка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перебуває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 у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власності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гр. </w:t>
      </w:r>
      <w:proofErr w:type="spellStart"/>
      <w:r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Ронжина</w:t>
      </w:r>
      <w:proofErr w:type="spellEnd"/>
      <w:r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Михайла</w:t>
      </w:r>
      <w:proofErr w:type="spellEnd"/>
      <w:r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Олексійовича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, </w:t>
      </w:r>
      <w:proofErr w:type="spellStart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ідентифікаційний</w:t>
      </w:r>
      <w:proofErr w:type="spellEnd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номер 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2119406136</w:t>
      </w:r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як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ий</w:t>
      </w:r>
      <w:proofErr w:type="spellEnd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проживає</w:t>
      </w:r>
      <w:proofErr w:type="spellEnd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за </w:t>
      </w:r>
      <w:proofErr w:type="spellStart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адресою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:</w:t>
      </w:r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м</w:t>
      </w:r>
      <w:proofErr w:type="gram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.Н</w:t>
      </w:r>
      <w:proofErr w:type="gram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етішин</w:t>
      </w:r>
      <w:proofErr w:type="spellEnd"/>
      <w:r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,</w:t>
      </w:r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вул.</w:t>
      </w:r>
      <w:r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Набережна</w:t>
      </w:r>
      <w:proofErr w:type="spellEnd"/>
      <w:r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, 19, кв.9</w:t>
      </w:r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, 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Хмельницької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області</w:t>
      </w:r>
      <w:proofErr w:type="spellEnd"/>
      <w:r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,</w:t>
      </w:r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 та 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віднести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вказану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земельну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ділянку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до земель “0</w:t>
      </w:r>
      <w:r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3.07</w:t>
      </w:r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для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будівництва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та</w:t>
      </w:r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обслуговування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будівель</w:t>
      </w:r>
      <w:proofErr w:type="spellEnd"/>
      <w:r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торгівлі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”.</w:t>
      </w:r>
    </w:p>
    <w:p w:rsidR="002B7520" w:rsidRPr="00782DA6" w:rsidRDefault="002B7520" w:rsidP="002B7520">
      <w:pPr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3.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Ронжину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М.О.,</w:t>
      </w:r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як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ому</w:t>
      </w:r>
      <w:proofErr w:type="spellEnd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змінено</w:t>
      </w:r>
      <w:proofErr w:type="spellEnd"/>
      <w:r w:rsidRPr="00782DA6">
        <w:rPr>
          <w:rFonts w:ascii="Times New Roman" w:eastAsia="Calibri" w:hAnsi="Times New Roman" w:cs="Times New Roman"/>
          <w:b/>
          <w:color w:val="auto"/>
          <w:kern w:val="2"/>
          <w:szCs w:val="22"/>
          <w:lang w:val="ru-RU" w:eastAsia="en-US"/>
        </w:rPr>
        <w:t xml:space="preserve">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цільового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призначення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земельної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ділянки</w:t>
      </w:r>
      <w:proofErr w:type="spellEnd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 xml:space="preserve"> </w:t>
      </w:r>
      <w:proofErr w:type="spellStart"/>
      <w:r w:rsidRPr="00782DA6">
        <w:rPr>
          <w:rFonts w:ascii="Times New Roman" w:eastAsia="Calibri" w:hAnsi="Times New Roman" w:cs="Times New Roman"/>
          <w:color w:val="auto"/>
          <w:kern w:val="2"/>
          <w:szCs w:val="22"/>
          <w:lang w:val="ru-RU" w:eastAsia="en-US"/>
        </w:rPr>
        <w:t>п</w:t>
      </w:r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освідчити</w:t>
      </w:r>
      <w:proofErr w:type="spellEnd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право </w:t>
      </w:r>
      <w:proofErr w:type="spellStart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власності</w:t>
      </w:r>
      <w:proofErr w:type="spellEnd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</w:t>
      </w:r>
      <w:proofErr w:type="gramStart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</w:t>
      </w:r>
      <w:proofErr w:type="gramEnd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установленному  законом порядку.</w:t>
      </w:r>
    </w:p>
    <w:p w:rsidR="002B7520" w:rsidRPr="00062C82" w:rsidRDefault="002B7520" w:rsidP="002B7520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lastRenderedPageBreak/>
        <w:t xml:space="preserve">          4. </w:t>
      </w:r>
      <w:r w:rsidRPr="00062C82">
        <w:rPr>
          <w:rFonts w:ascii="Times New Roman" w:hAnsi="Times New Roman" w:cs="Times New Roman"/>
        </w:rPr>
        <w:t>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B7520" w:rsidRPr="00782DA6" w:rsidRDefault="002B7520" w:rsidP="002B7520">
      <w:pPr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2B7520" w:rsidRDefault="002B7520" w:rsidP="002B7520">
      <w:pP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proofErr w:type="spellStart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Сільський</w:t>
      </w:r>
      <w:proofErr w:type="spellEnd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голова                                                                                               В.А. </w:t>
      </w:r>
      <w:proofErr w:type="spellStart"/>
      <w:r w:rsidRPr="00782DA6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Михалюк</w:t>
      </w:r>
      <w:proofErr w:type="spellEnd"/>
    </w:p>
    <w:p w:rsidR="004B0B4C" w:rsidRDefault="004B0B4C"/>
    <w:sectPr w:rsidR="004B0B4C" w:rsidSect="004B0B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2B7520"/>
    <w:rsid w:val="00101A2A"/>
    <w:rsid w:val="001358D7"/>
    <w:rsid w:val="00171A2E"/>
    <w:rsid w:val="002B7520"/>
    <w:rsid w:val="00304C90"/>
    <w:rsid w:val="004B0B4C"/>
    <w:rsid w:val="00505B6D"/>
    <w:rsid w:val="006D3977"/>
    <w:rsid w:val="007D6C18"/>
    <w:rsid w:val="00B077C3"/>
    <w:rsid w:val="00C87019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52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2</TotalTime>
  <Pages>2</Pages>
  <Words>367</Words>
  <Characters>2096</Characters>
  <Application>Microsoft Office Word</Application>
  <DocSecurity>0</DocSecurity>
  <Lines>17</Lines>
  <Paragraphs>4</Paragraphs>
  <ScaleCrop>false</ScaleCrop>
  <Company>Microsoft</Company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2020-02-13T11:28:00Z</dcterms:created>
  <dcterms:modified xsi:type="dcterms:W3CDTF">2020-02-13T12:20:00Z</dcterms:modified>
</cp:coreProperties>
</file>